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82BB8" w14:textId="732AF6D8" w:rsidR="00E92663" w:rsidRPr="0020520F" w:rsidRDefault="00A1318C" w:rsidP="003E5787">
      <w:pPr>
        <w:pStyle w:val="Heading1"/>
        <w:rPr>
          <w:rFonts w:eastAsia="MS Mincho"/>
        </w:rPr>
      </w:pPr>
      <w:bookmarkStart w:id="0" w:name="_Toc511220124"/>
      <w:r w:rsidRPr="0020520F">
        <w:t>Clustered</w:t>
      </w:r>
      <w:r w:rsidRPr="0020520F">
        <w:rPr>
          <w:rFonts w:eastAsia="MS Mincho"/>
        </w:rPr>
        <w:t xml:space="preserve"> </w:t>
      </w:r>
      <w:r w:rsidR="008018A3" w:rsidRPr="0020520F">
        <w:rPr>
          <w:rFonts w:eastAsia="MS Mincho"/>
        </w:rPr>
        <w:t>Knowledge A</w:t>
      </w:r>
      <w:r w:rsidR="00E92663" w:rsidRPr="0020520F">
        <w:rPr>
          <w:rFonts w:eastAsia="MS Mincho"/>
        </w:rPr>
        <w:t>ssessment</w:t>
      </w:r>
    </w:p>
    <w:p w14:paraId="223FC234" w14:textId="77777777" w:rsidR="00BD7E36" w:rsidRPr="0020520F" w:rsidRDefault="00BD7E36" w:rsidP="00BD7E36">
      <w:pPr>
        <w:pStyle w:val="Heading2"/>
      </w:pPr>
      <w:r w:rsidRPr="0020520F">
        <w:t>Criteria</w:t>
      </w:r>
    </w:p>
    <w:p w14:paraId="24EFD56F" w14:textId="44383409" w:rsidR="00BB045C" w:rsidRPr="0020520F" w:rsidRDefault="00BB045C" w:rsidP="00BB045C">
      <w:pPr>
        <w:pStyle w:val="Heading3"/>
      </w:pPr>
      <w:r w:rsidRPr="0020520F">
        <w:t>Name of the cluster</w:t>
      </w:r>
    </w:p>
    <w:p w14:paraId="7B27649A" w14:textId="77777777" w:rsidR="003134C7" w:rsidRDefault="003134C7" w:rsidP="003134C7">
      <w:pPr>
        <w:pBdr>
          <w:top w:val="single" w:sz="4" w:space="1" w:color="2D739F"/>
          <w:left w:val="single" w:sz="4" w:space="4" w:color="2D739F"/>
          <w:bottom w:val="single" w:sz="4" w:space="1" w:color="2D739F"/>
          <w:right w:val="single" w:sz="4" w:space="4" w:color="2D739F"/>
        </w:pBdr>
        <w:rPr>
          <w:sz w:val="22"/>
          <w:szCs w:val="22"/>
          <w:lang w:eastAsia="en-AU"/>
        </w:rPr>
      </w:pPr>
    </w:p>
    <w:p w14:paraId="638F2E0F" w14:textId="6A622D1E" w:rsidR="003134C7" w:rsidRDefault="003134C7" w:rsidP="003134C7">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Design Cabinets</w:t>
      </w:r>
    </w:p>
    <w:p w14:paraId="5369CEE2" w14:textId="77777777" w:rsidR="003134C7" w:rsidRPr="009976BE" w:rsidRDefault="003134C7" w:rsidP="003134C7">
      <w:pPr>
        <w:pBdr>
          <w:top w:val="single" w:sz="4" w:space="1" w:color="2D739F"/>
          <w:left w:val="single" w:sz="4" w:space="4" w:color="2D739F"/>
          <w:bottom w:val="single" w:sz="4" w:space="1" w:color="2D739F"/>
          <w:right w:val="single" w:sz="4" w:space="4" w:color="2D739F"/>
        </w:pBdr>
        <w:rPr>
          <w:sz w:val="22"/>
          <w:szCs w:val="22"/>
          <w:lang w:eastAsia="en-AU"/>
        </w:rPr>
      </w:pPr>
    </w:p>
    <w:p w14:paraId="030A0230" w14:textId="77777777" w:rsidR="00BD7E36" w:rsidRPr="0020520F" w:rsidRDefault="00BD7E36" w:rsidP="00BD7E36">
      <w:pPr>
        <w:pStyle w:val="Heading3"/>
      </w:pPr>
      <w:r w:rsidRPr="0020520F">
        <w:t>Unit code, name and release number</w:t>
      </w:r>
    </w:p>
    <w:p w14:paraId="1F3FFF86" w14:textId="77777777" w:rsidR="003134C7" w:rsidRDefault="003134C7" w:rsidP="003134C7">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bookmarkEnd w:id="1"/>
    </w:p>
    <w:p w14:paraId="1D5B269E" w14:textId="04507FB5" w:rsidR="003134C7" w:rsidRPr="00AF61D6" w:rsidRDefault="003134C7" w:rsidP="003134C7">
      <w:pPr>
        <w:pBdr>
          <w:top w:val="single" w:sz="4" w:space="1" w:color="2D739F"/>
          <w:left w:val="single" w:sz="4" w:space="4" w:color="2D739F"/>
          <w:bottom w:val="single" w:sz="4" w:space="1" w:color="2D739F"/>
          <w:right w:val="single" w:sz="4" w:space="4" w:color="2D739F"/>
        </w:pBdr>
        <w:rPr>
          <w:sz w:val="22"/>
          <w:szCs w:val="22"/>
          <w:lang w:eastAsia="en-AU"/>
        </w:rPr>
      </w:pPr>
      <w:r w:rsidRPr="00AF61D6">
        <w:rPr>
          <w:sz w:val="22"/>
          <w:szCs w:val="22"/>
          <w:lang w:eastAsia="en-AU"/>
        </w:rPr>
        <w:t>MSFKB3010 - Detail cabinet construction requirements (1)</w:t>
      </w:r>
    </w:p>
    <w:p w14:paraId="4CE54CC5" w14:textId="77777777" w:rsidR="003134C7" w:rsidRPr="00AF61D6" w:rsidRDefault="003134C7" w:rsidP="003134C7">
      <w:pPr>
        <w:pBdr>
          <w:top w:val="single" w:sz="4" w:space="1" w:color="2D739F"/>
          <w:left w:val="single" w:sz="4" w:space="4" w:color="2D739F"/>
          <w:bottom w:val="single" w:sz="4" w:space="1" w:color="2D739F"/>
          <w:right w:val="single" w:sz="4" w:space="4" w:color="2D739F"/>
        </w:pBdr>
        <w:rPr>
          <w:sz w:val="22"/>
          <w:szCs w:val="22"/>
          <w:lang w:eastAsia="en-AU"/>
        </w:rPr>
      </w:pPr>
      <w:r w:rsidRPr="00AF61D6">
        <w:rPr>
          <w:sz w:val="22"/>
          <w:szCs w:val="22"/>
          <w:lang w:eastAsia="en-AU"/>
        </w:rPr>
        <w:t>MSFKB4011 - Design ancillary residential cabinetry (1)</w:t>
      </w:r>
    </w:p>
    <w:p w14:paraId="51678ED5" w14:textId="77777777" w:rsidR="003134C7" w:rsidRPr="00D83795" w:rsidRDefault="003134C7"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7CEFA700" w14:textId="77777777" w:rsidR="00BD7E36" w:rsidRDefault="00BD7E36" w:rsidP="00BD7E36">
      <w:pPr>
        <w:pStyle w:val="Heading3"/>
      </w:pPr>
      <w:r w:rsidRPr="00A41E27">
        <w:t>Qualification</w:t>
      </w:r>
      <w:r>
        <w:t>/Course</w:t>
      </w:r>
      <w:r w:rsidRPr="00A41E27">
        <w:t xml:space="preserve"> code, name and release number</w:t>
      </w:r>
    </w:p>
    <w:p w14:paraId="60B7DDE2" w14:textId="19F91415" w:rsidR="000555D0" w:rsidRDefault="000555D0" w:rsidP="00BD7E36">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p>
    <w:p w14:paraId="5DA33CAF" w14:textId="69B34120" w:rsidR="003134C7" w:rsidRPr="00DB157B" w:rsidRDefault="003134C7" w:rsidP="003134C7">
      <w:pPr>
        <w:pBdr>
          <w:top w:val="single" w:sz="4" w:space="1" w:color="2D739F"/>
          <w:left w:val="single" w:sz="4" w:space="4" w:color="2D739F"/>
          <w:bottom w:val="single" w:sz="4" w:space="1" w:color="2D739F"/>
          <w:right w:val="single" w:sz="4" w:space="4" w:color="2D739F"/>
        </w:pBdr>
        <w:rPr>
          <w:szCs w:val="24"/>
          <w:lang w:eastAsia="en-AU"/>
        </w:rPr>
      </w:pPr>
      <w:r w:rsidRPr="00DB157B">
        <w:rPr>
          <w:szCs w:val="24"/>
          <w:lang w:eastAsia="en-AU"/>
        </w:rPr>
        <w:t>MSF40318</w:t>
      </w:r>
      <w:r w:rsidR="00950B87">
        <w:rPr>
          <w:szCs w:val="24"/>
          <w:lang w:eastAsia="en-AU"/>
        </w:rPr>
        <w:t xml:space="preserve"> -</w:t>
      </w:r>
      <w:r w:rsidRPr="00DB157B">
        <w:rPr>
          <w:szCs w:val="24"/>
          <w:lang w:eastAsia="en-AU"/>
        </w:rPr>
        <w:t xml:space="preserve"> Certificate IV in Kitchen and Bathroom Design (1)</w:t>
      </w:r>
    </w:p>
    <w:p w14:paraId="03841DB5" w14:textId="77777777" w:rsidR="003134C7" w:rsidRPr="00D83795" w:rsidRDefault="003134C7"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0649E46A" w14:textId="77777777" w:rsidR="00BD7E36" w:rsidRPr="00A56627" w:rsidRDefault="00BD7E36" w:rsidP="00BD7E36">
      <w:pPr>
        <w:pStyle w:val="Heading2"/>
      </w:pPr>
      <w:r w:rsidRPr="00A56627">
        <w:t>Student details</w:t>
      </w:r>
    </w:p>
    <w:p w14:paraId="5BCC6B42" w14:textId="77777777" w:rsidR="00BD7E36" w:rsidRDefault="00BD7E36" w:rsidP="00BD7E36">
      <w:pPr>
        <w:pStyle w:val="Heading3"/>
      </w:pPr>
      <w:r w:rsidRPr="00AA18CF">
        <w:t>Student number</w:t>
      </w:r>
    </w:p>
    <w:p w14:paraId="4C3B9805" w14:textId="77777777" w:rsidR="00BD7E36" w:rsidRPr="00D83795" w:rsidRDefault="00BD7E36"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2543D7E0" w14:textId="77777777" w:rsidR="00BD7E36" w:rsidRDefault="00BD7E36" w:rsidP="00BD7E36">
      <w:pPr>
        <w:pStyle w:val="Heading3"/>
      </w:pPr>
      <w:r w:rsidRPr="00AA18CF">
        <w:t xml:space="preserve">Student </w:t>
      </w:r>
      <w:r>
        <w:t>name</w:t>
      </w:r>
    </w:p>
    <w:p w14:paraId="36BD80F8" w14:textId="77777777" w:rsidR="00BD7E36" w:rsidRPr="00D83795" w:rsidRDefault="00BD7E36"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1C042411" w14:textId="38141BED" w:rsidR="003134C7" w:rsidRDefault="003134C7" w:rsidP="00950F21">
      <w:pPr>
        <w:pStyle w:val="Bulletlist"/>
      </w:pPr>
    </w:p>
    <w:p w14:paraId="768033DB" w14:textId="7A2EF158" w:rsidR="003134C7" w:rsidRDefault="003134C7" w:rsidP="00950F21">
      <w:pPr>
        <w:pStyle w:val="Bulletlist"/>
      </w:pPr>
    </w:p>
    <w:p w14:paraId="75EDB97F" w14:textId="77777777" w:rsidR="003134C7" w:rsidRDefault="003134C7" w:rsidP="00950F21">
      <w:pPr>
        <w:pStyle w:val="Bulletlist"/>
      </w:pPr>
    </w:p>
    <w:p w14:paraId="3ADAC1C3" w14:textId="3BCB8F70" w:rsidR="003134C7" w:rsidRDefault="003134C7" w:rsidP="00950F21">
      <w:pPr>
        <w:pStyle w:val="Bulletlist"/>
      </w:pPr>
    </w:p>
    <w:p w14:paraId="0B4A9561" w14:textId="77777777" w:rsidR="003134C7" w:rsidRPr="008F72A6" w:rsidRDefault="003134C7" w:rsidP="00950F21">
      <w:pPr>
        <w:pStyle w:val="Bulletlist"/>
      </w:pPr>
    </w:p>
    <w:p w14:paraId="1F0986B5" w14:textId="69D751FE" w:rsidR="00BD7E36" w:rsidRPr="00A56627" w:rsidRDefault="00BD7E36" w:rsidP="00BD7E36">
      <w:pPr>
        <w:pStyle w:val="Heading2"/>
      </w:pPr>
      <w:r w:rsidRPr="00A56627">
        <w:lastRenderedPageBreak/>
        <w:t>Assessment Declaration</w:t>
      </w:r>
    </w:p>
    <w:p w14:paraId="4B8194B6" w14:textId="77777777" w:rsidR="00BD7E36" w:rsidRPr="00FF3AA4" w:rsidRDefault="00BD7E36" w:rsidP="00950F21">
      <w:pPr>
        <w:pStyle w:val="Bulletlist"/>
      </w:pPr>
      <w:r w:rsidRPr="00FF3AA4">
        <w:t>This assessment is my original work and no part of it has been copied from any other source except where due acknowledgement is made.</w:t>
      </w:r>
    </w:p>
    <w:p w14:paraId="4532E47B" w14:textId="77777777" w:rsidR="00BD7E36" w:rsidRPr="00FF3AA4" w:rsidRDefault="00BD7E36" w:rsidP="00950F21">
      <w:pPr>
        <w:pStyle w:val="Bulletlist"/>
      </w:pPr>
      <w:r w:rsidRPr="00FF3AA4">
        <w:t>No part of this assessment has been written for me by any other person except where such collaboration has been authorised by the assessor concerned.</w:t>
      </w:r>
    </w:p>
    <w:p w14:paraId="4C741EC5" w14:textId="59941301" w:rsidR="00BD7E36" w:rsidRDefault="00BD7E36" w:rsidP="00950F21">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20A9E2B5" w14:textId="77777777" w:rsidR="007365DF" w:rsidRPr="00FF3AA4" w:rsidRDefault="007365DF" w:rsidP="00950F21">
      <w:pPr>
        <w:pStyle w:val="Bulletlist"/>
      </w:pPr>
    </w:p>
    <w:p w14:paraId="1DCD4E79" w14:textId="77777777" w:rsidR="00BD7E36" w:rsidRDefault="00BD7E36" w:rsidP="00BD7E36">
      <w:pPr>
        <w:pStyle w:val="Heading3"/>
      </w:pPr>
      <w:r w:rsidRPr="00AE2B8B">
        <w:t>Student signature</w:t>
      </w:r>
      <w:r>
        <w:t xml:space="preserve"> and </w:t>
      </w:r>
      <w:r w:rsidRPr="00AE2B8B">
        <w:t>Date</w:t>
      </w:r>
    </w:p>
    <w:p w14:paraId="684848CD" w14:textId="77777777" w:rsidR="00BD7E36" w:rsidRDefault="00BD7E36"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381DE04D" w14:textId="77777777" w:rsidR="00BD7E36" w:rsidRPr="00D83795" w:rsidRDefault="00BD7E36"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53DDC778" w14:textId="77777777" w:rsidR="000412B1" w:rsidRDefault="000412B1" w:rsidP="00E92663">
      <w:pPr>
        <w:tabs>
          <w:tab w:val="clear" w:pos="284"/>
        </w:tabs>
        <w:spacing w:before="0" w:after="60" w:line="240" w:lineRule="auto"/>
        <w:textboxTightWrap w:val="allLines"/>
        <w:rPr>
          <w:rFonts w:ascii="Calibri" w:eastAsia="MS Mincho" w:hAnsi="Calibri" w:cs="Times New Roman"/>
          <w:color w:val="FF0000"/>
          <w:spacing w:val="20"/>
          <w:sz w:val="46"/>
          <w:szCs w:val="24"/>
          <w:lang w:val="en-US" w:bidi="en-US"/>
        </w:rPr>
        <w:sectPr w:rsidR="000412B1"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27080E17" w14:textId="77777777" w:rsidR="00695FC9" w:rsidRPr="00C14A60" w:rsidRDefault="00695FC9" w:rsidP="00695FC9">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64475177" w14:textId="62A36C79" w:rsidR="00695FC9" w:rsidRPr="00867E80" w:rsidRDefault="00695FC9" w:rsidP="00695FC9">
      <w:pPr>
        <w:pStyle w:val="SmallerText-Black"/>
        <w:tabs>
          <w:tab w:val="left" w:pos="2127"/>
        </w:tabs>
      </w:pPr>
      <w:r>
        <w:t>Date created:</w:t>
      </w:r>
      <w:r>
        <w:tab/>
      </w:r>
      <w:r w:rsidR="00A1318C">
        <w:t>25/07/2019</w:t>
      </w:r>
    </w:p>
    <w:p w14:paraId="56DD9A7C" w14:textId="0938E706" w:rsidR="00695FC9" w:rsidRPr="00867E80" w:rsidRDefault="00695FC9" w:rsidP="00695FC9">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913292" w:rsidRPr="00913292">
        <w:rPr>
          <w:i/>
          <w:noProof/>
          <w:color w:val="808080" w:themeColor="background1" w:themeShade="80"/>
        </w:rPr>
        <w:t>17/12/2019</w:t>
      </w:r>
      <w:r w:rsidRPr="00C14A60">
        <w:rPr>
          <w:i/>
          <w:color w:val="FF0000"/>
        </w:rPr>
        <w:fldChar w:fldCharType="end"/>
      </w:r>
    </w:p>
    <w:p w14:paraId="0E7C5EA4" w14:textId="77777777" w:rsidR="00695FC9" w:rsidRPr="00867E80" w:rsidRDefault="00695FC9" w:rsidP="00695FC9">
      <w:pPr>
        <w:pStyle w:val="SmallerText-Black"/>
      </w:pPr>
    </w:p>
    <w:bookmarkEnd w:id="0"/>
    <w:p w14:paraId="2DA56A6D" w14:textId="37F50BEE" w:rsidR="0023196E" w:rsidRPr="007465EE" w:rsidRDefault="0023196E" w:rsidP="007465EE">
      <w:r>
        <w:t>For queries, please contact:</w:t>
      </w:r>
    </w:p>
    <w:p w14:paraId="1C397675" w14:textId="77777777" w:rsidR="007465EE" w:rsidRPr="007465EE" w:rsidRDefault="007465EE" w:rsidP="007465EE">
      <w:pPr>
        <w:pStyle w:val="SmallerText-Black"/>
        <w:rPr>
          <w:i/>
          <w:color w:val="808080" w:themeColor="background1" w:themeShade="80"/>
        </w:rPr>
      </w:pPr>
      <w:r w:rsidRPr="007465EE">
        <w:rPr>
          <w:i/>
          <w:color w:val="808080" w:themeColor="background1" w:themeShade="80"/>
        </w:rPr>
        <w:t xml:space="preserve">Innovative Manufacturing, Robotics and Science SkillsPoint </w:t>
      </w:r>
    </w:p>
    <w:p w14:paraId="63823A32" w14:textId="77777777" w:rsidR="007465EE" w:rsidRPr="007465EE" w:rsidRDefault="007465EE" w:rsidP="007465EE">
      <w:pPr>
        <w:pStyle w:val="SmallerText-Black"/>
        <w:rPr>
          <w:i/>
          <w:color w:val="808080" w:themeColor="background1" w:themeShade="80"/>
        </w:rPr>
      </w:pPr>
      <w:r w:rsidRPr="007465EE">
        <w:rPr>
          <w:i/>
          <w:color w:val="808080" w:themeColor="background1" w:themeShade="80"/>
        </w:rPr>
        <w:t>TAFE NSW</w:t>
      </w:r>
    </w:p>
    <w:p w14:paraId="15FF8C40" w14:textId="77777777" w:rsidR="007465EE" w:rsidRPr="007465EE" w:rsidRDefault="007465EE" w:rsidP="007465EE">
      <w:pPr>
        <w:pStyle w:val="SmallerText-Black"/>
        <w:rPr>
          <w:i/>
          <w:color w:val="808080" w:themeColor="background1" w:themeShade="80"/>
        </w:rPr>
      </w:pPr>
      <w:r w:rsidRPr="007465EE">
        <w:rPr>
          <w:i/>
          <w:color w:val="808080" w:themeColor="background1" w:themeShade="80"/>
        </w:rPr>
        <w:t>98 Parry Street</w:t>
      </w:r>
    </w:p>
    <w:p w14:paraId="07B41EF0" w14:textId="77777777" w:rsidR="007465EE" w:rsidRPr="007465EE" w:rsidRDefault="007465EE" w:rsidP="007465EE">
      <w:pPr>
        <w:pStyle w:val="SmallerText-Black"/>
        <w:rPr>
          <w:i/>
          <w:color w:val="808080" w:themeColor="background1" w:themeShade="80"/>
        </w:rPr>
      </w:pPr>
      <w:r w:rsidRPr="007465EE">
        <w:rPr>
          <w:i/>
          <w:color w:val="808080" w:themeColor="background1" w:themeShade="80"/>
        </w:rPr>
        <w:t>Newcastle West</w:t>
      </w:r>
    </w:p>
    <w:p w14:paraId="24138CB2" w14:textId="77777777" w:rsidR="007465EE" w:rsidRPr="007465EE" w:rsidRDefault="007465EE" w:rsidP="007465EE">
      <w:pPr>
        <w:pStyle w:val="SmallerText-Black"/>
        <w:rPr>
          <w:i/>
          <w:color w:val="808080" w:themeColor="background1" w:themeShade="80"/>
        </w:rPr>
      </w:pPr>
      <w:r w:rsidRPr="007465EE">
        <w:rPr>
          <w:i/>
          <w:color w:val="808080" w:themeColor="background1" w:themeShade="80"/>
        </w:rPr>
        <w:t>NSW 2302</w:t>
      </w:r>
    </w:p>
    <w:p w14:paraId="0ECC519C" w14:textId="77777777" w:rsidR="007465EE" w:rsidRPr="003D7461" w:rsidRDefault="007465EE" w:rsidP="0023196E">
      <w:pPr>
        <w:pStyle w:val="SmallerText-Black"/>
        <w:rPr>
          <w:i/>
          <w:color w:val="808080" w:themeColor="background1" w:themeShade="80"/>
        </w:rPr>
      </w:pPr>
    </w:p>
    <w:p w14:paraId="3DF0A766" w14:textId="6F1B1A14" w:rsidR="0023196E" w:rsidRPr="000301F0" w:rsidRDefault="0023196E" w:rsidP="0023196E">
      <w:pPr>
        <w:pStyle w:val="SmallerText-Black"/>
        <w:spacing w:before="1440"/>
      </w:pPr>
      <w:r>
        <w:t>© 201</w:t>
      </w:r>
      <w:r w:rsidR="002431C7">
        <w:t>9</w:t>
      </w:r>
      <w:r w:rsidRPr="000301F0">
        <w:t xml:space="preserve"> TAFE NSW, Sydney</w:t>
      </w:r>
      <w:r w:rsidRPr="000301F0">
        <w:rPr>
          <w:noProof/>
          <w:lang w:eastAsia="en-AU"/>
        </w:rPr>
        <w:br/>
      </w:r>
      <w:r w:rsidRPr="000301F0">
        <w:t>RTO Provider Number 90003 | CRICOS Provider Code: 00591E</w:t>
      </w:r>
    </w:p>
    <w:p w14:paraId="5452B8B0" w14:textId="77777777" w:rsidR="0023196E" w:rsidRPr="00D23A6C" w:rsidRDefault="0023196E" w:rsidP="0023196E">
      <w:pPr>
        <w:pStyle w:val="SmallerText-Black"/>
      </w:pPr>
      <w:r>
        <w:t>This assessment can be found in the</w:t>
      </w:r>
      <w:r w:rsidRPr="00D23A6C">
        <w:t xml:space="preserve">: </w:t>
      </w:r>
      <w:hyperlink r:id="rId17" w:history="1">
        <w:r w:rsidRPr="00C036C0">
          <w:rPr>
            <w:rStyle w:val="Hyperlink"/>
          </w:rPr>
          <w:t>Learning Bank</w:t>
        </w:r>
      </w:hyperlink>
    </w:p>
    <w:p w14:paraId="04842077" w14:textId="321154BE" w:rsidR="0023196E" w:rsidRPr="000301F0" w:rsidRDefault="0023196E" w:rsidP="0023196E">
      <w:pPr>
        <w:pStyle w:val="SmallerText-Black"/>
      </w:pPr>
      <w:r w:rsidRPr="000301F0">
        <w:t>The contents in this docum</w:t>
      </w:r>
      <w:r>
        <w:t>ent is copyright © TAFE NSW 201</w:t>
      </w:r>
      <w:r w:rsidR="002431C7">
        <w:t>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913292">
        <w:rPr>
          <w:noProof/>
        </w:rPr>
        <w:t>17 December 2019</w:t>
      </w:r>
      <w:r w:rsidRPr="000301F0">
        <w:fldChar w:fldCharType="end"/>
      </w:r>
      <w:r w:rsidRPr="000301F0">
        <w:t>. For current information please refer to our website</w:t>
      </w:r>
      <w:r>
        <w:t xml:space="preserve"> or your teacher as appropriate</w:t>
      </w:r>
      <w:r w:rsidRPr="000301F0">
        <w:t>.</w:t>
      </w:r>
    </w:p>
    <w:p w14:paraId="616F9E9F" w14:textId="77777777" w:rsidR="000412B1" w:rsidRDefault="000412B1" w:rsidP="00EA68F5">
      <w:pPr>
        <w:pStyle w:val="Heading2"/>
        <w:sectPr w:rsidR="000412B1" w:rsidSect="000412B1">
          <w:pgSz w:w="11906" w:h="16838" w:code="9"/>
          <w:pgMar w:top="1418" w:right="1418" w:bottom="1418" w:left="1418" w:header="567" w:footer="454" w:gutter="0"/>
          <w:cols w:space="4253"/>
          <w:vAlign w:val="bottom"/>
          <w:docGrid w:linePitch="360"/>
        </w:sectPr>
      </w:pPr>
    </w:p>
    <w:p w14:paraId="4204C952" w14:textId="2C5C066F" w:rsidR="008A6997" w:rsidRPr="000A08F6" w:rsidRDefault="00454FB7" w:rsidP="000A08F6">
      <w:pPr>
        <w:pStyle w:val="Heading2"/>
      </w:pPr>
      <w:r w:rsidRPr="000A08F6">
        <w:lastRenderedPageBreak/>
        <w:t>A</w:t>
      </w:r>
      <w:r w:rsidR="00EA68F5" w:rsidRPr="000A08F6">
        <w:t>ssessment</w:t>
      </w:r>
      <w:r w:rsidRPr="000A08F6">
        <w:t xml:space="preserve"> </w:t>
      </w:r>
      <w:r w:rsidR="00E2658C" w:rsidRPr="000A08F6">
        <w:t>instructions</w:t>
      </w:r>
    </w:p>
    <w:p w14:paraId="7AA514E8" w14:textId="4980D2A3" w:rsidR="003E5787" w:rsidRPr="00120F99" w:rsidRDefault="003E5787" w:rsidP="00120F99">
      <w:pPr>
        <w:pStyle w:val="Caption"/>
      </w:pPr>
      <w:r w:rsidRPr="00120F99">
        <w:t xml:space="preserve">Table </w:t>
      </w:r>
      <w:r w:rsidR="00913292">
        <w:fldChar w:fldCharType="begin"/>
      </w:r>
      <w:r w:rsidR="00913292">
        <w:instrText xml:space="preserve"> SEQ Table \* ARABIC </w:instrText>
      </w:r>
      <w:r w:rsidR="00913292">
        <w:fldChar w:fldCharType="separate"/>
      </w:r>
      <w:r w:rsidR="000A08F6" w:rsidRPr="00120F99">
        <w:t>1</w:t>
      </w:r>
      <w:r w:rsidR="00913292">
        <w:fldChar w:fldCharType="end"/>
      </w:r>
      <w:r w:rsidRPr="00120F99">
        <w:t xml:space="preserve"> 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E2658C" w14:paraId="09A651F5" w14:textId="3DA51AEC" w:rsidTr="00577A18">
        <w:trPr>
          <w:cnfStyle w:val="100000000000" w:firstRow="1" w:lastRow="0" w:firstColumn="0" w:lastColumn="0" w:oddVBand="0" w:evenVBand="0" w:oddHBand="0" w:evenHBand="0" w:firstRowFirstColumn="0" w:firstRowLastColumn="0" w:lastRowFirstColumn="0" w:lastRowLastColumn="0"/>
          <w:cantSplit w:val="0"/>
          <w:tblHeader/>
        </w:trPr>
        <w:tc>
          <w:tcPr>
            <w:tcW w:w="2405" w:type="dxa"/>
          </w:tcPr>
          <w:p w14:paraId="02074C87" w14:textId="0C061F1F" w:rsidR="00E2658C" w:rsidRDefault="00E2658C" w:rsidP="00E2658C">
            <w:pPr>
              <w:rPr>
                <w:lang w:eastAsia="en-AU"/>
              </w:rPr>
            </w:pPr>
            <w:r>
              <w:rPr>
                <w:lang w:eastAsia="en-AU"/>
              </w:rPr>
              <w:t>Assessment details</w:t>
            </w:r>
          </w:p>
        </w:tc>
        <w:tc>
          <w:tcPr>
            <w:tcW w:w="6655" w:type="dxa"/>
          </w:tcPr>
          <w:p w14:paraId="6D0F93CF" w14:textId="242B35D4" w:rsidR="00E2658C" w:rsidRDefault="00E2658C" w:rsidP="00EA68F5">
            <w:pPr>
              <w:rPr>
                <w:lang w:eastAsia="en-AU"/>
              </w:rPr>
            </w:pPr>
            <w:r>
              <w:rPr>
                <w:lang w:eastAsia="en-AU"/>
              </w:rPr>
              <w:t>Instructions</w:t>
            </w:r>
          </w:p>
        </w:tc>
      </w:tr>
      <w:tr w:rsidR="00E2658C" w14:paraId="587FA05C" w14:textId="51CA1EEC" w:rsidTr="00577A18">
        <w:trPr>
          <w:cantSplit w:val="0"/>
        </w:trPr>
        <w:tc>
          <w:tcPr>
            <w:tcW w:w="2405" w:type="dxa"/>
            <w:vAlign w:val="top"/>
          </w:tcPr>
          <w:p w14:paraId="4CA2E1D2" w14:textId="32791A85" w:rsidR="00577A18" w:rsidRDefault="00404C35" w:rsidP="00151656">
            <w:pPr>
              <w:pStyle w:val="Body"/>
              <w:rPr>
                <w:b/>
                <w:sz w:val="22"/>
                <w:szCs w:val="22"/>
                <w:lang w:eastAsia="en-AU"/>
              </w:rPr>
            </w:pPr>
            <w:r w:rsidRPr="00C14A60">
              <w:rPr>
                <w:b/>
                <w:sz w:val="22"/>
                <w:szCs w:val="22"/>
                <w:lang w:eastAsia="en-AU"/>
              </w:rPr>
              <w:t>Assessment overview</w:t>
            </w:r>
          </w:p>
          <w:p w14:paraId="2810992F" w14:textId="77777777" w:rsidR="00577A18" w:rsidRPr="00577A18" w:rsidRDefault="00577A18" w:rsidP="00577A18">
            <w:pPr>
              <w:rPr>
                <w:lang w:eastAsia="en-AU"/>
              </w:rPr>
            </w:pPr>
          </w:p>
          <w:p w14:paraId="3F8A16D9" w14:textId="77777777" w:rsidR="00577A18" w:rsidRPr="00577A18" w:rsidRDefault="00577A18" w:rsidP="00577A18">
            <w:pPr>
              <w:rPr>
                <w:lang w:eastAsia="en-AU"/>
              </w:rPr>
            </w:pPr>
          </w:p>
          <w:p w14:paraId="7589EC4D" w14:textId="77777777" w:rsidR="00577A18" w:rsidRPr="00577A18" w:rsidRDefault="00577A18" w:rsidP="00577A18">
            <w:pPr>
              <w:rPr>
                <w:lang w:eastAsia="en-AU"/>
              </w:rPr>
            </w:pPr>
          </w:p>
          <w:p w14:paraId="4698AE56" w14:textId="77777777" w:rsidR="00577A18" w:rsidRPr="00577A18" w:rsidRDefault="00577A18" w:rsidP="00577A18">
            <w:pPr>
              <w:rPr>
                <w:lang w:eastAsia="en-AU"/>
              </w:rPr>
            </w:pPr>
          </w:p>
          <w:p w14:paraId="537AC888" w14:textId="2F58BD2B" w:rsidR="00577A18" w:rsidRPr="00577A18" w:rsidRDefault="00577A18" w:rsidP="00577A18">
            <w:pPr>
              <w:rPr>
                <w:lang w:eastAsia="en-AU"/>
              </w:rPr>
            </w:pPr>
          </w:p>
          <w:p w14:paraId="6AFB3DC0" w14:textId="64A61B86" w:rsidR="00E2658C" w:rsidRPr="00577A18" w:rsidRDefault="00E2658C" w:rsidP="00577A18">
            <w:pPr>
              <w:rPr>
                <w:lang w:eastAsia="en-AU"/>
              </w:rPr>
            </w:pPr>
          </w:p>
        </w:tc>
        <w:tc>
          <w:tcPr>
            <w:tcW w:w="6655" w:type="dxa"/>
            <w:vAlign w:val="top"/>
          </w:tcPr>
          <w:p w14:paraId="7E907266" w14:textId="77777777" w:rsidR="003134C7" w:rsidRDefault="00C35347" w:rsidP="003134C7">
            <w:pPr>
              <w:rPr>
                <w:sz w:val="22"/>
                <w:szCs w:val="22"/>
                <w:lang w:eastAsia="en-AU"/>
              </w:rPr>
            </w:pPr>
            <w:r w:rsidRPr="0020520F">
              <w:rPr>
                <w:sz w:val="22"/>
                <w:szCs w:val="22"/>
                <w:lang w:eastAsia="en-AU"/>
              </w:rPr>
              <w:t xml:space="preserve">The objective of this </w:t>
            </w:r>
            <w:r w:rsidR="00A1318C" w:rsidRPr="0020520F">
              <w:rPr>
                <w:sz w:val="22"/>
                <w:szCs w:val="22"/>
                <w:lang w:eastAsia="en-AU"/>
              </w:rPr>
              <w:t xml:space="preserve">clustered </w:t>
            </w:r>
            <w:r w:rsidRPr="0020520F">
              <w:rPr>
                <w:sz w:val="22"/>
                <w:szCs w:val="22"/>
                <w:lang w:eastAsia="en-AU"/>
              </w:rPr>
              <w:t xml:space="preserve">assessment is to assess your knowledge </w:t>
            </w:r>
            <w:r w:rsidR="00A1318C" w:rsidRPr="0020520F">
              <w:rPr>
                <w:sz w:val="22"/>
                <w:szCs w:val="22"/>
                <w:lang w:eastAsia="en-AU"/>
              </w:rPr>
              <w:t xml:space="preserve">in the following units:  </w:t>
            </w:r>
          </w:p>
          <w:p w14:paraId="59B379C4" w14:textId="6F284E8F" w:rsidR="003134C7" w:rsidRPr="003134C7" w:rsidRDefault="003134C7" w:rsidP="003134C7">
            <w:pPr>
              <w:pStyle w:val="ListParagraph"/>
              <w:numPr>
                <w:ilvl w:val="0"/>
                <w:numId w:val="38"/>
              </w:numPr>
              <w:rPr>
                <w:sz w:val="22"/>
                <w:szCs w:val="22"/>
              </w:rPr>
            </w:pPr>
            <w:r w:rsidRPr="003134C7">
              <w:rPr>
                <w:sz w:val="22"/>
                <w:szCs w:val="22"/>
              </w:rPr>
              <w:t>MSFKB3010 - Detail cabinet construction requirements (1)</w:t>
            </w:r>
          </w:p>
          <w:p w14:paraId="555345B8" w14:textId="77777777" w:rsidR="003134C7" w:rsidRPr="00AF61D6" w:rsidRDefault="003134C7" w:rsidP="003134C7">
            <w:pPr>
              <w:pStyle w:val="Body"/>
              <w:numPr>
                <w:ilvl w:val="0"/>
                <w:numId w:val="38"/>
              </w:numPr>
              <w:rPr>
                <w:sz w:val="22"/>
                <w:szCs w:val="22"/>
              </w:rPr>
            </w:pPr>
            <w:r w:rsidRPr="00AF61D6">
              <w:rPr>
                <w:sz w:val="22"/>
                <w:szCs w:val="22"/>
              </w:rPr>
              <w:t>MSFKB4011 - Design ancillary residential cabinetry (1)</w:t>
            </w:r>
          </w:p>
          <w:p w14:paraId="513E65AA" w14:textId="0CC80998" w:rsidR="00A1318C" w:rsidRPr="0020520F" w:rsidRDefault="00A1318C" w:rsidP="00A1318C">
            <w:pPr>
              <w:rPr>
                <w:sz w:val="22"/>
                <w:szCs w:val="22"/>
                <w:lang w:eastAsia="en-AU"/>
              </w:rPr>
            </w:pPr>
            <w:r w:rsidRPr="0020520F">
              <w:rPr>
                <w:sz w:val="22"/>
                <w:szCs w:val="22"/>
                <w:lang w:eastAsia="en-AU"/>
              </w:rPr>
              <w:t>For</w:t>
            </w:r>
            <w:r w:rsidRPr="0020520F">
              <w:rPr>
                <w:i/>
                <w:color w:val="808080" w:themeColor="background1" w:themeShade="80"/>
                <w:sz w:val="22"/>
                <w:szCs w:val="22"/>
                <w:lang w:eastAsia="en-AU"/>
              </w:rPr>
              <w:t xml:space="preserve"> </w:t>
            </w:r>
            <w:r w:rsidR="003134C7" w:rsidRPr="003134C7">
              <w:rPr>
                <w:sz w:val="22"/>
                <w:szCs w:val="22"/>
              </w:rPr>
              <w:t>MSFKB3010</w:t>
            </w:r>
            <w:r w:rsidRPr="0020520F">
              <w:rPr>
                <w:color w:val="808080" w:themeColor="background1" w:themeShade="80"/>
                <w:sz w:val="22"/>
                <w:szCs w:val="22"/>
                <w:lang w:eastAsia="en-AU"/>
              </w:rPr>
              <w:t xml:space="preserve"> </w:t>
            </w:r>
            <w:r w:rsidRPr="0020520F">
              <w:rPr>
                <w:sz w:val="22"/>
                <w:szCs w:val="22"/>
                <w:lang w:eastAsia="en-AU"/>
              </w:rPr>
              <w:t xml:space="preserve">you would be required to </w:t>
            </w:r>
            <w:r w:rsidR="003134C7">
              <w:rPr>
                <w:sz w:val="22"/>
                <w:szCs w:val="22"/>
                <w:lang w:eastAsia="en-AU"/>
              </w:rPr>
              <w:t>answer all the questions in this assessment.</w:t>
            </w:r>
          </w:p>
          <w:p w14:paraId="1FBE0983" w14:textId="4AB6CB06" w:rsidR="00E2658C" w:rsidRPr="000412B1" w:rsidRDefault="00A1318C" w:rsidP="003134C7">
            <w:pPr>
              <w:rPr>
                <w:sz w:val="22"/>
                <w:szCs w:val="22"/>
                <w:lang w:eastAsia="en-AU"/>
              </w:rPr>
            </w:pPr>
            <w:r w:rsidRPr="0020520F">
              <w:rPr>
                <w:sz w:val="22"/>
                <w:szCs w:val="22"/>
                <w:lang w:eastAsia="en-AU"/>
              </w:rPr>
              <w:t xml:space="preserve">For </w:t>
            </w:r>
            <w:r w:rsidR="003134C7" w:rsidRPr="003134C7">
              <w:rPr>
                <w:sz w:val="22"/>
                <w:szCs w:val="22"/>
              </w:rPr>
              <w:t>MSFKB3010</w:t>
            </w:r>
            <w:r w:rsidRPr="0020520F">
              <w:rPr>
                <w:sz w:val="22"/>
                <w:szCs w:val="22"/>
                <w:lang w:eastAsia="en-AU"/>
              </w:rPr>
              <w:t xml:space="preserve"> you would be required to </w:t>
            </w:r>
            <w:r w:rsidR="003134C7">
              <w:rPr>
                <w:sz w:val="22"/>
                <w:szCs w:val="22"/>
                <w:lang w:eastAsia="en-AU"/>
              </w:rPr>
              <w:t>answer all the questions in this assessment.</w:t>
            </w:r>
          </w:p>
        </w:tc>
      </w:tr>
      <w:tr w:rsidR="00F437A5" w14:paraId="493673C7" w14:textId="77777777" w:rsidTr="00577A18">
        <w:trPr>
          <w:cantSplit w:val="0"/>
        </w:trPr>
        <w:tc>
          <w:tcPr>
            <w:tcW w:w="2405" w:type="dxa"/>
            <w:vAlign w:val="top"/>
          </w:tcPr>
          <w:p w14:paraId="6781D485" w14:textId="0AC77185" w:rsidR="00F437A5" w:rsidRPr="00577A18" w:rsidRDefault="00F437A5" w:rsidP="00950B87">
            <w:pPr>
              <w:pStyle w:val="Body"/>
              <w:rPr>
                <w:b/>
                <w:sz w:val="22"/>
                <w:szCs w:val="22"/>
                <w:lang w:eastAsia="en-AU"/>
              </w:rPr>
            </w:pPr>
            <w:r>
              <w:rPr>
                <w:b/>
                <w:sz w:val="22"/>
                <w:szCs w:val="22"/>
                <w:lang w:eastAsia="en-AU"/>
              </w:rPr>
              <w:t>Assessment Event number</w:t>
            </w:r>
          </w:p>
        </w:tc>
        <w:tc>
          <w:tcPr>
            <w:tcW w:w="6655" w:type="dxa"/>
            <w:vAlign w:val="top"/>
          </w:tcPr>
          <w:p w14:paraId="1CDC4457" w14:textId="0CBC6C73" w:rsidR="00A628BC" w:rsidRPr="003134C7" w:rsidRDefault="00A628BC" w:rsidP="00151656">
            <w:pPr>
              <w:pStyle w:val="Body"/>
              <w:rPr>
                <w:sz w:val="22"/>
                <w:szCs w:val="22"/>
                <w:lang w:eastAsia="en-AU"/>
              </w:rPr>
            </w:pPr>
            <w:r>
              <w:rPr>
                <w:sz w:val="22"/>
                <w:szCs w:val="22"/>
                <w:lang w:eastAsia="en-AU"/>
              </w:rPr>
              <w:t xml:space="preserve">1 of </w:t>
            </w:r>
            <w:r w:rsidR="003134C7">
              <w:rPr>
                <w:sz w:val="22"/>
                <w:szCs w:val="22"/>
                <w:lang w:eastAsia="en-AU"/>
              </w:rPr>
              <w:t>2</w:t>
            </w:r>
          </w:p>
        </w:tc>
      </w:tr>
      <w:tr w:rsidR="00E2658C" w14:paraId="1E15D6F8" w14:textId="773AE6F8" w:rsidTr="00577A18">
        <w:trPr>
          <w:cantSplit w:val="0"/>
        </w:trPr>
        <w:tc>
          <w:tcPr>
            <w:tcW w:w="2405" w:type="dxa"/>
            <w:vAlign w:val="top"/>
          </w:tcPr>
          <w:p w14:paraId="3337C4FC" w14:textId="3DB26D20" w:rsidR="00577A18" w:rsidRDefault="00E2658C" w:rsidP="00151656">
            <w:pPr>
              <w:pStyle w:val="Body"/>
              <w:rPr>
                <w:b/>
                <w:sz w:val="22"/>
                <w:szCs w:val="22"/>
              </w:rPr>
            </w:pPr>
            <w:r w:rsidRPr="00C14A60">
              <w:rPr>
                <w:b/>
                <w:sz w:val="22"/>
                <w:szCs w:val="22"/>
              </w:rPr>
              <w:t xml:space="preserve">Instructions for </w:t>
            </w:r>
            <w:r w:rsidR="009A00B6">
              <w:rPr>
                <w:b/>
                <w:sz w:val="22"/>
                <w:szCs w:val="22"/>
              </w:rPr>
              <w:t xml:space="preserve">this </w:t>
            </w:r>
            <w:r w:rsidRPr="00C14A60">
              <w:rPr>
                <w:b/>
                <w:sz w:val="22"/>
                <w:szCs w:val="22"/>
              </w:rPr>
              <w:t>assessment</w:t>
            </w:r>
          </w:p>
          <w:p w14:paraId="49216C49" w14:textId="77777777" w:rsidR="00577A18" w:rsidRPr="00577A18" w:rsidRDefault="00577A18" w:rsidP="00577A18"/>
          <w:p w14:paraId="24F5CD2B" w14:textId="77777777" w:rsidR="00577A18" w:rsidRPr="00577A18" w:rsidRDefault="00577A18" w:rsidP="00577A18"/>
          <w:p w14:paraId="3C4F4EEC" w14:textId="77777777" w:rsidR="00577A18" w:rsidRPr="00577A18" w:rsidRDefault="00577A18" w:rsidP="00577A18"/>
          <w:p w14:paraId="01114B81" w14:textId="247412E3" w:rsidR="00E2658C" w:rsidRPr="00577A18" w:rsidRDefault="00E2658C" w:rsidP="00577A18"/>
        </w:tc>
        <w:tc>
          <w:tcPr>
            <w:tcW w:w="6655" w:type="dxa"/>
            <w:vAlign w:val="top"/>
          </w:tcPr>
          <w:p w14:paraId="599BE6BB" w14:textId="77777777" w:rsidR="00A1318C" w:rsidRPr="0020520F" w:rsidRDefault="00C35347" w:rsidP="00A1318C">
            <w:pPr>
              <w:rPr>
                <w:sz w:val="22"/>
                <w:szCs w:val="22"/>
              </w:rPr>
            </w:pPr>
            <w:r w:rsidRPr="0020520F">
              <w:rPr>
                <w:sz w:val="22"/>
                <w:szCs w:val="22"/>
                <w:lang w:eastAsia="en-AU"/>
              </w:rPr>
              <w:t xml:space="preserve">This is a </w:t>
            </w:r>
            <w:r w:rsidR="00A1318C" w:rsidRPr="0020520F">
              <w:rPr>
                <w:sz w:val="22"/>
                <w:szCs w:val="22"/>
                <w:lang w:eastAsia="en-AU"/>
              </w:rPr>
              <w:t xml:space="preserve">clustered </w:t>
            </w:r>
            <w:r w:rsidRPr="0020520F">
              <w:rPr>
                <w:sz w:val="22"/>
                <w:szCs w:val="22"/>
                <w:lang w:eastAsia="en-AU"/>
              </w:rPr>
              <w:t xml:space="preserve">written assessment and </w:t>
            </w:r>
            <w:r w:rsidR="009A00B6" w:rsidRPr="0020520F">
              <w:rPr>
                <w:sz w:val="22"/>
                <w:szCs w:val="22"/>
                <w:lang w:eastAsia="en-AU"/>
              </w:rPr>
              <w:t xml:space="preserve">it </w:t>
            </w:r>
            <w:r w:rsidRPr="0020520F">
              <w:rPr>
                <w:sz w:val="22"/>
                <w:szCs w:val="22"/>
                <w:lang w:eastAsia="en-AU"/>
              </w:rPr>
              <w:t xml:space="preserve">will be assessing you on your knowledge of </w:t>
            </w:r>
            <w:r w:rsidR="00A1318C" w:rsidRPr="0020520F">
              <w:rPr>
                <w:sz w:val="22"/>
                <w:szCs w:val="22"/>
                <w:lang w:eastAsia="en-AU"/>
              </w:rPr>
              <w:t>all the units listed in this assessment.</w:t>
            </w:r>
          </w:p>
          <w:p w14:paraId="3CE7F379" w14:textId="77777777" w:rsidR="003134C7" w:rsidRPr="0024500E" w:rsidRDefault="003134C7" w:rsidP="003134C7">
            <w:pPr>
              <w:pStyle w:val="Body"/>
              <w:rPr>
                <w:sz w:val="22"/>
                <w:szCs w:val="22"/>
              </w:rPr>
            </w:pPr>
            <w:r w:rsidRPr="0024500E">
              <w:rPr>
                <w:sz w:val="22"/>
                <w:szCs w:val="22"/>
              </w:rPr>
              <w:t xml:space="preserve">This assessment is in </w:t>
            </w:r>
            <w:r>
              <w:rPr>
                <w:sz w:val="22"/>
                <w:szCs w:val="22"/>
              </w:rPr>
              <w:t>two (2)</w:t>
            </w:r>
            <w:r w:rsidRPr="0024500E">
              <w:rPr>
                <w:sz w:val="22"/>
                <w:szCs w:val="22"/>
              </w:rPr>
              <w:t xml:space="preserve"> parts:</w:t>
            </w:r>
          </w:p>
          <w:p w14:paraId="29743B88" w14:textId="77777777" w:rsidR="003134C7" w:rsidRPr="00AF61D6" w:rsidRDefault="003134C7" w:rsidP="003134C7">
            <w:pPr>
              <w:pStyle w:val="Body"/>
              <w:numPr>
                <w:ilvl w:val="0"/>
                <w:numId w:val="34"/>
              </w:numPr>
              <w:rPr>
                <w:sz w:val="22"/>
                <w:szCs w:val="22"/>
              </w:rPr>
            </w:pPr>
            <w:r w:rsidRPr="00AF61D6">
              <w:rPr>
                <w:sz w:val="22"/>
                <w:szCs w:val="22"/>
              </w:rPr>
              <w:t>Short answer questions</w:t>
            </w:r>
          </w:p>
          <w:p w14:paraId="6B1C8A53" w14:textId="77777777" w:rsidR="003134C7" w:rsidRPr="0024500E" w:rsidRDefault="003134C7" w:rsidP="003134C7">
            <w:pPr>
              <w:pStyle w:val="Body"/>
              <w:rPr>
                <w:sz w:val="22"/>
                <w:szCs w:val="22"/>
              </w:rPr>
            </w:pPr>
            <w:r w:rsidRPr="0024500E">
              <w:rPr>
                <w:sz w:val="22"/>
                <w:szCs w:val="22"/>
              </w:rPr>
              <w:t>The assessment also contains:</w:t>
            </w:r>
          </w:p>
          <w:p w14:paraId="7D8CD009" w14:textId="38DE5E11" w:rsidR="00993432" w:rsidRPr="00577A18" w:rsidRDefault="003134C7" w:rsidP="00151656">
            <w:pPr>
              <w:pStyle w:val="Body"/>
              <w:numPr>
                <w:ilvl w:val="0"/>
                <w:numId w:val="34"/>
              </w:numPr>
              <w:rPr>
                <w:sz w:val="22"/>
                <w:szCs w:val="22"/>
              </w:rPr>
            </w:pPr>
            <w:r w:rsidRPr="0024500E">
              <w:rPr>
                <w:sz w:val="22"/>
                <w:szCs w:val="22"/>
              </w:rPr>
              <w:t>Assessment feedback</w:t>
            </w:r>
          </w:p>
        </w:tc>
      </w:tr>
      <w:tr w:rsidR="00E2658C" w14:paraId="771AF0E1" w14:textId="1FF3804B" w:rsidTr="00577A18">
        <w:trPr>
          <w:cantSplit w:val="0"/>
        </w:trPr>
        <w:tc>
          <w:tcPr>
            <w:tcW w:w="2405" w:type="dxa"/>
            <w:vAlign w:val="top"/>
          </w:tcPr>
          <w:p w14:paraId="46E49892" w14:textId="434AD805" w:rsidR="00577A18" w:rsidRDefault="00E2658C" w:rsidP="00151656">
            <w:pPr>
              <w:pStyle w:val="Body"/>
              <w:rPr>
                <w:b/>
                <w:sz w:val="22"/>
                <w:szCs w:val="22"/>
              </w:rPr>
            </w:pPr>
            <w:r w:rsidRPr="00C14A60">
              <w:rPr>
                <w:b/>
                <w:sz w:val="22"/>
                <w:szCs w:val="22"/>
              </w:rPr>
              <w:t xml:space="preserve">Submission instructions </w:t>
            </w:r>
          </w:p>
          <w:p w14:paraId="6B925E09" w14:textId="77777777" w:rsidR="00577A18" w:rsidRPr="00577A18" w:rsidRDefault="00577A18" w:rsidP="00577A18"/>
          <w:p w14:paraId="383ED24F" w14:textId="77777777" w:rsidR="00577A18" w:rsidRPr="00577A18" w:rsidRDefault="00577A18" w:rsidP="00577A18"/>
          <w:p w14:paraId="52D051BF" w14:textId="77777777" w:rsidR="00577A18" w:rsidRPr="00577A18" w:rsidRDefault="00577A18" w:rsidP="00577A18"/>
          <w:p w14:paraId="64788E36" w14:textId="77777777" w:rsidR="00577A18" w:rsidRPr="00577A18" w:rsidRDefault="00577A18" w:rsidP="00577A18"/>
          <w:p w14:paraId="294E0525" w14:textId="67D95B91" w:rsidR="00E2658C" w:rsidRPr="00577A18" w:rsidRDefault="00E2658C" w:rsidP="00577A18"/>
        </w:tc>
        <w:tc>
          <w:tcPr>
            <w:tcW w:w="6655" w:type="dxa"/>
            <w:vAlign w:val="top"/>
          </w:tcPr>
          <w:p w14:paraId="3A5D47E5" w14:textId="41684DA2" w:rsidR="0020520F" w:rsidRPr="00DF3485" w:rsidRDefault="00716998" w:rsidP="0020520F">
            <w:pPr>
              <w:pStyle w:val="Body"/>
              <w:rPr>
                <w:i/>
                <w:sz w:val="22"/>
                <w:szCs w:val="22"/>
                <w:lang w:eastAsia="en-AU"/>
              </w:rPr>
            </w:pPr>
            <w:r w:rsidRPr="0063453E">
              <w:rPr>
                <w:sz w:val="22"/>
                <w:szCs w:val="22"/>
                <w:lang w:eastAsia="en-AU"/>
              </w:rPr>
              <w:t xml:space="preserve">On completion of this assessment, you are required </w:t>
            </w:r>
            <w:r w:rsidRPr="001F771D">
              <w:rPr>
                <w:sz w:val="22"/>
                <w:szCs w:val="22"/>
                <w:lang w:eastAsia="en-AU"/>
              </w:rPr>
              <w:t xml:space="preserve">to upload </w:t>
            </w:r>
            <w:r w:rsidR="00AA278D" w:rsidRPr="001F771D">
              <w:rPr>
                <w:sz w:val="22"/>
                <w:szCs w:val="22"/>
                <w:lang w:eastAsia="en-AU"/>
              </w:rPr>
              <w:t xml:space="preserve">it </w:t>
            </w:r>
            <w:r w:rsidRPr="001F771D">
              <w:rPr>
                <w:sz w:val="22"/>
                <w:szCs w:val="22"/>
                <w:lang w:eastAsia="en-AU"/>
              </w:rPr>
              <w:t>or</w:t>
            </w:r>
            <w:r w:rsidR="00D9320D">
              <w:rPr>
                <w:sz w:val="22"/>
                <w:szCs w:val="22"/>
                <w:lang w:eastAsia="en-AU"/>
              </w:rPr>
              <w:t xml:space="preserve"> hand it to your </w:t>
            </w:r>
            <w:r w:rsidR="00D9320D" w:rsidRPr="00DF3485">
              <w:rPr>
                <w:sz w:val="22"/>
                <w:szCs w:val="22"/>
                <w:lang w:eastAsia="en-AU"/>
              </w:rPr>
              <w:t>assessor</w:t>
            </w:r>
            <w:r w:rsidRPr="00DF3485">
              <w:rPr>
                <w:sz w:val="22"/>
                <w:szCs w:val="22"/>
                <w:lang w:eastAsia="en-AU"/>
              </w:rPr>
              <w:t xml:space="preserve"> for marking.</w:t>
            </w:r>
            <w:r w:rsidR="00E6443E" w:rsidRPr="00DF3485">
              <w:rPr>
                <w:sz w:val="22"/>
                <w:szCs w:val="22"/>
                <w:lang w:eastAsia="en-AU"/>
              </w:rPr>
              <w:t xml:space="preserve"> </w:t>
            </w:r>
          </w:p>
          <w:p w14:paraId="20C82B5C" w14:textId="77777777" w:rsidR="00591798" w:rsidRPr="00DF3485" w:rsidRDefault="00591798" w:rsidP="00591798">
            <w:pPr>
              <w:pStyle w:val="Body"/>
              <w:rPr>
                <w:sz w:val="22"/>
                <w:szCs w:val="22"/>
                <w:lang w:eastAsia="en-AU"/>
              </w:rPr>
            </w:pPr>
            <w:r w:rsidRPr="00DF3485">
              <w:rPr>
                <w:sz w:val="22"/>
                <w:szCs w:val="22"/>
                <w:lang w:eastAsia="en-AU"/>
              </w:rPr>
              <w:t>Ensure you have written your name at the bottom of each page of this assessment.</w:t>
            </w:r>
          </w:p>
          <w:p w14:paraId="4ABE06E2" w14:textId="7AE6981D" w:rsidR="00C35347" w:rsidRPr="00C14A60" w:rsidRDefault="00C35347" w:rsidP="00151656">
            <w:pPr>
              <w:pStyle w:val="Body"/>
              <w:rPr>
                <w:i/>
                <w:color w:val="FF0000"/>
                <w:sz w:val="22"/>
                <w:szCs w:val="22"/>
                <w:lang w:eastAsia="en-AU"/>
              </w:rPr>
            </w:pPr>
            <w:r w:rsidRPr="00DF3485">
              <w:rPr>
                <w:sz w:val="22"/>
                <w:szCs w:val="22"/>
                <w:lang w:eastAsia="en-AU"/>
              </w:rPr>
              <w:t>It is important that you keep a copy of all electronic and hardcopy assessments submitted to TAFE</w:t>
            </w:r>
            <w:r w:rsidR="00914383" w:rsidRPr="00DF3485">
              <w:rPr>
                <w:sz w:val="22"/>
                <w:szCs w:val="22"/>
                <w:lang w:eastAsia="en-AU"/>
              </w:rPr>
              <w:t xml:space="preserve"> and complete the assessment declaration when submitting the assessment</w:t>
            </w:r>
            <w:r w:rsidRPr="00DF3485">
              <w:rPr>
                <w:sz w:val="22"/>
                <w:szCs w:val="22"/>
                <w:lang w:eastAsia="en-AU"/>
              </w:rPr>
              <w:t>.</w:t>
            </w:r>
          </w:p>
        </w:tc>
      </w:tr>
      <w:tr w:rsidR="00E2658C" w14:paraId="475854B1" w14:textId="77777777" w:rsidTr="00577A18">
        <w:trPr>
          <w:cantSplit w:val="0"/>
        </w:trPr>
        <w:tc>
          <w:tcPr>
            <w:tcW w:w="2405" w:type="dxa"/>
            <w:vAlign w:val="top"/>
          </w:tcPr>
          <w:p w14:paraId="60FEB6AF" w14:textId="7D36E6B2" w:rsidR="00577A18" w:rsidRDefault="00E2658C" w:rsidP="00151656">
            <w:pPr>
              <w:pStyle w:val="Body"/>
              <w:rPr>
                <w:b/>
                <w:sz w:val="22"/>
                <w:szCs w:val="22"/>
              </w:rPr>
            </w:pPr>
            <w:r w:rsidRPr="00C14A60">
              <w:rPr>
                <w:b/>
                <w:sz w:val="22"/>
                <w:szCs w:val="22"/>
              </w:rPr>
              <w:t>What do I need to do to achieve a satisfactory result?</w:t>
            </w:r>
          </w:p>
          <w:p w14:paraId="3E3D38FE" w14:textId="7575A6A8" w:rsidR="00E2658C" w:rsidRPr="00577A18" w:rsidRDefault="00E2658C" w:rsidP="00577A18"/>
        </w:tc>
        <w:tc>
          <w:tcPr>
            <w:tcW w:w="6655" w:type="dxa"/>
            <w:vAlign w:val="top"/>
          </w:tcPr>
          <w:p w14:paraId="26B34B31" w14:textId="29D39B9E" w:rsidR="00E2658C" w:rsidRPr="000412B1" w:rsidRDefault="00E2658C" w:rsidP="00151656">
            <w:pPr>
              <w:pStyle w:val="Body"/>
              <w:rPr>
                <w:i/>
                <w:sz w:val="22"/>
                <w:szCs w:val="22"/>
                <w:lang w:eastAsia="en-AU"/>
              </w:rPr>
            </w:pPr>
            <w:r w:rsidRPr="000412B1">
              <w:rPr>
                <w:sz w:val="22"/>
                <w:szCs w:val="22"/>
              </w:rPr>
              <w:t xml:space="preserve">To </w:t>
            </w:r>
            <w:r w:rsidR="00E6443E" w:rsidRPr="000412B1">
              <w:rPr>
                <w:sz w:val="22"/>
                <w:szCs w:val="22"/>
              </w:rPr>
              <w:t xml:space="preserve">achieve a satisfactory result for </w:t>
            </w:r>
            <w:r w:rsidRPr="000412B1">
              <w:rPr>
                <w:sz w:val="22"/>
                <w:szCs w:val="22"/>
              </w:rPr>
              <w:t>this assessment all questions must be answered correctly</w:t>
            </w:r>
            <w:r w:rsidR="00C35347" w:rsidRPr="000412B1">
              <w:rPr>
                <w:sz w:val="22"/>
                <w:szCs w:val="22"/>
              </w:rPr>
              <w:t>.</w:t>
            </w:r>
          </w:p>
        </w:tc>
      </w:tr>
      <w:tr w:rsidR="003134C7" w14:paraId="6AB97809" w14:textId="77777777" w:rsidTr="00577A18">
        <w:trPr>
          <w:cantSplit w:val="0"/>
        </w:trPr>
        <w:tc>
          <w:tcPr>
            <w:tcW w:w="2405" w:type="dxa"/>
            <w:vAlign w:val="top"/>
          </w:tcPr>
          <w:p w14:paraId="2CA602DE" w14:textId="4217F519" w:rsidR="003134C7" w:rsidRPr="00C14A60" w:rsidRDefault="003134C7" w:rsidP="003134C7">
            <w:pPr>
              <w:pStyle w:val="Body"/>
              <w:rPr>
                <w:b/>
                <w:sz w:val="22"/>
                <w:szCs w:val="22"/>
              </w:rPr>
            </w:pPr>
            <w:r w:rsidRPr="00D977EB">
              <w:rPr>
                <w:b/>
                <w:sz w:val="22"/>
                <w:szCs w:val="22"/>
              </w:rPr>
              <w:lastRenderedPageBreak/>
              <w:t>What do I need to provide?</w:t>
            </w:r>
          </w:p>
        </w:tc>
        <w:tc>
          <w:tcPr>
            <w:tcW w:w="6655" w:type="dxa"/>
            <w:vAlign w:val="top"/>
          </w:tcPr>
          <w:p w14:paraId="3E128FE3" w14:textId="77777777" w:rsidR="003134C7" w:rsidRPr="00AF61D6" w:rsidRDefault="003134C7" w:rsidP="003134C7">
            <w:pPr>
              <w:rPr>
                <w:sz w:val="22"/>
                <w:szCs w:val="22"/>
              </w:rPr>
            </w:pPr>
            <w:r w:rsidRPr="00AF61D6">
              <w:rPr>
                <w:sz w:val="22"/>
                <w:szCs w:val="22"/>
              </w:rPr>
              <w:t>Calculator, pens, reference documents</w:t>
            </w:r>
          </w:p>
          <w:p w14:paraId="77C8BAF6" w14:textId="461566B9" w:rsidR="003134C7" w:rsidRPr="00EF36B2" w:rsidRDefault="003134C7" w:rsidP="003134C7">
            <w:pPr>
              <w:pStyle w:val="Body"/>
              <w:rPr>
                <w:i/>
                <w:color w:val="808080" w:themeColor="background1" w:themeShade="80"/>
                <w:sz w:val="22"/>
                <w:szCs w:val="22"/>
              </w:rPr>
            </w:pPr>
          </w:p>
        </w:tc>
      </w:tr>
      <w:tr w:rsidR="00F47016" w14:paraId="3C692E62" w14:textId="77777777" w:rsidTr="00577A18">
        <w:trPr>
          <w:cantSplit w:val="0"/>
        </w:trPr>
        <w:tc>
          <w:tcPr>
            <w:tcW w:w="2405" w:type="dxa"/>
            <w:vAlign w:val="top"/>
          </w:tcPr>
          <w:p w14:paraId="7CE63B3B" w14:textId="2E261BF9" w:rsidR="00F47016" w:rsidRPr="0020520F" w:rsidRDefault="00F47016" w:rsidP="00F47016">
            <w:pPr>
              <w:pStyle w:val="Body"/>
              <w:rPr>
                <w:b/>
                <w:sz w:val="22"/>
                <w:szCs w:val="22"/>
              </w:rPr>
            </w:pPr>
            <w:r w:rsidRPr="0020520F">
              <w:rPr>
                <w:b/>
                <w:sz w:val="22"/>
                <w:szCs w:val="22"/>
              </w:rPr>
              <w:t>Due date/time allowed/location</w:t>
            </w:r>
          </w:p>
        </w:tc>
        <w:tc>
          <w:tcPr>
            <w:tcW w:w="6655" w:type="dxa"/>
            <w:vAlign w:val="top"/>
          </w:tcPr>
          <w:p w14:paraId="773ADF6C" w14:textId="77777777" w:rsidR="00F47016" w:rsidRPr="00213AC6" w:rsidRDefault="00F47016" w:rsidP="00F47016">
            <w:pPr>
              <w:rPr>
                <w:rFonts w:cs="Calibri"/>
                <w:iCs/>
                <w:sz w:val="22"/>
              </w:rPr>
            </w:pPr>
            <w:r w:rsidRPr="00213AC6">
              <w:rPr>
                <w:iCs/>
              </w:rPr>
              <w:t xml:space="preserve">The estimated time for a student to complete this assessment is </w:t>
            </w:r>
            <w:r>
              <w:rPr>
                <w:iCs/>
              </w:rPr>
              <w:t>120</w:t>
            </w:r>
            <w:r w:rsidRPr="00213AC6">
              <w:rPr>
                <w:iCs/>
              </w:rPr>
              <w:t xml:space="preserve"> minutes. However there is no time limit for students to complete this assessment. Students may complete the assessment outside of the classroom and submit to their teacher for marking. Assessment is due by week </w:t>
            </w:r>
            <w:r>
              <w:rPr>
                <w:iCs/>
              </w:rPr>
              <w:t>16</w:t>
            </w:r>
          </w:p>
          <w:p w14:paraId="277B333B" w14:textId="1B5A6E01" w:rsidR="00F47016" w:rsidRPr="0020520F" w:rsidRDefault="00F47016" w:rsidP="00F47016">
            <w:pPr>
              <w:pStyle w:val="NormalWeb"/>
              <w:rPr>
                <w:i/>
                <w:sz w:val="22"/>
                <w:szCs w:val="22"/>
              </w:rPr>
            </w:pPr>
          </w:p>
        </w:tc>
      </w:tr>
      <w:tr w:rsidR="00431032" w14:paraId="414112C6" w14:textId="77777777" w:rsidTr="00577A18">
        <w:trPr>
          <w:cantSplit w:val="0"/>
        </w:trPr>
        <w:tc>
          <w:tcPr>
            <w:tcW w:w="2405" w:type="dxa"/>
            <w:vAlign w:val="top"/>
          </w:tcPr>
          <w:p w14:paraId="79335D99" w14:textId="298F48EB" w:rsidR="00431032" w:rsidRPr="0020520F" w:rsidRDefault="0020520F" w:rsidP="00151656">
            <w:pPr>
              <w:pStyle w:val="Body"/>
              <w:rPr>
                <w:b/>
                <w:sz w:val="22"/>
                <w:szCs w:val="22"/>
              </w:rPr>
            </w:pPr>
            <w:r w:rsidRPr="0020520F">
              <w:rPr>
                <w:b/>
                <w:sz w:val="22"/>
                <w:szCs w:val="22"/>
              </w:rPr>
              <w:t>Supervision</w:t>
            </w:r>
          </w:p>
        </w:tc>
        <w:tc>
          <w:tcPr>
            <w:tcW w:w="6655" w:type="dxa"/>
            <w:vAlign w:val="top"/>
          </w:tcPr>
          <w:p w14:paraId="429AA1E1" w14:textId="0D0B65D0" w:rsidR="00431032" w:rsidRPr="003134C7" w:rsidRDefault="00431032" w:rsidP="00950B87">
            <w:pPr>
              <w:pStyle w:val="Body"/>
              <w:rPr>
                <w:sz w:val="22"/>
                <w:szCs w:val="22"/>
              </w:rPr>
            </w:pPr>
            <w:r w:rsidRPr="003134C7">
              <w:t>This is an unsupervised, take-home assessment. Your assessor may ask for additional evidence to verify the authenticity of your submission and confirm that the assessment task was completed by you.</w:t>
            </w:r>
          </w:p>
        </w:tc>
      </w:tr>
      <w:tr w:rsidR="00E2658C" w14:paraId="2CE11ADE" w14:textId="77777777" w:rsidTr="00577A18">
        <w:trPr>
          <w:cantSplit w:val="0"/>
        </w:trPr>
        <w:tc>
          <w:tcPr>
            <w:tcW w:w="2405" w:type="dxa"/>
            <w:vAlign w:val="top"/>
          </w:tcPr>
          <w:p w14:paraId="5304A975" w14:textId="300ECF92" w:rsidR="00E2658C" w:rsidRPr="0063453E" w:rsidRDefault="00E2658C" w:rsidP="00151656">
            <w:pPr>
              <w:pStyle w:val="Body"/>
              <w:rPr>
                <w:b/>
                <w:sz w:val="22"/>
                <w:szCs w:val="22"/>
              </w:rPr>
            </w:pPr>
            <w:r w:rsidRPr="0063453E">
              <w:rPr>
                <w:b/>
                <w:sz w:val="22"/>
                <w:szCs w:val="22"/>
              </w:rPr>
              <w:t>Assessment feedback, review or appeals</w:t>
            </w:r>
          </w:p>
        </w:tc>
        <w:tc>
          <w:tcPr>
            <w:tcW w:w="6655" w:type="dxa"/>
            <w:vAlign w:val="top"/>
          </w:tcPr>
          <w:p w14:paraId="31E1A8E6" w14:textId="77777777" w:rsidR="00431032" w:rsidRPr="0020520F" w:rsidRDefault="00431032" w:rsidP="00431032">
            <w:r w:rsidRPr="0020520F">
              <w:t xml:space="preserve">In accordance with the TAFE NSW policy </w:t>
            </w:r>
            <w:r w:rsidRPr="0020520F">
              <w:rPr>
                <w:i/>
                <w:iCs/>
              </w:rPr>
              <w:t xml:space="preserve">Manage Assessment Appeals, </w:t>
            </w:r>
            <w:r w:rsidRPr="0020520F">
              <w:t xml:space="preserve">all students have the right to appeal an assessment decision in relation to how the assessment was conducted and the outcome of the assessment. Appeals must be lodged within </w:t>
            </w:r>
            <w:r w:rsidRPr="0020520F">
              <w:rPr>
                <w:b/>
                <w:bCs/>
              </w:rPr>
              <w:t>14 working days</w:t>
            </w:r>
            <w:r w:rsidRPr="0020520F">
              <w:t xml:space="preserve"> of the formal notification of the result of the assessment. </w:t>
            </w:r>
          </w:p>
          <w:p w14:paraId="391942D7" w14:textId="77777777" w:rsidR="00431032" w:rsidRPr="0020520F" w:rsidRDefault="00431032" w:rsidP="00431032">
            <w:pPr>
              <w:rPr>
                <w:sz w:val="22"/>
                <w:szCs w:val="22"/>
                <w:lang w:eastAsia="en-AU"/>
              </w:rPr>
            </w:pPr>
            <w:r w:rsidRPr="0020520F">
              <w:rPr>
                <w:sz w:val="22"/>
                <w:szCs w:val="22"/>
                <w:lang w:eastAsia="en-AU"/>
              </w:rPr>
              <w:t>If you would like to request a review of your results or if you have any concerns about your results, contact your Teacher or Head Teacher.  If they are unavailable, contact the Student Administration Officer.</w:t>
            </w:r>
          </w:p>
          <w:p w14:paraId="74E5BF19" w14:textId="1926104B" w:rsidR="00E2658C" w:rsidRPr="0020520F" w:rsidRDefault="00431032" w:rsidP="00431032">
            <w:pPr>
              <w:pStyle w:val="Body"/>
              <w:rPr>
                <w:sz w:val="22"/>
                <w:szCs w:val="22"/>
                <w:lang w:eastAsia="en-AU"/>
              </w:rPr>
            </w:pPr>
            <w:r w:rsidRPr="0020520F">
              <w:rPr>
                <w:sz w:val="22"/>
                <w:szCs w:val="22"/>
                <w:lang w:eastAsia="en-AU"/>
              </w:rPr>
              <w:t>Contact your Head Teacher for the assessment appeals procedures at your college/campus.</w:t>
            </w:r>
          </w:p>
        </w:tc>
      </w:tr>
    </w:tbl>
    <w:p w14:paraId="47FB7150" w14:textId="77777777" w:rsidR="002767E6" w:rsidRDefault="002767E6">
      <w:pPr>
        <w:tabs>
          <w:tab w:val="clear" w:pos="284"/>
        </w:tabs>
        <w:spacing w:before="0" w:after="200" w:line="276" w:lineRule="auto"/>
        <w:rPr>
          <w:rFonts w:eastAsia="Times New Roman"/>
          <w:b/>
          <w:noProof/>
          <w:color w:val="464748"/>
          <w:kern w:val="22"/>
          <w:sz w:val="36"/>
          <w:szCs w:val="36"/>
          <w:lang w:eastAsia="en-AU"/>
        </w:rPr>
      </w:pPr>
      <w:r>
        <w:br w:type="page"/>
      </w:r>
    </w:p>
    <w:p w14:paraId="2BE7F203" w14:textId="77777777" w:rsidR="00930FA0" w:rsidRDefault="00930FA0" w:rsidP="00930FA0">
      <w:pPr>
        <w:pStyle w:val="Heading2"/>
      </w:pPr>
      <w:r>
        <w:lastRenderedPageBreak/>
        <w:t>Part 1: Short answer</w:t>
      </w:r>
    </w:p>
    <w:p w14:paraId="7C3C1F40" w14:textId="77777777" w:rsidR="00930FA0" w:rsidRPr="00D764AC" w:rsidRDefault="00930FA0" w:rsidP="00930FA0">
      <w:pPr>
        <w:rPr>
          <w:sz w:val="22"/>
          <w:szCs w:val="22"/>
        </w:rPr>
      </w:pPr>
      <w:r w:rsidRPr="00D764AC">
        <w:rPr>
          <w:sz w:val="22"/>
          <w:szCs w:val="22"/>
        </w:rPr>
        <w:t>Read the question carefully. Your answer should be a minimum of ten words but no longer than one hundred</w:t>
      </w:r>
      <w:r w:rsidRPr="00D764AC">
        <w:rPr>
          <w:rStyle w:val="GuidetextChar"/>
          <w:sz w:val="22"/>
          <w:szCs w:val="22"/>
        </w:rPr>
        <w:t xml:space="preserve"> </w:t>
      </w:r>
      <w:r w:rsidRPr="00D764AC">
        <w:rPr>
          <w:sz w:val="22"/>
          <w:szCs w:val="22"/>
        </w:rPr>
        <w:t xml:space="preserve">words. </w:t>
      </w:r>
    </w:p>
    <w:p w14:paraId="2987C300" w14:textId="34E33A11" w:rsidR="00930FA0" w:rsidRPr="00D764AC" w:rsidRDefault="00930FA0" w:rsidP="00930FA0">
      <w:pPr>
        <w:pStyle w:val="Body"/>
        <w:numPr>
          <w:ilvl w:val="0"/>
          <w:numId w:val="32"/>
        </w:numPr>
        <w:rPr>
          <w:sz w:val="22"/>
          <w:szCs w:val="22"/>
        </w:rPr>
      </w:pPr>
      <w:r w:rsidRPr="00D764AC">
        <w:rPr>
          <w:sz w:val="22"/>
          <w:szCs w:val="22"/>
        </w:rPr>
        <w:t>Describe how initial</w:t>
      </w:r>
      <w:r w:rsidR="00F47016" w:rsidRPr="00D764AC">
        <w:rPr>
          <w:sz w:val="22"/>
          <w:szCs w:val="22"/>
        </w:rPr>
        <w:t xml:space="preserve"> cabinetry</w:t>
      </w:r>
      <w:r w:rsidRPr="00D764AC">
        <w:rPr>
          <w:sz w:val="22"/>
          <w:szCs w:val="22"/>
        </w:rPr>
        <w:t xml:space="preserve"> requirements </w:t>
      </w:r>
      <w:r w:rsidR="00F47016" w:rsidRPr="00D764AC">
        <w:rPr>
          <w:sz w:val="22"/>
          <w:szCs w:val="22"/>
        </w:rPr>
        <w:t>for</w:t>
      </w:r>
      <w:r w:rsidRPr="00D764AC">
        <w:rPr>
          <w:sz w:val="22"/>
          <w:szCs w:val="22"/>
        </w:rPr>
        <w:t xml:space="preserve"> a project can be confirmed </w:t>
      </w:r>
    </w:p>
    <w:p w14:paraId="2A40FDEB" w14:textId="69D98F5E" w:rsidR="00930FA0" w:rsidRPr="00D764AC"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5A5E065A" w14:textId="77777777" w:rsidR="001F22D2" w:rsidRPr="00D764AC" w:rsidRDefault="001F22D2"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1A59E42F" w14:textId="77777777" w:rsidR="00930FA0" w:rsidRPr="00D764AC"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0593A151" w14:textId="77777777" w:rsidR="00930FA0" w:rsidRPr="00D764AC" w:rsidRDefault="00930FA0" w:rsidP="00930FA0">
      <w:pPr>
        <w:pStyle w:val="Body"/>
        <w:ind w:left="720"/>
        <w:rPr>
          <w:sz w:val="22"/>
          <w:szCs w:val="22"/>
        </w:rPr>
      </w:pPr>
    </w:p>
    <w:p w14:paraId="0BA0436C" w14:textId="4312F8A8" w:rsidR="00930FA0" w:rsidRPr="00D764AC" w:rsidRDefault="00EA23A3" w:rsidP="00930FA0">
      <w:pPr>
        <w:pStyle w:val="Body"/>
        <w:numPr>
          <w:ilvl w:val="0"/>
          <w:numId w:val="32"/>
        </w:numPr>
        <w:rPr>
          <w:sz w:val="22"/>
          <w:szCs w:val="22"/>
        </w:rPr>
      </w:pPr>
      <w:r w:rsidRPr="00D764AC">
        <w:rPr>
          <w:sz w:val="22"/>
          <w:szCs w:val="22"/>
        </w:rPr>
        <w:t xml:space="preserve">Provide three (3) examples of typical client requirements or site conditions, which can influence you determining design parameters and constraints. </w:t>
      </w:r>
      <w:r w:rsidR="00930FA0" w:rsidRPr="00D764AC">
        <w:rPr>
          <w:sz w:val="22"/>
          <w:szCs w:val="22"/>
        </w:rPr>
        <w:t xml:space="preserve"> </w:t>
      </w:r>
    </w:p>
    <w:p w14:paraId="2C7DF84D" w14:textId="41131E6C" w:rsidR="00930FA0" w:rsidRPr="00D764AC"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1582F66B" w14:textId="4E90BBB5" w:rsidR="001F22D2" w:rsidRPr="00D764AC" w:rsidRDefault="001F22D2"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77AB6A80" w14:textId="77777777" w:rsidR="00930FA0" w:rsidRPr="00D764AC"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0621AA1D" w14:textId="77777777" w:rsidR="00930FA0" w:rsidRPr="00D764AC" w:rsidRDefault="00930FA0" w:rsidP="00930FA0">
      <w:pPr>
        <w:pStyle w:val="Body"/>
        <w:ind w:left="720"/>
        <w:rPr>
          <w:sz w:val="22"/>
          <w:szCs w:val="22"/>
        </w:rPr>
      </w:pPr>
    </w:p>
    <w:p w14:paraId="6780C341" w14:textId="6E5073DA" w:rsidR="00EA23A3" w:rsidRPr="00D764AC" w:rsidRDefault="00EA23A3" w:rsidP="00930FA0">
      <w:pPr>
        <w:pStyle w:val="Body"/>
        <w:numPr>
          <w:ilvl w:val="0"/>
          <w:numId w:val="32"/>
        </w:numPr>
        <w:rPr>
          <w:sz w:val="22"/>
          <w:szCs w:val="22"/>
        </w:rPr>
      </w:pPr>
      <w:r w:rsidRPr="00D764AC">
        <w:rPr>
          <w:sz w:val="22"/>
          <w:szCs w:val="22"/>
        </w:rPr>
        <w:t>Outline the steps you would take for measuring two walls shaped in an "L" shape.</w:t>
      </w:r>
    </w:p>
    <w:p w14:paraId="2749272A" w14:textId="7F30803C" w:rsidR="00930FA0" w:rsidRPr="00D764AC"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02B46CC5" w14:textId="4A306169" w:rsidR="001F22D2" w:rsidRPr="00D764AC" w:rsidRDefault="001F22D2"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3D15D2C2" w14:textId="4C02B5DA" w:rsidR="001F22D2" w:rsidRPr="00D764AC" w:rsidRDefault="001F22D2"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1F074523" w14:textId="77777777" w:rsidR="001F22D2" w:rsidRPr="00D764AC" w:rsidRDefault="001F22D2"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3C704575" w14:textId="77777777" w:rsidR="00930FA0" w:rsidRPr="00D764AC" w:rsidRDefault="00930FA0" w:rsidP="00930FA0">
      <w:pPr>
        <w:pStyle w:val="Body"/>
        <w:tabs>
          <w:tab w:val="decimal" w:leader="underscore" w:pos="9070"/>
        </w:tabs>
        <w:spacing w:line="360" w:lineRule="auto"/>
        <w:rPr>
          <w:sz w:val="22"/>
          <w:szCs w:val="22"/>
        </w:rPr>
      </w:pPr>
    </w:p>
    <w:p w14:paraId="3A25731E" w14:textId="5E4A3ED2" w:rsidR="00930FA0" w:rsidRPr="00D764AC" w:rsidRDefault="00930FA0" w:rsidP="00930FA0">
      <w:pPr>
        <w:pStyle w:val="Body"/>
        <w:numPr>
          <w:ilvl w:val="0"/>
          <w:numId w:val="32"/>
        </w:numPr>
        <w:rPr>
          <w:sz w:val="22"/>
          <w:szCs w:val="22"/>
        </w:rPr>
      </w:pPr>
      <w:r w:rsidRPr="00D764AC">
        <w:rPr>
          <w:sz w:val="22"/>
          <w:szCs w:val="22"/>
        </w:rPr>
        <w:t>Why is it important to record project requirements</w:t>
      </w:r>
      <w:r w:rsidR="008E079D" w:rsidRPr="00D764AC">
        <w:rPr>
          <w:sz w:val="22"/>
          <w:szCs w:val="22"/>
        </w:rPr>
        <w:t xml:space="preserve"> (provide 3 reasons)?</w:t>
      </w:r>
      <w:r w:rsidRPr="00D764AC">
        <w:rPr>
          <w:sz w:val="22"/>
          <w:szCs w:val="22"/>
        </w:rPr>
        <w:t xml:space="preserve"> </w:t>
      </w:r>
    </w:p>
    <w:p w14:paraId="1F38D74C" w14:textId="7A0F3CC9" w:rsidR="00930FA0" w:rsidRPr="00D764AC"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359BF0FE" w14:textId="5DB69DC4" w:rsidR="001F22D2" w:rsidRPr="00D764AC" w:rsidRDefault="001F22D2"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41CF4C9B" w14:textId="77777777" w:rsidR="001F22D2" w:rsidRPr="00D764AC" w:rsidRDefault="001F22D2"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62A84BB5" w14:textId="77777777" w:rsidR="00930FA0" w:rsidRPr="00D764AC"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6D6D5B6F" w14:textId="77777777" w:rsidR="00930FA0" w:rsidRPr="00D764AC" w:rsidRDefault="00930FA0" w:rsidP="00930FA0">
      <w:pPr>
        <w:pStyle w:val="Body"/>
        <w:ind w:left="720"/>
        <w:rPr>
          <w:sz w:val="22"/>
          <w:szCs w:val="22"/>
        </w:rPr>
      </w:pPr>
    </w:p>
    <w:p w14:paraId="175994C2" w14:textId="4CCD7173" w:rsidR="00930FA0" w:rsidRPr="00D764AC" w:rsidRDefault="00930FA0" w:rsidP="00930FA0">
      <w:pPr>
        <w:pStyle w:val="Body"/>
        <w:numPr>
          <w:ilvl w:val="0"/>
          <w:numId w:val="32"/>
        </w:numPr>
        <w:rPr>
          <w:sz w:val="22"/>
          <w:szCs w:val="22"/>
        </w:rPr>
      </w:pPr>
      <w:r w:rsidRPr="00D764AC">
        <w:rPr>
          <w:sz w:val="22"/>
          <w:szCs w:val="22"/>
        </w:rPr>
        <w:t xml:space="preserve">How can products and services change the design of projects? </w:t>
      </w:r>
      <w:r w:rsidR="008E079D" w:rsidRPr="00D764AC">
        <w:rPr>
          <w:sz w:val="22"/>
          <w:szCs w:val="22"/>
        </w:rPr>
        <w:t>(provide 3 reasons)</w:t>
      </w:r>
    </w:p>
    <w:p w14:paraId="106EA4BB" w14:textId="65D8DB29" w:rsidR="00930FA0" w:rsidRPr="00D764AC"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4B5CA08A" w14:textId="765286B3" w:rsidR="001F22D2" w:rsidRPr="00D764AC" w:rsidRDefault="001F22D2"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7FB24743" w14:textId="530DA56D" w:rsidR="00930FA0" w:rsidRPr="00D764AC" w:rsidRDefault="00930FA0" w:rsidP="002C768F">
      <w:pPr>
        <w:pStyle w:val="Body"/>
        <w:rPr>
          <w:sz w:val="22"/>
          <w:szCs w:val="22"/>
        </w:rPr>
      </w:pPr>
    </w:p>
    <w:p w14:paraId="4D901E30" w14:textId="77777777" w:rsidR="002C768F" w:rsidRPr="00D764AC" w:rsidRDefault="002C768F" w:rsidP="002C768F">
      <w:pPr>
        <w:pStyle w:val="Body"/>
        <w:rPr>
          <w:sz w:val="22"/>
          <w:szCs w:val="22"/>
        </w:rPr>
      </w:pPr>
    </w:p>
    <w:p w14:paraId="7564D16B" w14:textId="04C943C9" w:rsidR="00930FA0" w:rsidRPr="00D764AC" w:rsidRDefault="00930FA0" w:rsidP="00930FA0">
      <w:pPr>
        <w:pStyle w:val="Body"/>
        <w:numPr>
          <w:ilvl w:val="0"/>
          <w:numId w:val="32"/>
        </w:numPr>
        <w:rPr>
          <w:sz w:val="22"/>
          <w:szCs w:val="22"/>
        </w:rPr>
      </w:pPr>
      <w:r w:rsidRPr="00D764AC">
        <w:rPr>
          <w:sz w:val="22"/>
          <w:szCs w:val="22"/>
        </w:rPr>
        <w:t xml:space="preserve">Why is it important to provide the client with detail and 3D drawings? </w:t>
      </w:r>
      <w:r w:rsidR="008E079D" w:rsidRPr="00D764AC">
        <w:rPr>
          <w:sz w:val="22"/>
          <w:szCs w:val="22"/>
        </w:rPr>
        <w:t>(Provide 2 reasons)</w:t>
      </w:r>
    </w:p>
    <w:p w14:paraId="4C3C1619" w14:textId="7A1258F7" w:rsidR="00930FA0" w:rsidRPr="00D764AC"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2CEBE562" w14:textId="77777777" w:rsidR="001F22D2" w:rsidRPr="00D764AC" w:rsidRDefault="001F22D2"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3828A409" w14:textId="77777777" w:rsidR="00930FA0" w:rsidRPr="00D764AC"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0A29B6C7" w14:textId="77777777" w:rsidR="00930FA0" w:rsidRPr="00D764AC" w:rsidRDefault="00930FA0" w:rsidP="00930FA0">
      <w:pPr>
        <w:pStyle w:val="Body"/>
        <w:tabs>
          <w:tab w:val="decimal" w:leader="underscore" w:pos="9070"/>
        </w:tabs>
        <w:spacing w:line="360" w:lineRule="auto"/>
        <w:rPr>
          <w:sz w:val="22"/>
          <w:szCs w:val="22"/>
        </w:rPr>
      </w:pPr>
    </w:p>
    <w:p w14:paraId="7D55AB09" w14:textId="47C392E6" w:rsidR="00930FA0" w:rsidRPr="00D764AC" w:rsidRDefault="00876D7E" w:rsidP="00930FA0">
      <w:pPr>
        <w:pStyle w:val="Body"/>
        <w:numPr>
          <w:ilvl w:val="0"/>
          <w:numId w:val="32"/>
        </w:numPr>
        <w:rPr>
          <w:sz w:val="22"/>
          <w:szCs w:val="22"/>
        </w:rPr>
      </w:pPr>
      <w:r w:rsidRPr="00D764AC">
        <w:rPr>
          <w:sz w:val="22"/>
          <w:szCs w:val="22"/>
        </w:rPr>
        <w:t xml:space="preserve">Give two (2) reasons why it is important to hold discussions and experimentations with the client? </w:t>
      </w:r>
      <w:r w:rsidR="00930FA0" w:rsidRPr="00D764AC">
        <w:rPr>
          <w:sz w:val="22"/>
          <w:szCs w:val="22"/>
        </w:rPr>
        <w:t xml:space="preserve"> </w:t>
      </w:r>
    </w:p>
    <w:p w14:paraId="49A3B305" w14:textId="7318B6C4" w:rsidR="00930FA0" w:rsidRPr="00D764AC"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16287790" w14:textId="77777777" w:rsidR="001F22D2" w:rsidRPr="00D764AC" w:rsidRDefault="001F22D2"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281799FD" w14:textId="77777777" w:rsidR="00930FA0" w:rsidRPr="00D764AC"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2C7B4A37" w14:textId="77777777" w:rsidR="00930FA0" w:rsidRPr="00D764AC" w:rsidRDefault="00930FA0" w:rsidP="00930FA0">
      <w:pPr>
        <w:pStyle w:val="Body"/>
        <w:ind w:left="720"/>
        <w:rPr>
          <w:sz w:val="22"/>
          <w:szCs w:val="22"/>
        </w:rPr>
      </w:pPr>
    </w:p>
    <w:p w14:paraId="6C5EA29C" w14:textId="5BCC653E" w:rsidR="00AF38AC" w:rsidRPr="00D764AC" w:rsidRDefault="00AF38AC" w:rsidP="00930FA0">
      <w:pPr>
        <w:pStyle w:val="Body"/>
        <w:numPr>
          <w:ilvl w:val="0"/>
          <w:numId w:val="32"/>
        </w:numPr>
        <w:rPr>
          <w:sz w:val="22"/>
          <w:szCs w:val="22"/>
        </w:rPr>
      </w:pPr>
      <w:r w:rsidRPr="00D764AC">
        <w:rPr>
          <w:sz w:val="22"/>
          <w:szCs w:val="22"/>
        </w:rPr>
        <w:t>What documents can confirm client preferences? (Give three examples)</w:t>
      </w:r>
    </w:p>
    <w:p w14:paraId="38573004" w14:textId="1A3FBCC8" w:rsidR="00930FA0" w:rsidRPr="00D764AC"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1A3A0699" w14:textId="77777777" w:rsidR="001F22D2" w:rsidRPr="00D764AC" w:rsidRDefault="001F22D2"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03D9CDDE" w14:textId="77777777" w:rsidR="00930FA0" w:rsidRPr="00D764AC"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55BB6AE7" w14:textId="77777777" w:rsidR="00930FA0" w:rsidRPr="00D764AC" w:rsidRDefault="00930FA0" w:rsidP="00930FA0">
      <w:pPr>
        <w:pStyle w:val="Body"/>
        <w:ind w:left="720"/>
        <w:rPr>
          <w:sz w:val="22"/>
          <w:szCs w:val="22"/>
        </w:rPr>
      </w:pPr>
    </w:p>
    <w:p w14:paraId="12011509" w14:textId="65BB9564" w:rsidR="00930FA0" w:rsidRPr="00D764AC" w:rsidRDefault="00930FA0" w:rsidP="00930FA0">
      <w:pPr>
        <w:pStyle w:val="Body"/>
        <w:numPr>
          <w:ilvl w:val="0"/>
          <w:numId w:val="32"/>
        </w:numPr>
        <w:rPr>
          <w:sz w:val="22"/>
          <w:szCs w:val="22"/>
        </w:rPr>
      </w:pPr>
      <w:r w:rsidRPr="00D764AC">
        <w:rPr>
          <w:sz w:val="22"/>
          <w:szCs w:val="22"/>
        </w:rPr>
        <w:t xml:space="preserve">Give a short explanation of the following types of drawings and what features they include. </w:t>
      </w:r>
    </w:p>
    <w:p w14:paraId="4E90AA13" w14:textId="0AFEFBE9" w:rsidR="00930FA0" w:rsidRPr="00D764AC"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r w:rsidRPr="00D764AC">
        <w:rPr>
          <w:sz w:val="22"/>
          <w:szCs w:val="22"/>
        </w:rPr>
        <w:t>Orthographic:</w:t>
      </w:r>
      <w:r w:rsidRPr="00D764AC">
        <w:rPr>
          <w:sz w:val="22"/>
          <w:szCs w:val="22"/>
        </w:rPr>
        <w:tab/>
      </w:r>
    </w:p>
    <w:p w14:paraId="7312E2EC" w14:textId="77777777" w:rsidR="001F22D2" w:rsidRPr="00D764AC" w:rsidRDefault="001F22D2"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2BFEADF1" w14:textId="77777777" w:rsidR="001F22D2" w:rsidRPr="00D764AC"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r w:rsidRPr="00D764AC">
        <w:rPr>
          <w:sz w:val="22"/>
          <w:szCs w:val="22"/>
        </w:rPr>
        <w:t xml:space="preserve">Isometric: </w:t>
      </w:r>
      <w:r w:rsidRPr="00D764AC">
        <w:rPr>
          <w:sz w:val="22"/>
          <w:szCs w:val="22"/>
        </w:rPr>
        <w:tab/>
      </w:r>
    </w:p>
    <w:p w14:paraId="1ED97066" w14:textId="166140C6" w:rsidR="00930FA0" w:rsidRPr="00D764AC"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r w:rsidRPr="00D764AC">
        <w:rPr>
          <w:sz w:val="22"/>
          <w:szCs w:val="22"/>
        </w:rPr>
        <w:tab/>
      </w:r>
    </w:p>
    <w:p w14:paraId="23E818DE" w14:textId="05FCC9F8" w:rsidR="001F22D2" w:rsidRPr="00D764AC"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r w:rsidRPr="00D764AC">
        <w:rPr>
          <w:sz w:val="22"/>
          <w:szCs w:val="22"/>
        </w:rPr>
        <w:t>Freehand sketch:</w:t>
      </w:r>
      <w:r w:rsidRPr="00D764AC">
        <w:rPr>
          <w:sz w:val="22"/>
          <w:szCs w:val="22"/>
        </w:rPr>
        <w:tab/>
      </w:r>
    </w:p>
    <w:p w14:paraId="4DDCD96D" w14:textId="77777777" w:rsidR="001F22D2" w:rsidRPr="00D764AC" w:rsidRDefault="001F22D2"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6D8F7E65" w14:textId="46396BC4" w:rsidR="00930FA0" w:rsidRPr="00D764AC"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r w:rsidRPr="00D764AC">
        <w:rPr>
          <w:sz w:val="22"/>
          <w:szCs w:val="22"/>
        </w:rPr>
        <w:t>Work shop:</w:t>
      </w:r>
      <w:r w:rsidRPr="00D764AC">
        <w:rPr>
          <w:sz w:val="22"/>
          <w:szCs w:val="22"/>
        </w:rPr>
        <w:tab/>
      </w:r>
      <w:r w:rsidRPr="00D764AC">
        <w:rPr>
          <w:sz w:val="22"/>
          <w:szCs w:val="22"/>
        </w:rPr>
        <w:tab/>
      </w:r>
    </w:p>
    <w:p w14:paraId="34F0C78D" w14:textId="77777777" w:rsidR="00930FA0" w:rsidRPr="00D764AC"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14244491" w14:textId="77777777" w:rsidR="00930FA0" w:rsidRPr="00D764AC"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3CB2F8E8" w14:textId="77777777" w:rsidR="002C768F" w:rsidRPr="00D764AC" w:rsidRDefault="002C768F" w:rsidP="00930FA0">
      <w:pPr>
        <w:pStyle w:val="Body"/>
        <w:tabs>
          <w:tab w:val="decimal" w:leader="underscore" w:pos="9070"/>
        </w:tabs>
        <w:spacing w:line="360" w:lineRule="auto"/>
        <w:rPr>
          <w:sz w:val="22"/>
          <w:szCs w:val="22"/>
        </w:rPr>
      </w:pPr>
    </w:p>
    <w:p w14:paraId="5BF91141" w14:textId="77777777" w:rsidR="002C768F" w:rsidRPr="00D764AC" w:rsidRDefault="002C768F">
      <w:pPr>
        <w:tabs>
          <w:tab w:val="clear" w:pos="284"/>
        </w:tabs>
        <w:spacing w:before="0" w:after="200" w:line="276" w:lineRule="auto"/>
        <w:rPr>
          <w:sz w:val="22"/>
          <w:szCs w:val="22"/>
        </w:rPr>
      </w:pPr>
      <w:r w:rsidRPr="00D764AC">
        <w:rPr>
          <w:sz w:val="22"/>
          <w:szCs w:val="22"/>
        </w:rPr>
        <w:br w:type="page"/>
      </w:r>
    </w:p>
    <w:p w14:paraId="4181045A" w14:textId="09956ED8" w:rsidR="001F22D2" w:rsidRPr="00D764AC" w:rsidRDefault="001F22D2" w:rsidP="00930FA0">
      <w:pPr>
        <w:pStyle w:val="Body"/>
        <w:tabs>
          <w:tab w:val="decimal" w:leader="underscore" w:pos="9070"/>
        </w:tabs>
        <w:spacing w:line="360" w:lineRule="auto"/>
        <w:rPr>
          <w:sz w:val="22"/>
          <w:szCs w:val="22"/>
        </w:rPr>
      </w:pPr>
    </w:p>
    <w:p w14:paraId="39287422" w14:textId="557F72BC" w:rsidR="00AF38AC" w:rsidRPr="00D764AC" w:rsidRDefault="00AF38AC" w:rsidP="00930FA0">
      <w:pPr>
        <w:pStyle w:val="Body"/>
        <w:numPr>
          <w:ilvl w:val="0"/>
          <w:numId w:val="32"/>
        </w:numPr>
        <w:rPr>
          <w:sz w:val="22"/>
          <w:szCs w:val="22"/>
        </w:rPr>
      </w:pPr>
      <w:r w:rsidRPr="00D764AC">
        <w:rPr>
          <w:sz w:val="22"/>
          <w:szCs w:val="22"/>
        </w:rPr>
        <w:t>How do drawing protocols help identify structural features that can impact on the design of a project. (Provide 3 examples)</w:t>
      </w:r>
    </w:p>
    <w:p w14:paraId="6F911E61" w14:textId="46FFB3D4" w:rsidR="00930FA0" w:rsidRPr="00D764AC"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5AA295E5" w14:textId="65CC82E1" w:rsidR="009B665E" w:rsidRPr="00D764AC" w:rsidRDefault="009B665E"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71C5E4AD" w14:textId="0CAEF265" w:rsidR="009B665E" w:rsidRPr="00D764AC" w:rsidRDefault="009B665E"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2E95BE72" w14:textId="77777777" w:rsidR="009B665E" w:rsidRPr="00D764AC" w:rsidRDefault="009B665E"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2D4757B1" w14:textId="77777777" w:rsidR="00930FA0" w:rsidRPr="00D764AC" w:rsidRDefault="00930FA0" w:rsidP="00930FA0">
      <w:pPr>
        <w:pStyle w:val="Body"/>
        <w:ind w:left="720"/>
        <w:rPr>
          <w:sz w:val="22"/>
          <w:szCs w:val="22"/>
        </w:rPr>
      </w:pPr>
    </w:p>
    <w:p w14:paraId="24FBDCDF" w14:textId="153DA364" w:rsidR="00930FA0" w:rsidRPr="00D764AC" w:rsidRDefault="00930FA0" w:rsidP="00930FA0">
      <w:pPr>
        <w:pStyle w:val="Body"/>
        <w:numPr>
          <w:ilvl w:val="0"/>
          <w:numId w:val="32"/>
        </w:numPr>
        <w:rPr>
          <w:sz w:val="22"/>
          <w:szCs w:val="22"/>
        </w:rPr>
      </w:pPr>
      <w:r w:rsidRPr="00D764AC">
        <w:rPr>
          <w:sz w:val="22"/>
          <w:szCs w:val="22"/>
        </w:rPr>
        <w:t>What information needs to be given to the construction team to create the pro</w:t>
      </w:r>
      <w:r w:rsidR="00484985" w:rsidRPr="00D764AC">
        <w:rPr>
          <w:sz w:val="22"/>
          <w:szCs w:val="22"/>
        </w:rPr>
        <w:t xml:space="preserve">ject to the client's request? (Provide 3 examples)  </w:t>
      </w:r>
    </w:p>
    <w:p w14:paraId="74D3344F" w14:textId="58F8A088" w:rsidR="00930FA0" w:rsidRPr="00D764AC"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55336702" w14:textId="725D4DF9" w:rsidR="009B665E" w:rsidRPr="00D764AC" w:rsidRDefault="009B665E"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008538A8" w14:textId="4EBEC934" w:rsidR="009B665E" w:rsidRPr="00D764AC" w:rsidRDefault="009B665E"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08399FEB" w14:textId="77777777" w:rsidR="009B665E" w:rsidRPr="00D764AC" w:rsidRDefault="009B665E"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658AB175" w14:textId="77777777" w:rsidR="00930FA0" w:rsidRPr="00D764AC" w:rsidRDefault="00930FA0" w:rsidP="00930FA0">
      <w:pPr>
        <w:pStyle w:val="Body"/>
        <w:ind w:left="720"/>
        <w:rPr>
          <w:sz w:val="22"/>
          <w:szCs w:val="22"/>
        </w:rPr>
      </w:pPr>
    </w:p>
    <w:p w14:paraId="14C6D1F6" w14:textId="3931AC10" w:rsidR="00930FA0" w:rsidRPr="00D764AC" w:rsidRDefault="00930FA0" w:rsidP="00930FA0">
      <w:pPr>
        <w:pStyle w:val="Body"/>
        <w:numPr>
          <w:ilvl w:val="0"/>
          <w:numId w:val="32"/>
        </w:numPr>
        <w:rPr>
          <w:sz w:val="22"/>
          <w:szCs w:val="22"/>
        </w:rPr>
      </w:pPr>
      <w:r w:rsidRPr="00D764AC">
        <w:rPr>
          <w:sz w:val="22"/>
          <w:szCs w:val="22"/>
        </w:rPr>
        <w:t>What information needs to be given to the installation team to create the pro</w:t>
      </w:r>
      <w:r w:rsidR="00484985" w:rsidRPr="00D764AC">
        <w:rPr>
          <w:sz w:val="22"/>
          <w:szCs w:val="22"/>
        </w:rPr>
        <w:t xml:space="preserve">ject to the client's request?  (Provide 3 examples)  </w:t>
      </w:r>
    </w:p>
    <w:p w14:paraId="63034A74" w14:textId="41179E66" w:rsidR="00930FA0" w:rsidRPr="00D764AC"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42249794" w14:textId="640B4529" w:rsidR="009B665E" w:rsidRPr="00D764AC" w:rsidRDefault="009B665E"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1F69246B" w14:textId="77777777" w:rsidR="009B665E" w:rsidRPr="00D764AC" w:rsidRDefault="009B665E"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104C2600" w14:textId="77777777" w:rsidR="00930FA0" w:rsidRPr="00D764AC"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545A8A04" w14:textId="77777777" w:rsidR="00930FA0" w:rsidRPr="00D764AC" w:rsidRDefault="00930FA0" w:rsidP="00930FA0">
      <w:pPr>
        <w:pStyle w:val="Body"/>
        <w:tabs>
          <w:tab w:val="decimal" w:leader="underscore" w:pos="9070"/>
        </w:tabs>
        <w:spacing w:line="360" w:lineRule="auto"/>
        <w:rPr>
          <w:sz w:val="22"/>
          <w:szCs w:val="22"/>
        </w:rPr>
      </w:pPr>
    </w:p>
    <w:p w14:paraId="306DA840" w14:textId="35679BAF" w:rsidR="00930FA0" w:rsidRPr="00D764AC" w:rsidRDefault="00930FA0" w:rsidP="00930FA0">
      <w:pPr>
        <w:pStyle w:val="Body"/>
        <w:numPr>
          <w:ilvl w:val="0"/>
          <w:numId w:val="32"/>
        </w:numPr>
        <w:rPr>
          <w:sz w:val="22"/>
          <w:szCs w:val="22"/>
        </w:rPr>
      </w:pPr>
      <w:r w:rsidRPr="00D764AC">
        <w:rPr>
          <w:sz w:val="22"/>
          <w:szCs w:val="22"/>
        </w:rPr>
        <w:t xml:space="preserve">Identify eight (8) of the main items that need to be included in an estimate for a project. </w:t>
      </w:r>
    </w:p>
    <w:p w14:paraId="799B9154" w14:textId="5B93553A" w:rsidR="00930FA0" w:rsidRPr="00D764AC"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3E3984B6" w14:textId="71435DC4" w:rsidR="009B665E" w:rsidRPr="00D764AC" w:rsidRDefault="009B665E"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461ED451" w14:textId="55350B2B" w:rsidR="009B665E" w:rsidRPr="00D764AC" w:rsidRDefault="009B665E"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6EFA5300" w14:textId="00F71A0A" w:rsidR="009B665E" w:rsidRPr="00D764AC" w:rsidRDefault="009B665E"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22AEA9E8" w14:textId="52451A75" w:rsidR="009B665E" w:rsidRPr="00D764AC" w:rsidRDefault="009B665E"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4014DD69" w14:textId="77777777" w:rsidR="009B665E" w:rsidRPr="00D764AC" w:rsidRDefault="009B665E"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0AEE9CD2" w14:textId="77777777" w:rsidR="009B665E" w:rsidRPr="00D764AC" w:rsidRDefault="009B665E" w:rsidP="009B665E">
      <w:pPr>
        <w:pStyle w:val="Body"/>
        <w:ind w:left="720"/>
        <w:rPr>
          <w:sz w:val="22"/>
          <w:szCs w:val="22"/>
        </w:rPr>
      </w:pPr>
    </w:p>
    <w:p w14:paraId="4D7F9B2D" w14:textId="77777777" w:rsidR="009B665E" w:rsidRPr="00D764AC" w:rsidRDefault="009B665E" w:rsidP="009B665E">
      <w:pPr>
        <w:pStyle w:val="Body"/>
        <w:ind w:left="720"/>
        <w:rPr>
          <w:sz w:val="22"/>
          <w:szCs w:val="22"/>
        </w:rPr>
      </w:pPr>
    </w:p>
    <w:p w14:paraId="602336C1" w14:textId="1AC8F6C1" w:rsidR="00930FA0" w:rsidRPr="00D764AC" w:rsidRDefault="00B3275B" w:rsidP="00930FA0">
      <w:pPr>
        <w:pStyle w:val="Body"/>
        <w:numPr>
          <w:ilvl w:val="0"/>
          <w:numId w:val="32"/>
        </w:numPr>
        <w:rPr>
          <w:sz w:val="22"/>
          <w:szCs w:val="22"/>
        </w:rPr>
      </w:pPr>
      <w:r w:rsidRPr="00D764AC">
        <w:rPr>
          <w:sz w:val="22"/>
          <w:szCs w:val="22"/>
        </w:rPr>
        <w:t xml:space="preserve">Describe the steps a designer would follow to </w:t>
      </w:r>
      <w:r w:rsidR="00930FA0" w:rsidRPr="00D764AC">
        <w:rPr>
          <w:sz w:val="22"/>
          <w:szCs w:val="22"/>
        </w:rPr>
        <w:t xml:space="preserve">present all the design documentation and cost estimate to a client in a professional format for a project worth between ten thousand and thirty thousand dollars. </w:t>
      </w:r>
    </w:p>
    <w:p w14:paraId="46BAEC59" w14:textId="07F02851" w:rsidR="00930FA0" w:rsidRPr="00D764AC"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23476340" w14:textId="57277534" w:rsidR="009B665E" w:rsidRPr="00D764AC" w:rsidRDefault="009B665E"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1FC837F1" w14:textId="14D4AD86" w:rsidR="009B665E" w:rsidRPr="00D764AC" w:rsidRDefault="009B665E"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3E11A50D" w14:textId="05492534" w:rsidR="009B665E" w:rsidRPr="00D764AC" w:rsidRDefault="009B665E"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6224F6EF" w14:textId="1CCEC3AE" w:rsidR="009B665E" w:rsidRPr="00D764AC" w:rsidRDefault="009B665E"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4335A495" w14:textId="7A550E93" w:rsidR="009B665E" w:rsidRPr="00D764AC" w:rsidRDefault="009B665E"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2C1D0867" w14:textId="0AC75DBA" w:rsidR="009B665E" w:rsidRPr="00D764AC" w:rsidRDefault="009B665E"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1D63536F" w14:textId="46E96CC7" w:rsidR="009B665E" w:rsidRPr="00D764AC" w:rsidRDefault="009B665E"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03FED6E7" w14:textId="630D73FB" w:rsidR="009B665E" w:rsidRPr="00D764AC" w:rsidRDefault="009B665E"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162747C4" w14:textId="314E5D4F" w:rsidR="009B665E" w:rsidRPr="00D764AC" w:rsidRDefault="009B665E"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265E6AC7" w14:textId="332CE479" w:rsidR="009B665E" w:rsidRPr="00D764AC" w:rsidRDefault="009B665E"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5C45C7B4" w14:textId="29A08EEB" w:rsidR="009B665E" w:rsidRPr="00D764AC" w:rsidRDefault="009B665E"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0F979E12" w14:textId="77777777" w:rsidR="009B665E" w:rsidRPr="00D764AC" w:rsidRDefault="009B665E"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0C09F012" w14:textId="77777777" w:rsidR="00930FA0" w:rsidRPr="00D764AC" w:rsidRDefault="00930FA0" w:rsidP="00930FA0">
      <w:pPr>
        <w:pStyle w:val="Body"/>
        <w:ind w:left="720"/>
        <w:rPr>
          <w:sz w:val="22"/>
          <w:szCs w:val="22"/>
        </w:rPr>
      </w:pPr>
    </w:p>
    <w:p w14:paraId="744B9EEE" w14:textId="49B2EC08" w:rsidR="00930FA0" w:rsidRPr="00D764AC" w:rsidRDefault="00B3275B" w:rsidP="00930FA0">
      <w:pPr>
        <w:pStyle w:val="Body"/>
        <w:numPr>
          <w:ilvl w:val="0"/>
          <w:numId w:val="32"/>
        </w:numPr>
        <w:rPr>
          <w:sz w:val="22"/>
          <w:szCs w:val="22"/>
        </w:rPr>
      </w:pPr>
      <w:r w:rsidRPr="00D764AC">
        <w:rPr>
          <w:sz w:val="22"/>
          <w:szCs w:val="22"/>
        </w:rPr>
        <w:t xml:space="preserve">List three steps you would take to </w:t>
      </w:r>
      <w:r w:rsidR="00930FA0" w:rsidRPr="00D764AC">
        <w:rPr>
          <w:sz w:val="22"/>
          <w:szCs w:val="22"/>
        </w:rPr>
        <w:t>work out the m² of white HMR particle board for all the cabinets in a kitchen?</w:t>
      </w:r>
    </w:p>
    <w:p w14:paraId="36A58314" w14:textId="7E4214FD" w:rsidR="00930FA0" w:rsidRPr="00D764AC"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482C171C" w14:textId="30087B4D" w:rsidR="009B665E" w:rsidRPr="00D764AC" w:rsidRDefault="009B665E"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506F095F" w14:textId="77777777" w:rsidR="009B665E" w:rsidRPr="00D764AC" w:rsidRDefault="009B665E"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06A271AF" w14:textId="77777777" w:rsidR="00930FA0" w:rsidRPr="00D764AC"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20EFEAC4" w14:textId="77777777" w:rsidR="00930FA0" w:rsidRPr="00D764AC" w:rsidRDefault="00930FA0" w:rsidP="00930FA0">
      <w:pPr>
        <w:widowControl w:val="0"/>
        <w:tabs>
          <w:tab w:val="clear" w:pos="284"/>
          <w:tab w:val="left" w:pos="471"/>
        </w:tabs>
        <w:autoSpaceDE w:val="0"/>
        <w:autoSpaceDN w:val="0"/>
        <w:spacing w:before="95" w:after="0" w:line="240" w:lineRule="auto"/>
        <w:ind w:right="1143"/>
        <w:rPr>
          <w:sz w:val="22"/>
          <w:szCs w:val="22"/>
        </w:rPr>
      </w:pPr>
    </w:p>
    <w:p w14:paraId="26E19626" w14:textId="3913E21C" w:rsidR="005319F2" w:rsidRPr="00D764AC" w:rsidRDefault="005319F2" w:rsidP="00930FA0">
      <w:pPr>
        <w:pStyle w:val="Body"/>
        <w:numPr>
          <w:ilvl w:val="0"/>
          <w:numId w:val="32"/>
        </w:numPr>
        <w:rPr>
          <w:sz w:val="22"/>
          <w:szCs w:val="22"/>
        </w:rPr>
      </w:pPr>
      <w:r w:rsidRPr="00D764AC">
        <w:rPr>
          <w:sz w:val="22"/>
          <w:szCs w:val="22"/>
        </w:rPr>
        <w:t>What is in the document that should be completed prior to entering a worksite to ensure your safety is not compromised?(provide 2 items)</w:t>
      </w:r>
    </w:p>
    <w:p w14:paraId="0A1E5C7E" w14:textId="2C2EA8E4" w:rsidR="00930FA0" w:rsidRPr="00D764AC"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1511F777" w14:textId="07ECC611" w:rsidR="009B665E" w:rsidRPr="00D764AC" w:rsidRDefault="009B665E"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217727F6" w14:textId="2C2024EA" w:rsidR="009B665E" w:rsidRPr="00D764AC" w:rsidRDefault="009B665E"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6834E119" w14:textId="77777777" w:rsidR="009B665E" w:rsidRPr="00D764AC" w:rsidRDefault="009B665E"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49CF0F09" w14:textId="77777777" w:rsidR="00930FA0" w:rsidRPr="00D764AC" w:rsidRDefault="00930FA0" w:rsidP="00930FA0">
      <w:pPr>
        <w:pStyle w:val="Body"/>
        <w:ind w:left="720"/>
        <w:rPr>
          <w:sz w:val="22"/>
          <w:szCs w:val="22"/>
        </w:rPr>
      </w:pPr>
    </w:p>
    <w:p w14:paraId="70FEA524" w14:textId="17A56D9D" w:rsidR="005B4FF9" w:rsidRPr="00D764AC" w:rsidRDefault="005B4FF9" w:rsidP="006B3AF0">
      <w:pPr>
        <w:pStyle w:val="Body"/>
        <w:numPr>
          <w:ilvl w:val="0"/>
          <w:numId w:val="32"/>
        </w:numPr>
        <w:rPr>
          <w:sz w:val="22"/>
          <w:szCs w:val="22"/>
        </w:rPr>
      </w:pPr>
      <w:r w:rsidRPr="00D764AC">
        <w:rPr>
          <w:sz w:val="22"/>
          <w:szCs w:val="22"/>
        </w:rPr>
        <w:t>Describe how the layout of furnishings can be sustainable and redu</w:t>
      </w:r>
      <w:r w:rsidR="0029333E">
        <w:rPr>
          <w:sz w:val="22"/>
          <w:szCs w:val="22"/>
        </w:rPr>
        <w:t>ce the green foot print. (give 2</w:t>
      </w:r>
      <w:r w:rsidRPr="00D764AC">
        <w:rPr>
          <w:sz w:val="22"/>
          <w:szCs w:val="22"/>
        </w:rPr>
        <w:t xml:space="preserve"> examples) </w:t>
      </w:r>
    </w:p>
    <w:p w14:paraId="36510758" w14:textId="4D802CA6" w:rsidR="009B665E" w:rsidRPr="00D764AC" w:rsidRDefault="009B665E" w:rsidP="009B665E">
      <w:pPr>
        <w:pStyle w:val="Body"/>
        <w:pBdr>
          <w:top w:val="single" w:sz="4" w:space="1" w:color="2D739F"/>
          <w:left w:val="single" w:sz="4" w:space="4" w:color="2D739F"/>
          <w:bottom w:val="single" w:sz="4" w:space="1" w:color="2D739F"/>
          <w:right w:val="single" w:sz="4" w:space="4" w:color="2D739F"/>
        </w:pBdr>
        <w:ind w:left="2160" w:hanging="1800"/>
        <w:rPr>
          <w:sz w:val="22"/>
          <w:szCs w:val="22"/>
        </w:rPr>
      </w:pPr>
    </w:p>
    <w:p w14:paraId="493DC3A1" w14:textId="7EC5595A" w:rsidR="009B665E" w:rsidRPr="00D764AC" w:rsidRDefault="009B665E" w:rsidP="009B665E">
      <w:pPr>
        <w:pStyle w:val="Body"/>
        <w:pBdr>
          <w:top w:val="single" w:sz="4" w:space="1" w:color="2D739F"/>
          <w:left w:val="single" w:sz="4" w:space="4" w:color="2D739F"/>
          <w:bottom w:val="single" w:sz="4" w:space="1" w:color="2D739F"/>
          <w:right w:val="single" w:sz="4" w:space="4" w:color="2D739F"/>
        </w:pBdr>
        <w:ind w:left="2160" w:hanging="1800"/>
        <w:rPr>
          <w:sz w:val="22"/>
          <w:szCs w:val="22"/>
        </w:rPr>
      </w:pPr>
    </w:p>
    <w:p w14:paraId="7401C408" w14:textId="467EF799" w:rsidR="009B665E" w:rsidRPr="00D764AC" w:rsidRDefault="009B665E" w:rsidP="009B665E">
      <w:pPr>
        <w:pStyle w:val="Body"/>
        <w:pBdr>
          <w:top w:val="single" w:sz="4" w:space="1" w:color="2D739F"/>
          <w:left w:val="single" w:sz="4" w:space="4" w:color="2D739F"/>
          <w:bottom w:val="single" w:sz="4" w:space="1" w:color="2D739F"/>
          <w:right w:val="single" w:sz="4" w:space="4" w:color="2D739F"/>
        </w:pBdr>
        <w:ind w:left="2160" w:hanging="1800"/>
        <w:rPr>
          <w:sz w:val="22"/>
          <w:szCs w:val="22"/>
        </w:rPr>
      </w:pPr>
    </w:p>
    <w:p w14:paraId="344DB87A" w14:textId="77777777" w:rsidR="00930FA0" w:rsidRPr="00D764AC" w:rsidRDefault="00930FA0" w:rsidP="00930FA0">
      <w:pPr>
        <w:pStyle w:val="Body"/>
        <w:pBdr>
          <w:top w:val="single" w:sz="4" w:space="1" w:color="2D739F"/>
          <w:left w:val="single" w:sz="4" w:space="4" w:color="2D739F"/>
          <w:bottom w:val="single" w:sz="4" w:space="1" w:color="2D739F"/>
          <w:right w:val="single" w:sz="4" w:space="4" w:color="2D739F"/>
        </w:pBdr>
        <w:ind w:left="2160" w:hanging="1800"/>
        <w:rPr>
          <w:sz w:val="22"/>
          <w:szCs w:val="22"/>
        </w:rPr>
      </w:pPr>
      <w:r w:rsidRPr="00D764AC">
        <w:rPr>
          <w:color w:val="FF0000"/>
          <w:sz w:val="22"/>
          <w:szCs w:val="22"/>
        </w:rPr>
        <w:tab/>
        <w:t xml:space="preserve"> </w:t>
      </w:r>
    </w:p>
    <w:p w14:paraId="4BA28737" w14:textId="77777777" w:rsidR="00930FA0" w:rsidRPr="00D764AC" w:rsidRDefault="00930FA0" w:rsidP="00930FA0">
      <w:pPr>
        <w:pStyle w:val="Body"/>
        <w:ind w:left="720"/>
        <w:rPr>
          <w:sz w:val="22"/>
          <w:szCs w:val="22"/>
        </w:rPr>
      </w:pPr>
    </w:p>
    <w:p w14:paraId="352A33FB" w14:textId="1E9D7CDA" w:rsidR="00930FA0" w:rsidRDefault="00930FA0" w:rsidP="00930FA0">
      <w:pPr>
        <w:pStyle w:val="Body"/>
        <w:numPr>
          <w:ilvl w:val="0"/>
          <w:numId w:val="32"/>
        </w:numPr>
        <w:rPr>
          <w:sz w:val="22"/>
          <w:szCs w:val="22"/>
        </w:rPr>
      </w:pPr>
      <w:r w:rsidRPr="00D764AC">
        <w:rPr>
          <w:sz w:val="22"/>
          <w:szCs w:val="22"/>
        </w:rPr>
        <w:t>Provide informatio</w:t>
      </w:r>
      <w:r w:rsidR="00120F99">
        <w:rPr>
          <w:sz w:val="22"/>
          <w:szCs w:val="22"/>
        </w:rPr>
        <w:t>n about the following products.</w:t>
      </w:r>
    </w:p>
    <w:p w14:paraId="1ACB85CC" w14:textId="37B0C877" w:rsidR="00120F99" w:rsidRPr="00120F99" w:rsidRDefault="00120F99" w:rsidP="00120F99">
      <w:pPr>
        <w:pStyle w:val="Caption"/>
      </w:pPr>
      <w:r w:rsidRPr="00FC6B42">
        <w:t xml:space="preserve">Table </w:t>
      </w:r>
      <w:fldSimple w:instr=" SEQ Table \* ARABIC ">
        <w:r>
          <w:rPr>
            <w:noProof/>
          </w:rPr>
          <w:t>2</w:t>
        </w:r>
      </w:fldSimple>
      <w:r w:rsidRPr="00FC6B42">
        <w:t xml:space="preserve"> </w:t>
      </w:r>
      <w:r>
        <w:t>Product information</w:t>
      </w:r>
    </w:p>
    <w:tbl>
      <w:tblPr>
        <w:tblStyle w:val="TableGrid"/>
        <w:tblpPr w:leftFromText="181" w:rightFromText="181" w:vertAnchor="text" w:tblpX="279" w:tblpY="1"/>
        <w:tblOverlap w:val="never"/>
        <w:tblW w:w="9204" w:type="dxa"/>
        <w:tblLayout w:type="fixed"/>
        <w:tblLook w:val="04A0" w:firstRow="1" w:lastRow="0" w:firstColumn="1" w:lastColumn="0" w:noHBand="0" w:noVBand="1"/>
      </w:tblPr>
      <w:tblGrid>
        <w:gridCol w:w="3256"/>
        <w:gridCol w:w="1984"/>
        <w:gridCol w:w="2410"/>
        <w:gridCol w:w="1554"/>
      </w:tblGrid>
      <w:tr w:rsidR="00930FA0" w14:paraId="472642FE" w14:textId="77777777" w:rsidTr="004950E9">
        <w:trPr>
          <w:cnfStyle w:val="100000000000" w:firstRow="1" w:lastRow="0" w:firstColumn="0" w:lastColumn="0" w:oddVBand="0" w:evenVBand="0" w:oddHBand="0" w:evenHBand="0" w:firstRowFirstColumn="0" w:firstRowLastColumn="0" w:lastRowFirstColumn="0" w:lastRowLastColumn="0"/>
          <w:trHeight w:hRule="exact" w:val="454"/>
        </w:trPr>
        <w:tc>
          <w:tcPr>
            <w:tcW w:w="3256" w:type="dxa"/>
          </w:tcPr>
          <w:p w14:paraId="2F18E659" w14:textId="77777777" w:rsidR="00930FA0" w:rsidRDefault="00930FA0" w:rsidP="004950E9">
            <w:pPr>
              <w:pStyle w:val="Body"/>
              <w:tabs>
                <w:tab w:val="decimal" w:leader="underscore" w:pos="9070"/>
              </w:tabs>
              <w:spacing w:line="360" w:lineRule="auto"/>
            </w:pPr>
            <w:r>
              <w:t>Product</w:t>
            </w:r>
          </w:p>
        </w:tc>
        <w:tc>
          <w:tcPr>
            <w:tcW w:w="1984" w:type="dxa"/>
          </w:tcPr>
          <w:p w14:paraId="6949A6B7" w14:textId="77777777" w:rsidR="00930FA0" w:rsidRDefault="00930FA0" w:rsidP="004950E9">
            <w:pPr>
              <w:pStyle w:val="Body"/>
              <w:tabs>
                <w:tab w:val="decimal" w:leader="underscore" w:pos="9070"/>
              </w:tabs>
              <w:spacing w:line="360" w:lineRule="auto"/>
            </w:pPr>
            <w:r>
              <w:t>Supplier</w:t>
            </w:r>
          </w:p>
        </w:tc>
        <w:tc>
          <w:tcPr>
            <w:tcW w:w="2410" w:type="dxa"/>
          </w:tcPr>
          <w:p w14:paraId="498DB823" w14:textId="77777777" w:rsidR="00930FA0" w:rsidRDefault="00930FA0" w:rsidP="004950E9">
            <w:pPr>
              <w:pStyle w:val="Body"/>
              <w:tabs>
                <w:tab w:val="decimal" w:leader="underscore" w:pos="9070"/>
              </w:tabs>
              <w:spacing w:line="360" w:lineRule="auto"/>
            </w:pPr>
            <w:r>
              <w:t>Feature</w:t>
            </w:r>
          </w:p>
        </w:tc>
        <w:tc>
          <w:tcPr>
            <w:tcW w:w="1554" w:type="dxa"/>
          </w:tcPr>
          <w:p w14:paraId="5CDDE1A4" w14:textId="77777777" w:rsidR="00930FA0" w:rsidRDefault="00930FA0" w:rsidP="004950E9">
            <w:pPr>
              <w:pStyle w:val="Body"/>
              <w:tabs>
                <w:tab w:val="decimal" w:leader="underscore" w:pos="9070"/>
              </w:tabs>
              <w:spacing w:line="360" w:lineRule="auto"/>
            </w:pPr>
            <w:r>
              <w:t>Average Cost</w:t>
            </w:r>
          </w:p>
        </w:tc>
      </w:tr>
      <w:tr w:rsidR="00930FA0" w14:paraId="05978761" w14:textId="77777777" w:rsidTr="004950E9">
        <w:trPr>
          <w:trHeight w:hRule="exact" w:val="454"/>
        </w:trPr>
        <w:tc>
          <w:tcPr>
            <w:tcW w:w="3256" w:type="dxa"/>
          </w:tcPr>
          <w:p w14:paraId="21E4F220" w14:textId="77777777" w:rsidR="00930FA0" w:rsidRDefault="00930FA0" w:rsidP="004950E9">
            <w:pPr>
              <w:pStyle w:val="SmallerText-Black"/>
            </w:pPr>
            <w:r>
              <w:t>Standard cabinet door Hinge</w:t>
            </w:r>
          </w:p>
        </w:tc>
        <w:tc>
          <w:tcPr>
            <w:tcW w:w="1984" w:type="dxa"/>
          </w:tcPr>
          <w:p w14:paraId="67298605" w14:textId="6EEDA81E" w:rsidR="00930FA0" w:rsidRPr="009B665E" w:rsidRDefault="00930FA0" w:rsidP="004950E9">
            <w:pPr>
              <w:pStyle w:val="SmallerText-Black"/>
            </w:pPr>
          </w:p>
        </w:tc>
        <w:tc>
          <w:tcPr>
            <w:tcW w:w="2410" w:type="dxa"/>
          </w:tcPr>
          <w:p w14:paraId="3F076A33" w14:textId="01A9ECCA" w:rsidR="00930FA0" w:rsidRPr="009B665E" w:rsidRDefault="00930FA0" w:rsidP="004950E9">
            <w:pPr>
              <w:pStyle w:val="SmallerText-Black"/>
            </w:pPr>
          </w:p>
        </w:tc>
        <w:tc>
          <w:tcPr>
            <w:tcW w:w="1554" w:type="dxa"/>
          </w:tcPr>
          <w:p w14:paraId="1A81EE16" w14:textId="0961A2A9" w:rsidR="00930FA0" w:rsidRPr="009B665E" w:rsidRDefault="00930FA0" w:rsidP="004950E9">
            <w:pPr>
              <w:pStyle w:val="SmallerText-Black"/>
            </w:pPr>
          </w:p>
        </w:tc>
      </w:tr>
      <w:tr w:rsidR="00930FA0" w14:paraId="2BE32B9C" w14:textId="77777777" w:rsidTr="004950E9">
        <w:trPr>
          <w:trHeight w:hRule="exact" w:val="454"/>
        </w:trPr>
        <w:tc>
          <w:tcPr>
            <w:tcW w:w="3256" w:type="dxa"/>
          </w:tcPr>
          <w:p w14:paraId="21314F5C" w14:textId="77777777" w:rsidR="00930FA0" w:rsidRDefault="00930FA0" w:rsidP="004950E9">
            <w:pPr>
              <w:pStyle w:val="SmallerText-Black"/>
            </w:pPr>
            <w:r>
              <w:t>Double profile Drawer sides</w:t>
            </w:r>
          </w:p>
        </w:tc>
        <w:tc>
          <w:tcPr>
            <w:tcW w:w="1984" w:type="dxa"/>
          </w:tcPr>
          <w:p w14:paraId="7BBE3BF5" w14:textId="687F0D82" w:rsidR="00930FA0" w:rsidRPr="009B665E" w:rsidRDefault="00930FA0" w:rsidP="004950E9">
            <w:pPr>
              <w:pStyle w:val="SmallerText-Black"/>
            </w:pPr>
          </w:p>
        </w:tc>
        <w:tc>
          <w:tcPr>
            <w:tcW w:w="2410" w:type="dxa"/>
          </w:tcPr>
          <w:p w14:paraId="4C0F2768" w14:textId="6E5FB3BB" w:rsidR="00930FA0" w:rsidRPr="009B665E" w:rsidRDefault="00930FA0" w:rsidP="004950E9">
            <w:pPr>
              <w:pStyle w:val="SmallerText-Black"/>
            </w:pPr>
          </w:p>
        </w:tc>
        <w:tc>
          <w:tcPr>
            <w:tcW w:w="1554" w:type="dxa"/>
          </w:tcPr>
          <w:p w14:paraId="7C678EEE" w14:textId="2E578395" w:rsidR="00930FA0" w:rsidRPr="009B665E" w:rsidRDefault="00930FA0" w:rsidP="004950E9">
            <w:pPr>
              <w:pStyle w:val="SmallerText-Black"/>
            </w:pPr>
          </w:p>
        </w:tc>
      </w:tr>
      <w:tr w:rsidR="00930FA0" w14:paraId="14C9E86B" w14:textId="77777777" w:rsidTr="004950E9">
        <w:trPr>
          <w:trHeight w:hRule="exact" w:val="454"/>
        </w:trPr>
        <w:tc>
          <w:tcPr>
            <w:tcW w:w="3256" w:type="dxa"/>
          </w:tcPr>
          <w:p w14:paraId="450CCFEC" w14:textId="77777777" w:rsidR="00930FA0" w:rsidRDefault="00930FA0" w:rsidP="004950E9">
            <w:pPr>
              <w:pStyle w:val="SmallerText-Black"/>
            </w:pPr>
            <w:r>
              <w:t>Side mounted Drawer runners</w:t>
            </w:r>
          </w:p>
        </w:tc>
        <w:tc>
          <w:tcPr>
            <w:tcW w:w="1984" w:type="dxa"/>
          </w:tcPr>
          <w:p w14:paraId="179158D1" w14:textId="2B426673" w:rsidR="00930FA0" w:rsidRPr="009B665E" w:rsidRDefault="00930FA0" w:rsidP="004950E9">
            <w:pPr>
              <w:pStyle w:val="SmallerText-Black"/>
            </w:pPr>
          </w:p>
        </w:tc>
        <w:tc>
          <w:tcPr>
            <w:tcW w:w="2410" w:type="dxa"/>
          </w:tcPr>
          <w:p w14:paraId="3E0919BA" w14:textId="51C5C5CF" w:rsidR="00930FA0" w:rsidRPr="009B665E" w:rsidRDefault="00930FA0" w:rsidP="004950E9">
            <w:pPr>
              <w:pStyle w:val="SmallerText-Black"/>
            </w:pPr>
          </w:p>
        </w:tc>
        <w:tc>
          <w:tcPr>
            <w:tcW w:w="1554" w:type="dxa"/>
          </w:tcPr>
          <w:p w14:paraId="7E2CB933" w14:textId="6D3628BD" w:rsidR="00930FA0" w:rsidRPr="009B665E" w:rsidRDefault="00930FA0" w:rsidP="004950E9">
            <w:pPr>
              <w:pStyle w:val="SmallerText-Black"/>
            </w:pPr>
          </w:p>
        </w:tc>
      </w:tr>
      <w:tr w:rsidR="00930FA0" w14:paraId="5AE19CB0" w14:textId="77777777" w:rsidTr="004950E9">
        <w:trPr>
          <w:trHeight w:hRule="exact" w:val="454"/>
        </w:trPr>
        <w:tc>
          <w:tcPr>
            <w:tcW w:w="3256" w:type="dxa"/>
            <w:vAlign w:val="top"/>
          </w:tcPr>
          <w:p w14:paraId="20E61356" w14:textId="77777777" w:rsidR="00930FA0" w:rsidRDefault="00930FA0" w:rsidP="004950E9">
            <w:pPr>
              <w:pStyle w:val="SmallerText-Black"/>
            </w:pPr>
            <w:r>
              <w:t>White HMR/PB 2.4x1.2x16mm</w:t>
            </w:r>
          </w:p>
          <w:p w14:paraId="35808224" w14:textId="77777777" w:rsidR="00930FA0" w:rsidRDefault="00930FA0" w:rsidP="004950E9">
            <w:pPr>
              <w:pStyle w:val="SmallerText-Black"/>
            </w:pPr>
          </w:p>
        </w:tc>
        <w:tc>
          <w:tcPr>
            <w:tcW w:w="1984" w:type="dxa"/>
          </w:tcPr>
          <w:p w14:paraId="1E0D65E3" w14:textId="401721D7" w:rsidR="00930FA0" w:rsidRPr="009B665E" w:rsidRDefault="00930FA0" w:rsidP="004950E9">
            <w:pPr>
              <w:pStyle w:val="SmallerText-Black"/>
            </w:pPr>
          </w:p>
        </w:tc>
        <w:tc>
          <w:tcPr>
            <w:tcW w:w="2410" w:type="dxa"/>
          </w:tcPr>
          <w:p w14:paraId="030A81E5" w14:textId="7FF6F4B8" w:rsidR="00930FA0" w:rsidRPr="009B665E" w:rsidRDefault="00930FA0" w:rsidP="004950E9">
            <w:pPr>
              <w:pStyle w:val="SmallerText-Black"/>
            </w:pPr>
          </w:p>
        </w:tc>
        <w:tc>
          <w:tcPr>
            <w:tcW w:w="1554" w:type="dxa"/>
          </w:tcPr>
          <w:p w14:paraId="4525EC28" w14:textId="2D6111DC" w:rsidR="00930FA0" w:rsidRPr="009B665E" w:rsidRDefault="00930FA0" w:rsidP="004950E9">
            <w:pPr>
              <w:pStyle w:val="SmallerText-Black"/>
            </w:pPr>
          </w:p>
        </w:tc>
      </w:tr>
      <w:tr w:rsidR="00930FA0" w14:paraId="77F35DD9" w14:textId="77777777" w:rsidTr="004950E9">
        <w:trPr>
          <w:trHeight w:hRule="exact" w:val="454"/>
        </w:trPr>
        <w:tc>
          <w:tcPr>
            <w:tcW w:w="3256" w:type="dxa"/>
          </w:tcPr>
          <w:p w14:paraId="1C44FAD5" w14:textId="77777777" w:rsidR="00930FA0" w:rsidRDefault="00930FA0" w:rsidP="004950E9">
            <w:pPr>
              <w:pStyle w:val="SmallerText-Black"/>
            </w:pPr>
            <w:r>
              <w:t>Reconstituted Stone 2.0x0.6x20mm</w:t>
            </w:r>
          </w:p>
        </w:tc>
        <w:tc>
          <w:tcPr>
            <w:tcW w:w="1984" w:type="dxa"/>
          </w:tcPr>
          <w:p w14:paraId="1D5790A0" w14:textId="032A0575" w:rsidR="00930FA0" w:rsidRPr="009B665E" w:rsidRDefault="00930FA0" w:rsidP="004950E9">
            <w:pPr>
              <w:pStyle w:val="SmallerText-Black"/>
            </w:pPr>
          </w:p>
        </w:tc>
        <w:tc>
          <w:tcPr>
            <w:tcW w:w="2410" w:type="dxa"/>
          </w:tcPr>
          <w:p w14:paraId="43541C65" w14:textId="31CF923D" w:rsidR="00930FA0" w:rsidRPr="009B665E" w:rsidRDefault="00930FA0" w:rsidP="004950E9">
            <w:pPr>
              <w:pStyle w:val="SmallerText-Black"/>
            </w:pPr>
          </w:p>
        </w:tc>
        <w:tc>
          <w:tcPr>
            <w:tcW w:w="1554" w:type="dxa"/>
          </w:tcPr>
          <w:p w14:paraId="0CD23978" w14:textId="527A1DA1" w:rsidR="00930FA0" w:rsidRPr="009B665E" w:rsidRDefault="00930FA0" w:rsidP="004950E9">
            <w:pPr>
              <w:pStyle w:val="SmallerText-Black"/>
            </w:pPr>
          </w:p>
        </w:tc>
      </w:tr>
    </w:tbl>
    <w:p w14:paraId="4E6442F2" w14:textId="77777777" w:rsidR="00930FA0" w:rsidRDefault="00930FA0" w:rsidP="00930FA0">
      <w:pPr>
        <w:pStyle w:val="Body"/>
        <w:tabs>
          <w:tab w:val="decimal" w:leader="underscore" w:pos="9070"/>
        </w:tabs>
        <w:spacing w:line="360" w:lineRule="auto"/>
      </w:pPr>
    </w:p>
    <w:p w14:paraId="77691427" w14:textId="5A6490D2" w:rsidR="00930FA0" w:rsidRPr="00B30F8E" w:rsidRDefault="00930FA0" w:rsidP="00930FA0">
      <w:pPr>
        <w:pStyle w:val="Body"/>
        <w:numPr>
          <w:ilvl w:val="0"/>
          <w:numId w:val="32"/>
        </w:numPr>
        <w:rPr>
          <w:sz w:val="22"/>
          <w:szCs w:val="22"/>
        </w:rPr>
      </w:pPr>
      <w:r>
        <w:rPr>
          <w:sz w:val="22"/>
          <w:szCs w:val="22"/>
        </w:rPr>
        <w:t xml:space="preserve">Explain the differences between the manual drawing techniques listed below.  </w:t>
      </w:r>
    </w:p>
    <w:p w14:paraId="15371EFF" w14:textId="3329E8D4" w:rsidR="00930FA0" w:rsidRPr="002C768F"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r w:rsidRPr="002C768F">
        <w:rPr>
          <w:sz w:val="22"/>
          <w:szCs w:val="22"/>
        </w:rPr>
        <w:t xml:space="preserve">Free Hand Sketch:   </w:t>
      </w:r>
    </w:p>
    <w:p w14:paraId="69D5CB81" w14:textId="77777777" w:rsidR="009B665E" w:rsidRPr="002C768F" w:rsidRDefault="009B665E"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7EACD5CE" w14:textId="5E101E68" w:rsidR="00930FA0" w:rsidRPr="002C768F"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r w:rsidRPr="002C768F">
        <w:rPr>
          <w:sz w:val="22"/>
          <w:szCs w:val="22"/>
        </w:rPr>
        <w:t xml:space="preserve">Sectional Drawing:  </w:t>
      </w:r>
    </w:p>
    <w:p w14:paraId="2B6B6D4D" w14:textId="77777777" w:rsidR="009B665E" w:rsidRPr="002C768F" w:rsidRDefault="009B665E"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47933061" w14:textId="63D34276" w:rsidR="00930FA0" w:rsidRPr="002C768F"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r w:rsidRPr="002C768F">
        <w:rPr>
          <w:sz w:val="22"/>
          <w:szCs w:val="22"/>
        </w:rPr>
        <w:t xml:space="preserve">Isometric Drawing:  </w:t>
      </w:r>
    </w:p>
    <w:p w14:paraId="3AA99451" w14:textId="77777777" w:rsidR="009B665E" w:rsidRPr="002C768F" w:rsidRDefault="009B665E"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74B3CC7B" w14:textId="58D511D3" w:rsidR="00930FA0" w:rsidRPr="002C768F"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r w:rsidRPr="002C768F">
        <w:rPr>
          <w:sz w:val="22"/>
          <w:szCs w:val="22"/>
        </w:rPr>
        <w:t xml:space="preserve">Orthographic Drawing:  </w:t>
      </w:r>
    </w:p>
    <w:p w14:paraId="4139A05E" w14:textId="77777777" w:rsidR="009B665E" w:rsidRPr="009B665E" w:rsidRDefault="009B665E" w:rsidP="00930FA0">
      <w:pPr>
        <w:pStyle w:val="Body"/>
        <w:pBdr>
          <w:top w:val="single" w:sz="4" w:space="1" w:color="2D739F"/>
          <w:left w:val="single" w:sz="4" w:space="4" w:color="2D739F"/>
          <w:bottom w:val="single" w:sz="4" w:space="1" w:color="2D739F"/>
          <w:right w:val="single" w:sz="4" w:space="4" w:color="2D739F"/>
        </w:pBdr>
        <w:ind w:left="360"/>
      </w:pPr>
    </w:p>
    <w:p w14:paraId="65EA19EE" w14:textId="77777777" w:rsidR="002C768F" w:rsidRDefault="002C768F" w:rsidP="002C768F">
      <w:pPr>
        <w:pStyle w:val="Body"/>
        <w:rPr>
          <w:sz w:val="22"/>
          <w:szCs w:val="22"/>
        </w:rPr>
      </w:pPr>
    </w:p>
    <w:p w14:paraId="314D9CBB" w14:textId="77777777" w:rsidR="002C768F" w:rsidRDefault="002C768F">
      <w:pPr>
        <w:tabs>
          <w:tab w:val="clear" w:pos="284"/>
        </w:tabs>
        <w:spacing w:before="0" w:after="200" w:line="276" w:lineRule="auto"/>
        <w:rPr>
          <w:sz w:val="22"/>
          <w:szCs w:val="22"/>
        </w:rPr>
      </w:pPr>
      <w:r>
        <w:rPr>
          <w:sz w:val="22"/>
          <w:szCs w:val="22"/>
        </w:rPr>
        <w:br w:type="page"/>
      </w:r>
    </w:p>
    <w:p w14:paraId="0DBC8846" w14:textId="60F1A4D6" w:rsidR="00AC6469" w:rsidRDefault="00AC6469" w:rsidP="002C768F">
      <w:pPr>
        <w:pStyle w:val="Body"/>
        <w:rPr>
          <w:sz w:val="22"/>
          <w:szCs w:val="22"/>
        </w:rPr>
      </w:pPr>
    </w:p>
    <w:p w14:paraId="3192A55A" w14:textId="1671FF8A" w:rsidR="00930FA0" w:rsidRDefault="00AC6469" w:rsidP="00930FA0">
      <w:pPr>
        <w:pStyle w:val="Body"/>
        <w:numPr>
          <w:ilvl w:val="0"/>
          <w:numId w:val="32"/>
        </w:numPr>
        <w:rPr>
          <w:sz w:val="22"/>
          <w:szCs w:val="22"/>
        </w:rPr>
      </w:pPr>
      <w:r>
        <w:rPr>
          <w:sz w:val="22"/>
          <w:szCs w:val="22"/>
        </w:rPr>
        <w:t>For each symbol below, prove the name and meaning.</w:t>
      </w:r>
    </w:p>
    <w:p w14:paraId="530F72D8" w14:textId="767D40F8" w:rsidR="00120F99" w:rsidRPr="00FC6B42" w:rsidRDefault="00120F99" w:rsidP="00120F99">
      <w:pPr>
        <w:pStyle w:val="Caption"/>
      </w:pPr>
      <w:r w:rsidRPr="00FC6B42">
        <w:t xml:space="preserve">Table </w:t>
      </w:r>
      <w:fldSimple w:instr=" SEQ Table \* ARABIC ">
        <w:r>
          <w:rPr>
            <w:noProof/>
          </w:rPr>
          <w:t>3</w:t>
        </w:r>
      </w:fldSimple>
      <w:r w:rsidRPr="00FC6B42">
        <w:t xml:space="preserve"> </w:t>
      </w:r>
      <w:r>
        <w:t>Symbols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4248"/>
        <w:gridCol w:w="4812"/>
      </w:tblGrid>
      <w:tr w:rsidR="00930FA0" w14:paraId="25E2AF29" w14:textId="77777777" w:rsidTr="004950E9">
        <w:trPr>
          <w:cnfStyle w:val="100000000000" w:firstRow="1" w:lastRow="0" w:firstColumn="0" w:lastColumn="0" w:oddVBand="0" w:evenVBand="0" w:oddHBand="0" w:evenHBand="0" w:firstRowFirstColumn="0" w:firstRowLastColumn="0" w:lastRowFirstColumn="0" w:lastRowLastColumn="0"/>
          <w:tblHeader/>
        </w:trPr>
        <w:tc>
          <w:tcPr>
            <w:tcW w:w="4248" w:type="dxa"/>
          </w:tcPr>
          <w:p w14:paraId="61DE28E3" w14:textId="77777777" w:rsidR="00930FA0" w:rsidRDefault="00930FA0" w:rsidP="004950E9">
            <w:pPr>
              <w:pStyle w:val="Body"/>
            </w:pPr>
            <w:r>
              <w:t>Answer choices</w:t>
            </w:r>
          </w:p>
        </w:tc>
        <w:tc>
          <w:tcPr>
            <w:tcW w:w="4812" w:type="dxa"/>
          </w:tcPr>
          <w:p w14:paraId="22D37956" w14:textId="77777777" w:rsidR="00930FA0" w:rsidRDefault="00930FA0" w:rsidP="004950E9">
            <w:pPr>
              <w:pStyle w:val="Body"/>
            </w:pPr>
            <w:r>
              <w:t>Identify the Symbol</w:t>
            </w:r>
          </w:p>
        </w:tc>
      </w:tr>
      <w:tr w:rsidR="00930FA0" w14:paraId="542CA638" w14:textId="77777777" w:rsidTr="004950E9">
        <w:trPr>
          <w:trHeight w:val="1373"/>
        </w:trPr>
        <w:tc>
          <w:tcPr>
            <w:tcW w:w="4248" w:type="dxa"/>
          </w:tcPr>
          <w:p w14:paraId="04668659" w14:textId="77777777" w:rsidR="00930FA0" w:rsidRDefault="00930FA0" w:rsidP="004950E9">
            <w:pPr>
              <w:pStyle w:val="Body"/>
              <w:ind w:left="720"/>
            </w:pPr>
            <w:r w:rsidRPr="00AC54D1">
              <w:rPr>
                <w:b/>
                <w:noProof/>
                <w:lang w:eastAsia="en-AU"/>
              </w:rPr>
              <w:drawing>
                <wp:anchor distT="0" distB="0" distL="114300" distR="114300" simplePos="0" relativeHeight="251660288" behindDoc="0" locked="0" layoutInCell="1" allowOverlap="1" wp14:anchorId="24543794" wp14:editId="4DE4F139">
                  <wp:simplePos x="0" y="0"/>
                  <wp:positionH relativeFrom="column">
                    <wp:posOffset>1386205</wp:posOffset>
                  </wp:positionH>
                  <wp:positionV relativeFrom="paragraph">
                    <wp:posOffset>165100</wp:posOffset>
                  </wp:positionV>
                  <wp:extent cx="700405" cy="700405"/>
                  <wp:effectExtent l="0" t="0" r="4445" b="4445"/>
                  <wp:wrapThrough wrapText="bothSides">
                    <wp:wrapPolygon edited="0">
                      <wp:start x="0" y="0"/>
                      <wp:lineTo x="0" y="21150"/>
                      <wp:lineTo x="21150" y="21150"/>
                      <wp:lineTo x="21150" y="0"/>
                      <wp:lineTo x="0" y="0"/>
                    </wp:wrapPolygon>
                  </wp:wrapThrough>
                  <wp:docPr id="250" name="Picture 250" descr="Image result for north point symbol">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north point symbol">
                            <a:hlinkClick r:id="rId18" tgtFrame="&quot;_blank&quot;"/>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00405" cy="7004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3CBEA0" w14:textId="77777777" w:rsidR="00930FA0" w:rsidRDefault="00930FA0" w:rsidP="004950E9">
            <w:pPr>
              <w:pStyle w:val="Body"/>
              <w:ind w:left="720"/>
            </w:pPr>
          </w:p>
          <w:p w14:paraId="7169E61A" w14:textId="3F8326A0" w:rsidR="00930FA0" w:rsidRPr="00CE1453" w:rsidRDefault="00930FA0" w:rsidP="004950E9">
            <w:pPr>
              <w:pStyle w:val="Body"/>
              <w:rPr>
                <w:sz w:val="16"/>
                <w:szCs w:val="16"/>
              </w:rPr>
            </w:pPr>
            <w:r w:rsidRPr="00CE1453">
              <w:rPr>
                <w:sz w:val="16"/>
                <w:szCs w:val="16"/>
              </w:rPr>
              <w:t>© TAFE NSW 2019</w:t>
            </w:r>
          </w:p>
        </w:tc>
        <w:tc>
          <w:tcPr>
            <w:tcW w:w="4812" w:type="dxa"/>
            <w:vAlign w:val="top"/>
          </w:tcPr>
          <w:p w14:paraId="06AD5588" w14:textId="7A4433C3" w:rsidR="00930FA0" w:rsidRPr="009B665E" w:rsidRDefault="00930FA0" w:rsidP="004950E9">
            <w:pPr>
              <w:pStyle w:val="Body"/>
            </w:pPr>
            <w:r w:rsidRPr="009B665E">
              <w:t xml:space="preserve">Symbol: </w:t>
            </w:r>
          </w:p>
          <w:p w14:paraId="7E1ECBF7" w14:textId="77777777" w:rsidR="00930FA0" w:rsidRDefault="00930FA0" w:rsidP="009B665E">
            <w:pPr>
              <w:pStyle w:val="Body"/>
            </w:pPr>
            <w:r w:rsidRPr="009B665E">
              <w:t xml:space="preserve">Meaning: </w:t>
            </w:r>
          </w:p>
          <w:p w14:paraId="7EB08008" w14:textId="2BC6A117" w:rsidR="009B665E" w:rsidRPr="009B665E" w:rsidRDefault="009B665E" w:rsidP="009B665E">
            <w:pPr>
              <w:pStyle w:val="Body"/>
            </w:pPr>
          </w:p>
        </w:tc>
      </w:tr>
      <w:tr w:rsidR="00930FA0" w14:paraId="29B86E65" w14:textId="77777777" w:rsidTr="004950E9">
        <w:trPr>
          <w:trHeight w:val="1481"/>
        </w:trPr>
        <w:tc>
          <w:tcPr>
            <w:tcW w:w="4248" w:type="dxa"/>
          </w:tcPr>
          <w:p w14:paraId="4FF1A129" w14:textId="77777777" w:rsidR="00930FA0" w:rsidRDefault="00930FA0" w:rsidP="004950E9">
            <w:pPr>
              <w:pStyle w:val="Body"/>
            </w:pPr>
            <w:r w:rsidRPr="00AC54D1">
              <w:rPr>
                <w:b/>
                <w:noProof/>
                <w:lang w:eastAsia="en-AU"/>
              </w:rPr>
              <w:drawing>
                <wp:inline distT="0" distB="0" distL="0" distR="0" wp14:anchorId="6306E3FB" wp14:editId="1A6510F1">
                  <wp:extent cx="2210966" cy="626012"/>
                  <wp:effectExtent l="0" t="0" r="0" b="3175"/>
                  <wp:docPr id="254" name="Picture 254" descr="Image result for dimension lines">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dimension lines">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flipH="1">
                            <a:off x="0" y="0"/>
                            <a:ext cx="2269949" cy="642712"/>
                          </a:xfrm>
                          <a:prstGeom prst="rect">
                            <a:avLst/>
                          </a:prstGeom>
                          <a:noFill/>
                          <a:ln>
                            <a:noFill/>
                          </a:ln>
                        </pic:spPr>
                      </pic:pic>
                    </a:graphicData>
                  </a:graphic>
                </wp:inline>
              </w:drawing>
            </w:r>
          </w:p>
          <w:p w14:paraId="03C0948A" w14:textId="1F676681" w:rsidR="00930FA0" w:rsidRDefault="00930FA0" w:rsidP="004950E9">
            <w:pPr>
              <w:pStyle w:val="Body"/>
            </w:pPr>
            <w:r w:rsidRPr="00CE1453">
              <w:rPr>
                <w:sz w:val="16"/>
                <w:szCs w:val="16"/>
              </w:rPr>
              <w:t>© TAFE NSW 2019</w:t>
            </w:r>
          </w:p>
        </w:tc>
        <w:tc>
          <w:tcPr>
            <w:tcW w:w="4812" w:type="dxa"/>
            <w:vAlign w:val="top"/>
          </w:tcPr>
          <w:p w14:paraId="0E0F222A" w14:textId="38B9B2FF" w:rsidR="00930FA0" w:rsidRPr="009B665E" w:rsidRDefault="00930FA0" w:rsidP="004950E9">
            <w:pPr>
              <w:pStyle w:val="Body"/>
            </w:pPr>
            <w:r w:rsidRPr="009B665E">
              <w:t xml:space="preserve">Symbol: </w:t>
            </w:r>
          </w:p>
          <w:p w14:paraId="759E694A" w14:textId="1D4BC32D" w:rsidR="00930FA0" w:rsidRDefault="00930FA0" w:rsidP="004950E9">
            <w:pPr>
              <w:pStyle w:val="Body"/>
            </w:pPr>
            <w:r w:rsidRPr="009B665E">
              <w:t xml:space="preserve">Meaning: </w:t>
            </w:r>
          </w:p>
          <w:p w14:paraId="7E8B6332" w14:textId="77777777" w:rsidR="009B665E" w:rsidRPr="009B665E" w:rsidRDefault="009B665E" w:rsidP="004950E9">
            <w:pPr>
              <w:pStyle w:val="Body"/>
            </w:pPr>
          </w:p>
          <w:p w14:paraId="593A3963" w14:textId="77777777" w:rsidR="00930FA0" w:rsidRPr="009B665E" w:rsidRDefault="00930FA0" w:rsidP="004950E9">
            <w:pPr>
              <w:pStyle w:val="Body"/>
            </w:pPr>
          </w:p>
        </w:tc>
      </w:tr>
      <w:tr w:rsidR="00930FA0" w14:paraId="1A028614" w14:textId="77777777" w:rsidTr="004950E9">
        <w:tc>
          <w:tcPr>
            <w:tcW w:w="4248" w:type="dxa"/>
          </w:tcPr>
          <w:p w14:paraId="236FF3F5" w14:textId="77777777" w:rsidR="00930FA0" w:rsidRDefault="00930FA0" w:rsidP="004950E9">
            <w:pPr>
              <w:pStyle w:val="Body"/>
              <w:ind w:left="720"/>
            </w:pPr>
            <w:r w:rsidRPr="00AC54D1">
              <w:rPr>
                <w:b/>
                <w:noProof/>
                <w:lang w:eastAsia="en-AU"/>
              </w:rPr>
              <w:drawing>
                <wp:anchor distT="0" distB="0" distL="114300" distR="114300" simplePos="0" relativeHeight="251659264" behindDoc="0" locked="0" layoutInCell="1" allowOverlap="1" wp14:anchorId="3247B196" wp14:editId="03749EA3">
                  <wp:simplePos x="0" y="0"/>
                  <wp:positionH relativeFrom="column">
                    <wp:posOffset>1572895</wp:posOffset>
                  </wp:positionH>
                  <wp:positionV relativeFrom="paragraph">
                    <wp:posOffset>100330</wp:posOffset>
                  </wp:positionV>
                  <wp:extent cx="506095" cy="576580"/>
                  <wp:effectExtent l="0" t="0" r="8255" b="0"/>
                  <wp:wrapThrough wrapText="bothSides">
                    <wp:wrapPolygon edited="0">
                      <wp:start x="4065" y="0"/>
                      <wp:lineTo x="0" y="1427"/>
                      <wp:lineTo x="0" y="3568"/>
                      <wp:lineTo x="9757" y="11419"/>
                      <wp:lineTo x="8130" y="14987"/>
                      <wp:lineTo x="8944" y="19269"/>
                      <wp:lineTo x="11383" y="20696"/>
                      <wp:lineTo x="20326" y="20696"/>
                      <wp:lineTo x="21139" y="19982"/>
                      <wp:lineTo x="21139" y="11419"/>
                      <wp:lineTo x="8944" y="0"/>
                      <wp:lineTo x="4065" y="0"/>
                    </wp:wrapPolygon>
                  </wp:wrapThrough>
                  <wp:docPr id="44" name="Picture 44" descr="Related image">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Related image">
                            <a:hlinkClick r:id="rId22" tgtFrame="&quot;_blank&quot;"/>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flipH="1">
                            <a:off x="0" y="0"/>
                            <a:ext cx="506095" cy="576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EEBAA0" w14:textId="77777777" w:rsidR="00930FA0" w:rsidRDefault="00930FA0" w:rsidP="004950E9">
            <w:pPr>
              <w:pStyle w:val="Body"/>
              <w:ind w:left="720"/>
            </w:pPr>
          </w:p>
          <w:p w14:paraId="197A3D95" w14:textId="7DCE99BE" w:rsidR="00930FA0" w:rsidRDefault="00930FA0" w:rsidP="004950E9">
            <w:pPr>
              <w:pStyle w:val="Body"/>
            </w:pPr>
            <w:r w:rsidRPr="00CE1453">
              <w:rPr>
                <w:sz w:val="16"/>
                <w:szCs w:val="16"/>
              </w:rPr>
              <w:t>© TAFE NSW 2019</w:t>
            </w:r>
          </w:p>
        </w:tc>
        <w:tc>
          <w:tcPr>
            <w:tcW w:w="4812" w:type="dxa"/>
            <w:vAlign w:val="top"/>
          </w:tcPr>
          <w:p w14:paraId="01992C1D" w14:textId="4F4949C9" w:rsidR="00930FA0" w:rsidRPr="009B665E" w:rsidRDefault="00930FA0" w:rsidP="004950E9">
            <w:pPr>
              <w:pStyle w:val="Body"/>
            </w:pPr>
            <w:r w:rsidRPr="009B665E">
              <w:t xml:space="preserve">Symbol: </w:t>
            </w:r>
          </w:p>
          <w:p w14:paraId="7DD2D341" w14:textId="77777777" w:rsidR="00930FA0" w:rsidRDefault="00930FA0" w:rsidP="009B665E">
            <w:pPr>
              <w:pStyle w:val="Body"/>
            </w:pPr>
            <w:r w:rsidRPr="009B665E">
              <w:t xml:space="preserve">Meaning: </w:t>
            </w:r>
          </w:p>
          <w:p w14:paraId="22225423" w14:textId="4151E534" w:rsidR="009B665E" w:rsidRPr="009B665E" w:rsidRDefault="009B665E" w:rsidP="009B665E">
            <w:pPr>
              <w:pStyle w:val="Body"/>
            </w:pPr>
          </w:p>
        </w:tc>
      </w:tr>
      <w:tr w:rsidR="00930FA0" w14:paraId="58AE0149" w14:textId="77777777" w:rsidTr="004950E9">
        <w:tc>
          <w:tcPr>
            <w:tcW w:w="4248" w:type="dxa"/>
          </w:tcPr>
          <w:p w14:paraId="6DDE6C0E" w14:textId="77777777" w:rsidR="00930FA0" w:rsidRDefault="00930FA0" w:rsidP="004950E9">
            <w:pPr>
              <w:pStyle w:val="Body"/>
              <w:ind w:left="720"/>
            </w:pPr>
            <w:r w:rsidRPr="00AC54D1">
              <w:rPr>
                <w:b/>
                <w:noProof/>
                <w:lang w:eastAsia="en-AU"/>
              </w:rPr>
              <w:drawing>
                <wp:anchor distT="0" distB="0" distL="114300" distR="114300" simplePos="0" relativeHeight="251661312" behindDoc="0" locked="0" layoutInCell="1" allowOverlap="1" wp14:anchorId="2BF69035" wp14:editId="2D07158D">
                  <wp:simplePos x="0" y="0"/>
                  <wp:positionH relativeFrom="column">
                    <wp:posOffset>885190</wp:posOffset>
                  </wp:positionH>
                  <wp:positionV relativeFrom="paragraph">
                    <wp:posOffset>227965</wp:posOffset>
                  </wp:positionV>
                  <wp:extent cx="1109980" cy="652780"/>
                  <wp:effectExtent l="0" t="0" r="0" b="0"/>
                  <wp:wrapThrough wrapText="bothSides">
                    <wp:wrapPolygon edited="0">
                      <wp:start x="0" y="0"/>
                      <wp:lineTo x="0" y="20802"/>
                      <wp:lineTo x="21130" y="20802"/>
                      <wp:lineTo x="21130" y="0"/>
                      <wp:lineTo x="0" y="0"/>
                    </wp:wrapPolygon>
                  </wp:wrapThrough>
                  <wp:docPr id="246" name="Picture 246" descr="C:\Users\TLITTLE6.000\Pictures\Tafe pics\symbol_door_swing_singl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LITTLE6.000\Pictures\Tafe pics\symbol_door_swing_single[1].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09980" cy="6527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E4372C" w14:textId="77777777" w:rsidR="00930FA0" w:rsidRDefault="00930FA0" w:rsidP="004950E9">
            <w:pPr>
              <w:pStyle w:val="Body"/>
              <w:ind w:left="720"/>
            </w:pPr>
          </w:p>
          <w:p w14:paraId="36253D9F" w14:textId="77777777" w:rsidR="00930FA0" w:rsidRDefault="00930FA0" w:rsidP="004950E9">
            <w:pPr>
              <w:pStyle w:val="Body"/>
              <w:ind w:left="720"/>
            </w:pPr>
          </w:p>
          <w:p w14:paraId="4DB9BDCD" w14:textId="3EF34912" w:rsidR="00930FA0" w:rsidRDefault="00930FA0" w:rsidP="004950E9">
            <w:pPr>
              <w:pStyle w:val="Body"/>
            </w:pPr>
            <w:r w:rsidRPr="00CE1453">
              <w:rPr>
                <w:sz w:val="16"/>
                <w:szCs w:val="16"/>
              </w:rPr>
              <w:t>© TAFE NSW 2019</w:t>
            </w:r>
          </w:p>
        </w:tc>
        <w:tc>
          <w:tcPr>
            <w:tcW w:w="4812" w:type="dxa"/>
            <w:vAlign w:val="top"/>
          </w:tcPr>
          <w:p w14:paraId="69B32E6C" w14:textId="16419E66" w:rsidR="00930FA0" w:rsidRPr="009B665E" w:rsidRDefault="00930FA0" w:rsidP="004950E9">
            <w:pPr>
              <w:pStyle w:val="Body"/>
            </w:pPr>
            <w:r w:rsidRPr="009B665E">
              <w:t xml:space="preserve">Symbol: </w:t>
            </w:r>
          </w:p>
          <w:p w14:paraId="1A08D3FB" w14:textId="660B4F70" w:rsidR="00930FA0" w:rsidRPr="009B665E" w:rsidRDefault="00930FA0" w:rsidP="004950E9">
            <w:pPr>
              <w:pStyle w:val="Body"/>
            </w:pPr>
            <w:r w:rsidRPr="009B665E">
              <w:t xml:space="preserve">Meaning: </w:t>
            </w:r>
          </w:p>
          <w:p w14:paraId="5FB9097E" w14:textId="77777777" w:rsidR="00930FA0" w:rsidRPr="009B665E" w:rsidRDefault="00930FA0" w:rsidP="004950E9">
            <w:pPr>
              <w:pStyle w:val="Body"/>
            </w:pPr>
          </w:p>
        </w:tc>
      </w:tr>
      <w:tr w:rsidR="00930FA0" w14:paraId="6973C197" w14:textId="77777777" w:rsidTr="004950E9">
        <w:tc>
          <w:tcPr>
            <w:tcW w:w="4248" w:type="dxa"/>
          </w:tcPr>
          <w:p w14:paraId="2674378C" w14:textId="77777777" w:rsidR="00930FA0" w:rsidRDefault="00930FA0" w:rsidP="004950E9">
            <w:pPr>
              <w:pStyle w:val="Body"/>
              <w:ind w:left="720"/>
            </w:pPr>
            <w:r w:rsidRPr="00AC54D1">
              <w:rPr>
                <w:b/>
                <w:noProof/>
                <w:lang w:eastAsia="en-AU"/>
              </w:rPr>
              <w:drawing>
                <wp:anchor distT="0" distB="0" distL="114300" distR="114300" simplePos="0" relativeHeight="251662336" behindDoc="0" locked="0" layoutInCell="1" allowOverlap="1" wp14:anchorId="03D282F7" wp14:editId="3DF6EECF">
                  <wp:simplePos x="0" y="0"/>
                  <wp:positionH relativeFrom="column">
                    <wp:posOffset>1023620</wp:posOffset>
                  </wp:positionH>
                  <wp:positionV relativeFrom="paragraph">
                    <wp:posOffset>127635</wp:posOffset>
                  </wp:positionV>
                  <wp:extent cx="1192530" cy="701675"/>
                  <wp:effectExtent l="0" t="0" r="7620" b="3175"/>
                  <wp:wrapThrough wrapText="bothSides">
                    <wp:wrapPolygon edited="0">
                      <wp:start x="0" y="0"/>
                      <wp:lineTo x="0" y="21111"/>
                      <wp:lineTo x="21393" y="21111"/>
                      <wp:lineTo x="21393" y="0"/>
                      <wp:lineTo x="0" y="0"/>
                    </wp:wrapPolygon>
                  </wp:wrapThrough>
                  <wp:docPr id="245" name="Picture 245" descr="C:\Users\TLITTLE6.000\Pictures\Tafe pics\symbol_window_in_cavity_wal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LITTLE6.000\Pictures\Tafe pics\symbol_window_in_cavity_wall[1].gi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92530" cy="7016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83AA29" w14:textId="77777777" w:rsidR="00930FA0" w:rsidRDefault="00930FA0" w:rsidP="004950E9">
            <w:pPr>
              <w:pStyle w:val="Body"/>
              <w:ind w:left="720"/>
            </w:pPr>
          </w:p>
          <w:p w14:paraId="7D23B87D" w14:textId="77777777" w:rsidR="00930FA0" w:rsidRDefault="00930FA0" w:rsidP="004950E9">
            <w:pPr>
              <w:pStyle w:val="Body"/>
            </w:pPr>
            <w:r w:rsidRPr="00CE1453">
              <w:rPr>
                <w:sz w:val="16"/>
                <w:szCs w:val="16"/>
              </w:rPr>
              <w:t>© TAFE NSW 2019</w:t>
            </w:r>
          </w:p>
        </w:tc>
        <w:tc>
          <w:tcPr>
            <w:tcW w:w="4812" w:type="dxa"/>
            <w:vAlign w:val="top"/>
          </w:tcPr>
          <w:p w14:paraId="5E698C31" w14:textId="69CDA112" w:rsidR="00930FA0" w:rsidRPr="009B665E" w:rsidRDefault="00930FA0" w:rsidP="004950E9">
            <w:pPr>
              <w:pStyle w:val="Body"/>
            </w:pPr>
            <w:r w:rsidRPr="009B665E">
              <w:t xml:space="preserve">Symbol: </w:t>
            </w:r>
          </w:p>
          <w:p w14:paraId="12342C83" w14:textId="2D0DF17A" w:rsidR="00930FA0" w:rsidRDefault="00930FA0" w:rsidP="004950E9">
            <w:pPr>
              <w:pStyle w:val="Body"/>
            </w:pPr>
            <w:r w:rsidRPr="009B665E">
              <w:t xml:space="preserve">Meaning: </w:t>
            </w:r>
          </w:p>
          <w:p w14:paraId="0AF59025" w14:textId="77777777" w:rsidR="009B665E" w:rsidRPr="009B665E" w:rsidRDefault="009B665E" w:rsidP="004950E9">
            <w:pPr>
              <w:pStyle w:val="Body"/>
            </w:pPr>
          </w:p>
          <w:p w14:paraId="769C68F7" w14:textId="77777777" w:rsidR="00930FA0" w:rsidRPr="009B665E" w:rsidRDefault="00930FA0" w:rsidP="004950E9">
            <w:pPr>
              <w:pStyle w:val="Body"/>
            </w:pPr>
          </w:p>
        </w:tc>
      </w:tr>
      <w:tr w:rsidR="00930FA0" w14:paraId="02CC81FC" w14:textId="77777777" w:rsidTr="004950E9">
        <w:tc>
          <w:tcPr>
            <w:tcW w:w="4248" w:type="dxa"/>
          </w:tcPr>
          <w:p w14:paraId="18D6B36C" w14:textId="77777777" w:rsidR="00930FA0" w:rsidRDefault="00930FA0" w:rsidP="004950E9">
            <w:pPr>
              <w:pStyle w:val="Body"/>
              <w:ind w:left="720"/>
            </w:pPr>
            <w:r w:rsidRPr="00AC54D1">
              <w:rPr>
                <w:b/>
                <w:noProof/>
                <w:lang w:eastAsia="en-AU"/>
              </w:rPr>
              <w:drawing>
                <wp:anchor distT="0" distB="0" distL="114300" distR="114300" simplePos="0" relativeHeight="251663360" behindDoc="0" locked="0" layoutInCell="1" allowOverlap="1" wp14:anchorId="45345410" wp14:editId="0389D3FD">
                  <wp:simplePos x="0" y="0"/>
                  <wp:positionH relativeFrom="column">
                    <wp:posOffset>1034415</wp:posOffset>
                  </wp:positionH>
                  <wp:positionV relativeFrom="paragraph">
                    <wp:posOffset>108585</wp:posOffset>
                  </wp:positionV>
                  <wp:extent cx="1322070" cy="777875"/>
                  <wp:effectExtent l="0" t="0" r="0" b="3175"/>
                  <wp:wrapThrough wrapText="bothSides">
                    <wp:wrapPolygon edited="0">
                      <wp:start x="0" y="0"/>
                      <wp:lineTo x="0" y="21159"/>
                      <wp:lineTo x="21164" y="21159"/>
                      <wp:lineTo x="21164" y="0"/>
                      <wp:lineTo x="0" y="0"/>
                    </wp:wrapPolygon>
                  </wp:wrapThrough>
                  <wp:docPr id="242" name="Picture 242" descr="C:\Users\TLITTLE6.000\Pictures\Tafe pics\symbol_wall_cavity_brick[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LITTLE6.000\Pictures\Tafe pics\symbol_wall_cavity_brick[1].gi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322070" cy="777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ADE97B" w14:textId="77777777" w:rsidR="00930FA0" w:rsidRDefault="00930FA0" w:rsidP="004950E9">
            <w:pPr>
              <w:pStyle w:val="Body"/>
              <w:ind w:left="720"/>
            </w:pPr>
          </w:p>
          <w:p w14:paraId="4DE31D2D" w14:textId="28E30EC9" w:rsidR="00930FA0" w:rsidRDefault="00930FA0" w:rsidP="004950E9">
            <w:pPr>
              <w:pStyle w:val="Body"/>
            </w:pPr>
            <w:r w:rsidRPr="00CE1453">
              <w:rPr>
                <w:sz w:val="16"/>
                <w:szCs w:val="16"/>
              </w:rPr>
              <w:t>© TAFE NSW 2019</w:t>
            </w:r>
          </w:p>
        </w:tc>
        <w:tc>
          <w:tcPr>
            <w:tcW w:w="4812" w:type="dxa"/>
            <w:vAlign w:val="top"/>
          </w:tcPr>
          <w:p w14:paraId="1CE32D2D" w14:textId="7205F9A2" w:rsidR="00930FA0" w:rsidRPr="009B665E" w:rsidRDefault="00930FA0" w:rsidP="004950E9">
            <w:pPr>
              <w:pStyle w:val="Body"/>
            </w:pPr>
            <w:r w:rsidRPr="009B665E">
              <w:t xml:space="preserve">Symbol: </w:t>
            </w:r>
          </w:p>
          <w:p w14:paraId="12B6C6AD" w14:textId="77777777" w:rsidR="00930FA0" w:rsidRDefault="00930FA0" w:rsidP="009B665E">
            <w:pPr>
              <w:pStyle w:val="Body"/>
            </w:pPr>
            <w:r w:rsidRPr="009B665E">
              <w:t xml:space="preserve">Meaning: </w:t>
            </w:r>
          </w:p>
          <w:p w14:paraId="6A7E737F" w14:textId="77777777" w:rsidR="009B665E" w:rsidRDefault="009B665E" w:rsidP="009B665E">
            <w:pPr>
              <w:pStyle w:val="Body"/>
            </w:pPr>
          </w:p>
          <w:p w14:paraId="527C3A11" w14:textId="2EA77D4B" w:rsidR="009B665E" w:rsidRPr="009B665E" w:rsidRDefault="009B665E" w:rsidP="009B665E">
            <w:pPr>
              <w:pStyle w:val="Body"/>
            </w:pPr>
          </w:p>
        </w:tc>
      </w:tr>
    </w:tbl>
    <w:p w14:paraId="284CBCF8" w14:textId="77777777" w:rsidR="002C768F" w:rsidRDefault="002C768F">
      <w:pPr>
        <w:tabs>
          <w:tab w:val="clear" w:pos="284"/>
        </w:tabs>
        <w:spacing w:before="0" w:after="200" w:line="276" w:lineRule="auto"/>
        <w:rPr>
          <w:sz w:val="22"/>
          <w:szCs w:val="22"/>
        </w:rPr>
      </w:pPr>
      <w:r>
        <w:rPr>
          <w:sz w:val="22"/>
          <w:szCs w:val="22"/>
        </w:rPr>
        <w:br w:type="page"/>
      </w:r>
    </w:p>
    <w:p w14:paraId="05112236" w14:textId="250E4050" w:rsidR="00930FA0" w:rsidRDefault="00930FA0" w:rsidP="002C768F">
      <w:pPr>
        <w:pStyle w:val="Body"/>
        <w:rPr>
          <w:sz w:val="22"/>
          <w:szCs w:val="22"/>
        </w:rPr>
      </w:pPr>
    </w:p>
    <w:p w14:paraId="7D5A2996" w14:textId="7DA9F9F6" w:rsidR="00930FA0" w:rsidRPr="00B30F8E" w:rsidRDefault="00930FA0" w:rsidP="00930FA0">
      <w:pPr>
        <w:pStyle w:val="Body"/>
        <w:numPr>
          <w:ilvl w:val="0"/>
          <w:numId w:val="32"/>
        </w:numPr>
        <w:rPr>
          <w:sz w:val="22"/>
          <w:szCs w:val="22"/>
        </w:rPr>
      </w:pPr>
      <w:r>
        <w:rPr>
          <w:sz w:val="22"/>
          <w:szCs w:val="22"/>
        </w:rPr>
        <w:t xml:space="preserve">Identify the cabinet components. </w:t>
      </w:r>
    </w:p>
    <w:p w14:paraId="06FA53A3" w14:textId="29BBCC63" w:rsidR="00930FA0" w:rsidRDefault="00E91BE2" w:rsidP="00930FA0">
      <w:pPr>
        <w:rPr>
          <w:sz w:val="22"/>
          <w:szCs w:val="22"/>
        </w:rPr>
      </w:pPr>
      <w:r>
        <w:rPr>
          <w:noProof/>
          <w:lang w:eastAsia="en-AU"/>
        </w:rPr>
        <mc:AlternateContent>
          <mc:Choice Requires="wps">
            <w:drawing>
              <wp:anchor distT="45720" distB="45720" distL="114300" distR="114300" simplePos="0" relativeHeight="251674624" behindDoc="0" locked="0" layoutInCell="1" allowOverlap="1" wp14:anchorId="59317407" wp14:editId="2A520A26">
                <wp:simplePos x="0" y="0"/>
                <wp:positionH relativeFrom="column">
                  <wp:posOffset>1804670</wp:posOffset>
                </wp:positionH>
                <wp:positionV relativeFrom="paragraph">
                  <wp:posOffset>106045</wp:posOffset>
                </wp:positionV>
                <wp:extent cx="781050" cy="352425"/>
                <wp:effectExtent l="0" t="0" r="19050" b="28575"/>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52425"/>
                        </a:xfrm>
                        <a:prstGeom prst="rect">
                          <a:avLst/>
                        </a:prstGeom>
                        <a:solidFill>
                          <a:srgbClr val="FFFFFF"/>
                        </a:solidFill>
                        <a:ln w="9525">
                          <a:solidFill>
                            <a:srgbClr val="0070C0"/>
                          </a:solidFill>
                          <a:miter lim="800000"/>
                          <a:headEnd/>
                          <a:tailEnd/>
                        </a:ln>
                      </wps:spPr>
                      <wps:txbx>
                        <w:txbxContent>
                          <w:p w14:paraId="0FBD3978" w14:textId="2069C51C" w:rsidR="00930FA0" w:rsidRPr="00F85252" w:rsidRDefault="00930FA0" w:rsidP="00930FA0">
                            <w:pPr>
                              <w:rPr>
                                <w:color w:val="FF0000"/>
                                <w:sz w:val="22"/>
                                <w:szCs w:val="22"/>
                              </w:rPr>
                            </w:pPr>
                            <w:r w:rsidRPr="00F85252">
                              <w:rPr>
                                <w:sz w:val="22"/>
                                <w:szCs w:val="22"/>
                              </w:rPr>
                              <w:t xml:space="preserve">6.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317407" id="_x0000_t202" coordsize="21600,21600" o:spt="202" path="m,l,21600r21600,l21600,xe">
                <v:stroke joinstyle="miter"/>
                <v:path gradientshapeok="t" o:connecttype="rect"/>
              </v:shapetype>
              <v:shape id="Text Box 2" o:spid="_x0000_s1026" type="#_x0000_t202" style="position:absolute;margin-left:142.1pt;margin-top:8.35pt;width:61.5pt;height:27.7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" strokecolor="#0070c0">
                <v:textbox>
                  <w:txbxContent>
                    <w:p w14:paraId="0FBD3978" w14:textId="2069C51C" w:rsidR="00930FA0" w:rsidRPr="00F85252" w:rsidRDefault="00930FA0" w:rsidP="00930FA0">
                      <w:pPr>
                        <w:rPr>
                          <w:color w:val="FF0000"/>
                          <w:sz w:val="22"/>
                          <w:szCs w:val="22"/>
                        </w:rPr>
                      </w:pPr>
                      <w:r w:rsidRPr="00F85252">
                        <w:rPr>
                          <w:sz w:val="22"/>
                          <w:szCs w:val="22"/>
                        </w:rPr>
                        <w:t xml:space="preserve">6. </w:t>
                      </w:r>
                    </w:p>
                  </w:txbxContent>
                </v:textbox>
                <w10:wrap type="square"/>
              </v:shape>
            </w:pict>
          </mc:Fallback>
        </mc:AlternateContent>
      </w:r>
      <w:r w:rsidR="00930FA0">
        <w:rPr>
          <w:noProof/>
          <w:lang w:eastAsia="en-AU"/>
        </w:rPr>
        <mc:AlternateContent>
          <mc:Choice Requires="wps">
            <w:drawing>
              <wp:anchor distT="0" distB="0" distL="114300" distR="114300" simplePos="0" relativeHeight="251669504" behindDoc="0" locked="0" layoutInCell="1" allowOverlap="1" wp14:anchorId="6E59D210" wp14:editId="1C894BAE">
                <wp:simplePos x="0" y="0"/>
                <wp:positionH relativeFrom="column">
                  <wp:posOffset>3914775</wp:posOffset>
                </wp:positionH>
                <wp:positionV relativeFrom="paragraph">
                  <wp:posOffset>3057524</wp:posOffset>
                </wp:positionV>
                <wp:extent cx="2009775" cy="581025"/>
                <wp:effectExtent l="38100" t="38100" r="28575" b="28575"/>
                <wp:wrapNone/>
                <wp:docPr id="6" name="Straight Arrow Connector 6"/>
                <wp:cNvGraphicFramePr/>
                <a:graphic xmlns:a="http://schemas.openxmlformats.org/drawingml/2006/main">
                  <a:graphicData uri="http://schemas.microsoft.com/office/word/2010/wordprocessingShape">
                    <wps:wsp>
                      <wps:cNvCnPr/>
                      <wps:spPr>
                        <a:xfrm flipH="1" flipV="1">
                          <a:off x="0" y="0"/>
                          <a:ext cx="2009775" cy="581025"/>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5DE186F2" id="_x0000_t32" coordsize="21600,21600" o:spt="32" o:oned="t" path="m,l21600,21600e" filled="f">
                <v:path arrowok="t" fillok="f" o:connecttype="none"/>
                <o:lock v:ext="edit" shapetype="t"/>
              </v:shapetype>
              <v:shape id="Straight Arrow Connector 6" o:spid="_x0000_s1026" type="#_x0000_t32" style="position:absolute;margin-left:308.25pt;margin-top:240.75pt;width:158.25pt;height:45.75pt;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" strokecolor="#4a7ebb">
                <v:stroke endarrow="block"/>
              </v:shape>
            </w:pict>
          </mc:Fallback>
        </mc:AlternateContent>
      </w:r>
      <w:r w:rsidR="00930FA0">
        <w:rPr>
          <w:noProof/>
          <w:lang w:eastAsia="en-AU"/>
        </w:rPr>
        <mc:AlternateContent>
          <mc:Choice Requires="wps">
            <w:drawing>
              <wp:anchor distT="0" distB="0" distL="114300" distR="114300" simplePos="0" relativeHeight="251676672" behindDoc="0" locked="0" layoutInCell="1" allowOverlap="1" wp14:anchorId="2994820B" wp14:editId="6A7C5F09">
                <wp:simplePos x="0" y="0"/>
                <wp:positionH relativeFrom="column">
                  <wp:posOffset>133349</wp:posOffset>
                </wp:positionH>
                <wp:positionV relativeFrom="paragraph">
                  <wp:posOffset>1590675</wp:posOffset>
                </wp:positionV>
                <wp:extent cx="1590675" cy="323850"/>
                <wp:effectExtent l="0" t="0" r="66675" b="76200"/>
                <wp:wrapNone/>
                <wp:docPr id="15" name="Straight Arrow Connector 15"/>
                <wp:cNvGraphicFramePr/>
                <a:graphic xmlns:a="http://schemas.openxmlformats.org/drawingml/2006/main">
                  <a:graphicData uri="http://schemas.microsoft.com/office/word/2010/wordprocessingShape">
                    <wps:wsp>
                      <wps:cNvCnPr/>
                      <wps:spPr>
                        <a:xfrm>
                          <a:off x="0" y="0"/>
                          <a:ext cx="1590675" cy="323850"/>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anchor>
            </w:drawing>
          </mc:Choice>
          <mc:Fallback>
            <w:pict>
              <v:shapetype w14:anchorId="2C7B1982" id="_x0000_t32" coordsize="21600,21600" o:spt="32" o:oned="t" path="m,l21600,21600e" filled="f">
                <v:path arrowok="t" fillok="f" o:connecttype="none"/>
                <o:lock v:ext="edit" shapetype="t"/>
              </v:shapetype>
              <v:shape id="Straight Arrow Connector 15" o:spid="_x0000_s1026" type="#_x0000_t32" style="position:absolute;margin-left:10.5pt;margin-top:125.25pt;width:125.25pt;height:25.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" strokecolor="#4a7ebb">
                <v:stroke endarrow="block"/>
              </v:shape>
            </w:pict>
          </mc:Fallback>
        </mc:AlternateContent>
      </w:r>
    </w:p>
    <w:p w14:paraId="4C67364F" w14:textId="52A1BF88" w:rsidR="00930FA0" w:rsidRDefault="00E91BE2" w:rsidP="00930FA0">
      <w:pPr>
        <w:rPr>
          <w:sz w:val="22"/>
          <w:szCs w:val="22"/>
        </w:rPr>
      </w:pPr>
      <w:r>
        <w:rPr>
          <w:noProof/>
          <w:lang w:eastAsia="en-AU"/>
        </w:rPr>
        <mc:AlternateContent>
          <mc:Choice Requires="wps">
            <w:drawing>
              <wp:anchor distT="0" distB="0" distL="114300" distR="114300" simplePos="0" relativeHeight="251677696" behindDoc="0" locked="0" layoutInCell="1" allowOverlap="1" wp14:anchorId="59965325" wp14:editId="4F75BD4D">
                <wp:simplePos x="0" y="0"/>
                <wp:positionH relativeFrom="column">
                  <wp:posOffset>2157095</wp:posOffset>
                </wp:positionH>
                <wp:positionV relativeFrom="paragraph">
                  <wp:posOffset>140970</wp:posOffset>
                </wp:positionV>
                <wp:extent cx="428625" cy="771525"/>
                <wp:effectExtent l="0" t="0" r="47625" b="47625"/>
                <wp:wrapNone/>
                <wp:docPr id="16" name="Straight Arrow Connector 16"/>
                <wp:cNvGraphicFramePr/>
                <a:graphic xmlns:a="http://schemas.openxmlformats.org/drawingml/2006/main">
                  <a:graphicData uri="http://schemas.microsoft.com/office/word/2010/wordprocessingShape">
                    <wps:wsp>
                      <wps:cNvCnPr/>
                      <wps:spPr>
                        <a:xfrm>
                          <a:off x="0" y="0"/>
                          <a:ext cx="428625" cy="771525"/>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73CD9B4" id="Straight Arrow Connector 16" o:spid="_x0000_s1026" type="#_x0000_t32" style="position:absolute;margin-left:169.85pt;margin-top:11.1pt;width:33.75pt;height:60.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" strokecolor="#4a7ebb">
                <v:stroke endarrow="block"/>
              </v:shape>
            </w:pict>
          </mc:Fallback>
        </mc:AlternateContent>
      </w:r>
      <w:r>
        <w:rPr>
          <w:noProof/>
          <w:sz w:val="22"/>
          <w:szCs w:val="22"/>
          <w:lang w:eastAsia="en-AU"/>
        </w:rPr>
        <w:drawing>
          <wp:anchor distT="0" distB="0" distL="114300" distR="114300" simplePos="0" relativeHeight="251678720" behindDoc="1" locked="0" layoutInCell="1" allowOverlap="1" wp14:anchorId="14D50076" wp14:editId="2A050BA2">
            <wp:simplePos x="0" y="0"/>
            <wp:positionH relativeFrom="column">
              <wp:posOffset>661671</wp:posOffset>
            </wp:positionH>
            <wp:positionV relativeFrom="paragraph">
              <wp:posOffset>174567</wp:posOffset>
            </wp:positionV>
            <wp:extent cx="4373880" cy="3928576"/>
            <wp:effectExtent l="0" t="0" r="762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helf cabinet 2.jpg"/>
                    <pic:cNvPicPr/>
                  </pic:nvPicPr>
                  <pic:blipFill>
                    <a:blip r:embed="rId27">
                      <a:extLst>
                        <a:ext uri="{28A0092B-C50C-407E-A947-70E740481C1C}">
                          <a14:useLocalDpi xmlns:a14="http://schemas.microsoft.com/office/drawing/2010/main" val="0"/>
                        </a:ext>
                      </a:extLst>
                    </a:blip>
                    <a:stretch>
                      <a:fillRect/>
                    </a:stretch>
                  </pic:blipFill>
                  <pic:spPr>
                    <a:xfrm>
                      <a:off x="0" y="0"/>
                      <a:ext cx="4378419" cy="3932652"/>
                    </a:xfrm>
                    <a:prstGeom prst="rect">
                      <a:avLst/>
                    </a:prstGeom>
                  </pic:spPr>
                </pic:pic>
              </a:graphicData>
            </a:graphic>
            <wp14:sizeRelH relativeFrom="page">
              <wp14:pctWidth>0</wp14:pctWidth>
            </wp14:sizeRelH>
            <wp14:sizeRelV relativeFrom="page">
              <wp14:pctHeight>0</wp14:pctHeight>
            </wp14:sizeRelV>
          </wp:anchor>
        </w:drawing>
      </w:r>
    </w:p>
    <w:p w14:paraId="2E9B40FA" w14:textId="7AC365A9" w:rsidR="00930FA0" w:rsidRDefault="00930FA0" w:rsidP="00930FA0">
      <w:pPr>
        <w:rPr>
          <w:sz w:val="22"/>
          <w:szCs w:val="22"/>
        </w:rPr>
      </w:pPr>
    </w:p>
    <w:p w14:paraId="15188D37" w14:textId="249CADC2" w:rsidR="00930FA0" w:rsidRDefault="00F3021D" w:rsidP="00930FA0">
      <w:pPr>
        <w:rPr>
          <w:sz w:val="22"/>
          <w:szCs w:val="22"/>
        </w:rPr>
      </w:pPr>
      <w:r>
        <w:rPr>
          <w:noProof/>
          <w:lang w:eastAsia="en-AU"/>
        </w:rPr>
        <mc:AlternateContent>
          <mc:Choice Requires="wps">
            <w:drawing>
              <wp:anchor distT="45720" distB="45720" distL="114300" distR="114300" simplePos="0" relativeHeight="251673600" behindDoc="0" locked="0" layoutInCell="1" allowOverlap="1" wp14:anchorId="1A560EA4" wp14:editId="1DD8EA7A">
                <wp:simplePos x="0" y="0"/>
                <wp:positionH relativeFrom="column">
                  <wp:posOffset>-500380</wp:posOffset>
                </wp:positionH>
                <wp:positionV relativeFrom="paragraph">
                  <wp:posOffset>334010</wp:posOffset>
                </wp:positionV>
                <wp:extent cx="1085850" cy="1404620"/>
                <wp:effectExtent l="0" t="0" r="19050" b="1016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1404620"/>
                        </a:xfrm>
                        <a:prstGeom prst="rect">
                          <a:avLst/>
                        </a:prstGeom>
                        <a:solidFill>
                          <a:srgbClr val="FFFFFF"/>
                        </a:solidFill>
                        <a:ln w="9525">
                          <a:solidFill>
                            <a:srgbClr val="0070C0"/>
                          </a:solidFill>
                          <a:miter lim="800000"/>
                          <a:headEnd/>
                          <a:tailEnd/>
                        </a:ln>
                      </wps:spPr>
                      <wps:txbx>
                        <w:txbxContent>
                          <w:p w14:paraId="1B511BA2" w14:textId="5970EEE5" w:rsidR="00930FA0" w:rsidRPr="00F85252" w:rsidRDefault="00930FA0" w:rsidP="00930FA0">
                            <w:pPr>
                              <w:rPr>
                                <w:color w:val="FF0000"/>
                                <w:sz w:val="22"/>
                                <w:szCs w:val="22"/>
                              </w:rPr>
                            </w:pPr>
                            <w:r w:rsidRPr="00F85252">
                              <w:rPr>
                                <w:sz w:val="22"/>
                                <w:szCs w:val="22"/>
                              </w:rPr>
                              <w:t xml:space="preserve">5.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A560EA4" id="_x0000_s1027" type="#_x0000_t202" style="position:absolute;margin-left:-39.4pt;margin-top:26.3pt;width:85.5pt;height:110.6pt;z-index:2516736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" strokecolor="#0070c0">
                <v:textbox style="mso-fit-shape-to-text:t">
                  <w:txbxContent>
                    <w:p w14:paraId="1B511BA2" w14:textId="5970EEE5" w:rsidR="00930FA0" w:rsidRPr="00F85252" w:rsidRDefault="00930FA0" w:rsidP="00930FA0">
                      <w:pPr>
                        <w:rPr>
                          <w:color w:val="FF0000"/>
                          <w:sz w:val="22"/>
                          <w:szCs w:val="22"/>
                        </w:rPr>
                      </w:pPr>
                      <w:r w:rsidRPr="00F85252">
                        <w:rPr>
                          <w:sz w:val="22"/>
                          <w:szCs w:val="22"/>
                        </w:rPr>
                        <w:t xml:space="preserve">5. </w:t>
                      </w:r>
                    </w:p>
                  </w:txbxContent>
                </v:textbox>
                <w10:wrap type="square"/>
              </v:shape>
            </w:pict>
          </mc:Fallback>
        </mc:AlternateContent>
      </w:r>
    </w:p>
    <w:p w14:paraId="69EE3B03" w14:textId="480A4AD9" w:rsidR="00930FA0" w:rsidRDefault="00930FA0" w:rsidP="00930FA0">
      <w:pPr>
        <w:rPr>
          <w:sz w:val="22"/>
          <w:szCs w:val="22"/>
        </w:rPr>
      </w:pPr>
    </w:p>
    <w:p w14:paraId="735ADF98" w14:textId="51D5B250" w:rsidR="00930FA0" w:rsidRDefault="00E91BE2" w:rsidP="00930FA0">
      <w:pPr>
        <w:rPr>
          <w:sz w:val="22"/>
          <w:szCs w:val="22"/>
        </w:rPr>
      </w:pPr>
      <w:r>
        <w:rPr>
          <w:noProof/>
          <w:lang w:eastAsia="en-AU"/>
        </w:rPr>
        <mc:AlternateContent>
          <mc:Choice Requires="wps">
            <w:drawing>
              <wp:anchor distT="0" distB="0" distL="114300" distR="114300" simplePos="0" relativeHeight="251675648" behindDoc="0" locked="0" layoutInCell="1" allowOverlap="1" wp14:anchorId="59B1C886" wp14:editId="14A50B65">
                <wp:simplePos x="0" y="0"/>
                <wp:positionH relativeFrom="column">
                  <wp:posOffset>137795</wp:posOffset>
                </wp:positionH>
                <wp:positionV relativeFrom="paragraph">
                  <wp:posOffset>135890</wp:posOffset>
                </wp:positionV>
                <wp:extent cx="2705100" cy="495300"/>
                <wp:effectExtent l="0" t="0" r="57150" b="76200"/>
                <wp:wrapNone/>
                <wp:docPr id="14" name="Straight Arrow Connector 14"/>
                <wp:cNvGraphicFramePr/>
                <a:graphic xmlns:a="http://schemas.openxmlformats.org/drawingml/2006/main">
                  <a:graphicData uri="http://schemas.microsoft.com/office/word/2010/wordprocessingShape">
                    <wps:wsp>
                      <wps:cNvCnPr/>
                      <wps:spPr>
                        <a:xfrm>
                          <a:off x="0" y="0"/>
                          <a:ext cx="2705100" cy="495300"/>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8E6D144" id="Straight Arrow Connector 14" o:spid="_x0000_s1026" type="#_x0000_t32" style="position:absolute;margin-left:10.85pt;margin-top:10.7pt;width:213pt;height:3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" strokecolor="#4a7ebb">
                <v:stroke endarrow="block"/>
              </v:shape>
            </w:pict>
          </mc:Fallback>
        </mc:AlternateContent>
      </w:r>
    </w:p>
    <w:p w14:paraId="0040AD94" w14:textId="55240D83" w:rsidR="00930FA0" w:rsidRDefault="00930FA0" w:rsidP="00930FA0">
      <w:pPr>
        <w:rPr>
          <w:sz w:val="22"/>
          <w:szCs w:val="22"/>
        </w:rPr>
      </w:pPr>
    </w:p>
    <w:p w14:paraId="4C4FB4D9" w14:textId="378E3398" w:rsidR="00930FA0" w:rsidRDefault="00930FA0" w:rsidP="00930FA0">
      <w:pPr>
        <w:rPr>
          <w:sz w:val="22"/>
          <w:szCs w:val="22"/>
        </w:rPr>
      </w:pPr>
    </w:p>
    <w:p w14:paraId="28D9B783" w14:textId="61F5AF32" w:rsidR="00930FA0" w:rsidRDefault="00E91BE2" w:rsidP="00930FA0">
      <w:pPr>
        <w:rPr>
          <w:sz w:val="22"/>
          <w:szCs w:val="22"/>
        </w:rPr>
      </w:pPr>
      <w:r>
        <w:rPr>
          <w:noProof/>
          <w:lang w:eastAsia="en-AU"/>
        </w:rPr>
        <mc:AlternateContent>
          <mc:Choice Requires="wps">
            <w:drawing>
              <wp:anchor distT="0" distB="0" distL="114300" distR="114300" simplePos="0" relativeHeight="251671552" behindDoc="0" locked="0" layoutInCell="1" allowOverlap="1" wp14:anchorId="4FE22E91" wp14:editId="4C4769B5">
                <wp:simplePos x="0" y="0"/>
                <wp:positionH relativeFrom="column">
                  <wp:posOffset>223520</wp:posOffset>
                </wp:positionH>
                <wp:positionV relativeFrom="paragraph">
                  <wp:posOffset>86994</wp:posOffset>
                </wp:positionV>
                <wp:extent cx="2162175" cy="333375"/>
                <wp:effectExtent l="0" t="57150" r="9525" b="28575"/>
                <wp:wrapNone/>
                <wp:docPr id="9" name="Straight Arrow Connector 9"/>
                <wp:cNvGraphicFramePr/>
                <a:graphic xmlns:a="http://schemas.openxmlformats.org/drawingml/2006/main">
                  <a:graphicData uri="http://schemas.microsoft.com/office/word/2010/wordprocessingShape">
                    <wps:wsp>
                      <wps:cNvCnPr/>
                      <wps:spPr>
                        <a:xfrm flipV="1">
                          <a:off x="0" y="0"/>
                          <a:ext cx="2162175" cy="333375"/>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3611CED" id="Straight Arrow Connector 9" o:spid="_x0000_s1026" type="#_x0000_t32" style="position:absolute;margin-left:17.6pt;margin-top:6.85pt;width:170.25pt;height:26.2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" strokecolor="#4a7ebb">
                <v:stroke endarrow="block"/>
              </v:shape>
            </w:pict>
          </mc:Fallback>
        </mc:AlternateContent>
      </w:r>
    </w:p>
    <w:p w14:paraId="4361D3D0" w14:textId="79A16E8A" w:rsidR="00930FA0" w:rsidRDefault="00F3021D" w:rsidP="00930FA0">
      <w:pPr>
        <w:rPr>
          <w:sz w:val="22"/>
          <w:szCs w:val="22"/>
        </w:rPr>
      </w:pPr>
      <w:r>
        <w:rPr>
          <w:noProof/>
          <w:lang w:eastAsia="en-AU"/>
        </w:rPr>
        <mc:AlternateContent>
          <mc:Choice Requires="wps">
            <w:drawing>
              <wp:anchor distT="45720" distB="45720" distL="114300" distR="114300" simplePos="0" relativeHeight="251667456" behindDoc="0" locked="0" layoutInCell="1" allowOverlap="1" wp14:anchorId="57A4EEED" wp14:editId="041CA583">
                <wp:simplePos x="0" y="0"/>
                <wp:positionH relativeFrom="column">
                  <wp:posOffset>-500380</wp:posOffset>
                </wp:positionH>
                <wp:positionV relativeFrom="paragraph">
                  <wp:posOffset>140970</wp:posOffset>
                </wp:positionV>
                <wp:extent cx="1085850" cy="1404620"/>
                <wp:effectExtent l="0" t="0" r="19050" b="1016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1404620"/>
                        </a:xfrm>
                        <a:prstGeom prst="rect">
                          <a:avLst/>
                        </a:prstGeom>
                        <a:solidFill>
                          <a:srgbClr val="FFFFFF"/>
                        </a:solidFill>
                        <a:ln w="9525">
                          <a:solidFill>
                            <a:srgbClr val="0070C0"/>
                          </a:solidFill>
                          <a:miter lim="800000"/>
                          <a:headEnd/>
                          <a:tailEnd/>
                        </a:ln>
                      </wps:spPr>
                      <wps:txbx>
                        <w:txbxContent>
                          <w:p w14:paraId="6EAE7CC3" w14:textId="50F5CE7F" w:rsidR="00930FA0" w:rsidRPr="00F85252" w:rsidRDefault="00930FA0" w:rsidP="00930FA0">
                            <w:pPr>
                              <w:rPr>
                                <w:color w:val="FF0000"/>
                                <w:sz w:val="22"/>
                                <w:szCs w:val="22"/>
                              </w:rPr>
                            </w:pPr>
                            <w:r w:rsidRPr="00F85252">
                              <w:rPr>
                                <w:sz w:val="22"/>
                                <w:szCs w:val="22"/>
                              </w:rPr>
                              <w:t>3.</w:t>
                            </w:r>
                            <w:r w:rsidRPr="00F85252">
                              <w:rPr>
                                <w:color w:val="FF0000"/>
                                <w:sz w:val="22"/>
                                <w:szCs w:val="22"/>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7A4EEED" id="_x0000_s1028" type="#_x0000_t202" style="position:absolute;margin-left:-39.4pt;margin-top:11.1pt;width:85.5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" strokecolor="#0070c0">
                <v:textbox style="mso-fit-shape-to-text:t">
                  <w:txbxContent>
                    <w:p w14:paraId="6EAE7CC3" w14:textId="50F5CE7F" w:rsidR="00930FA0" w:rsidRPr="00F85252" w:rsidRDefault="00930FA0" w:rsidP="00930FA0">
                      <w:pPr>
                        <w:rPr>
                          <w:color w:val="FF0000"/>
                          <w:sz w:val="22"/>
                          <w:szCs w:val="22"/>
                        </w:rPr>
                      </w:pPr>
                      <w:r w:rsidRPr="00F85252">
                        <w:rPr>
                          <w:sz w:val="22"/>
                          <w:szCs w:val="22"/>
                        </w:rPr>
                        <w:t>3.</w:t>
                      </w:r>
                      <w:r w:rsidRPr="00F85252">
                        <w:rPr>
                          <w:color w:val="FF0000"/>
                          <w:sz w:val="22"/>
                          <w:szCs w:val="22"/>
                        </w:rPr>
                        <w:t xml:space="preserve"> </w:t>
                      </w:r>
                    </w:p>
                  </w:txbxContent>
                </v:textbox>
                <w10:wrap type="square"/>
              </v:shape>
            </w:pict>
          </mc:Fallback>
        </mc:AlternateContent>
      </w:r>
    </w:p>
    <w:p w14:paraId="1B07A762" w14:textId="108035FE" w:rsidR="00930FA0" w:rsidRDefault="00930FA0" w:rsidP="00930FA0">
      <w:pPr>
        <w:rPr>
          <w:sz w:val="22"/>
          <w:szCs w:val="22"/>
        </w:rPr>
      </w:pPr>
    </w:p>
    <w:p w14:paraId="0FAD25C2" w14:textId="24978421" w:rsidR="00930FA0" w:rsidRDefault="00E91BE2" w:rsidP="00930FA0">
      <w:pPr>
        <w:rPr>
          <w:sz w:val="22"/>
          <w:szCs w:val="22"/>
        </w:rPr>
      </w:pPr>
      <w:r>
        <w:rPr>
          <w:noProof/>
          <w:lang w:eastAsia="en-AU"/>
        </w:rPr>
        <mc:AlternateContent>
          <mc:Choice Requires="wps">
            <w:drawing>
              <wp:anchor distT="0" distB="0" distL="114300" distR="114300" simplePos="0" relativeHeight="251672576" behindDoc="0" locked="0" layoutInCell="1" allowOverlap="1" wp14:anchorId="3E5E815A" wp14:editId="124FDBC4">
                <wp:simplePos x="0" y="0"/>
                <wp:positionH relativeFrom="column">
                  <wp:posOffset>661669</wp:posOffset>
                </wp:positionH>
                <wp:positionV relativeFrom="paragraph">
                  <wp:posOffset>142875</wp:posOffset>
                </wp:positionV>
                <wp:extent cx="2028825" cy="1061085"/>
                <wp:effectExtent l="0" t="38100" r="47625" b="24765"/>
                <wp:wrapNone/>
                <wp:docPr id="10" name="Straight Arrow Connector 10"/>
                <wp:cNvGraphicFramePr/>
                <a:graphic xmlns:a="http://schemas.openxmlformats.org/drawingml/2006/main">
                  <a:graphicData uri="http://schemas.microsoft.com/office/word/2010/wordprocessingShape">
                    <wps:wsp>
                      <wps:cNvCnPr/>
                      <wps:spPr>
                        <a:xfrm flipV="1">
                          <a:off x="0" y="0"/>
                          <a:ext cx="2028825" cy="1061085"/>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B25865C" id="Straight Arrow Connector 10" o:spid="_x0000_s1026" type="#_x0000_t32" style="position:absolute;margin-left:52.1pt;margin-top:11.25pt;width:159.75pt;height:83.5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" strokecolor="#4a7ebb">
                <v:stroke endarrow="block"/>
              </v:shape>
            </w:pict>
          </mc:Fallback>
        </mc:AlternateContent>
      </w:r>
    </w:p>
    <w:p w14:paraId="008E3E13" w14:textId="63B4ACCB" w:rsidR="00930FA0" w:rsidRDefault="00F3021D" w:rsidP="00930FA0">
      <w:pPr>
        <w:rPr>
          <w:sz w:val="22"/>
          <w:szCs w:val="22"/>
        </w:rPr>
      </w:pPr>
      <w:r>
        <w:rPr>
          <w:noProof/>
          <w:lang w:eastAsia="en-AU"/>
        </w:rPr>
        <mc:AlternateContent>
          <mc:Choice Requires="wps">
            <w:drawing>
              <wp:anchor distT="45720" distB="45720" distL="114300" distR="114300" simplePos="0" relativeHeight="251670528" behindDoc="0" locked="0" layoutInCell="1" allowOverlap="1" wp14:anchorId="50F84D9E" wp14:editId="0136CF6E">
                <wp:simplePos x="0" y="0"/>
                <wp:positionH relativeFrom="column">
                  <wp:posOffset>5043170</wp:posOffset>
                </wp:positionH>
                <wp:positionV relativeFrom="paragraph">
                  <wp:posOffset>167640</wp:posOffset>
                </wp:positionV>
                <wp:extent cx="1190625" cy="400050"/>
                <wp:effectExtent l="0" t="0" r="28575" b="1905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400050"/>
                        </a:xfrm>
                        <a:prstGeom prst="rect">
                          <a:avLst/>
                        </a:prstGeom>
                        <a:solidFill>
                          <a:srgbClr val="FFFFFF"/>
                        </a:solidFill>
                        <a:ln w="9525">
                          <a:solidFill>
                            <a:srgbClr val="0070C0"/>
                          </a:solidFill>
                          <a:miter lim="800000"/>
                          <a:headEnd/>
                          <a:tailEnd/>
                        </a:ln>
                      </wps:spPr>
                      <wps:txbx>
                        <w:txbxContent>
                          <w:p w14:paraId="221C390A" w14:textId="0A83BD4E" w:rsidR="00930FA0" w:rsidRPr="00F85252" w:rsidRDefault="00930FA0" w:rsidP="00930FA0">
                            <w:pPr>
                              <w:rPr>
                                <w:color w:val="FF0000"/>
                                <w:sz w:val="22"/>
                                <w:szCs w:val="22"/>
                              </w:rPr>
                            </w:pPr>
                            <w:r w:rsidRPr="00F85252">
                              <w:rPr>
                                <w:sz w:val="22"/>
                                <w:szCs w:val="22"/>
                              </w:rPr>
                              <w:t xml:space="preserve">1.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F84D9E" id="_x0000_s1029" type="#_x0000_t202" style="position:absolute;margin-left:397.1pt;margin-top:13.2pt;width:93.75pt;height:31.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" strokecolor="#0070c0">
                <v:textbox>
                  <w:txbxContent>
                    <w:p w14:paraId="221C390A" w14:textId="0A83BD4E" w:rsidR="00930FA0" w:rsidRPr="00F85252" w:rsidRDefault="00930FA0" w:rsidP="00930FA0">
                      <w:pPr>
                        <w:rPr>
                          <w:color w:val="FF0000"/>
                          <w:sz w:val="22"/>
                          <w:szCs w:val="22"/>
                        </w:rPr>
                      </w:pPr>
                      <w:r w:rsidRPr="00F85252">
                        <w:rPr>
                          <w:sz w:val="22"/>
                          <w:szCs w:val="22"/>
                        </w:rPr>
                        <w:t xml:space="preserve">1. </w:t>
                      </w:r>
                    </w:p>
                  </w:txbxContent>
                </v:textbox>
                <w10:wrap type="square"/>
              </v:shape>
            </w:pict>
          </mc:Fallback>
        </mc:AlternateContent>
      </w:r>
      <w:r w:rsidR="00E91BE2">
        <w:rPr>
          <w:noProof/>
          <w:lang w:eastAsia="en-AU"/>
        </w:rPr>
        <mc:AlternateContent>
          <mc:Choice Requires="wps">
            <w:drawing>
              <wp:anchor distT="0" distB="0" distL="114300" distR="114300" simplePos="0" relativeHeight="251665408" behindDoc="0" locked="0" layoutInCell="1" allowOverlap="1" wp14:anchorId="5E0B6153" wp14:editId="23355E8C">
                <wp:simplePos x="0" y="0"/>
                <wp:positionH relativeFrom="column">
                  <wp:posOffset>2080895</wp:posOffset>
                </wp:positionH>
                <wp:positionV relativeFrom="paragraph">
                  <wp:posOffset>167639</wp:posOffset>
                </wp:positionV>
                <wp:extent cx="609600" cy="1238249"/>
                <wp:effectExtent l="0" t="38100" r="57150" b="19685"/>
                <wp:wrapNone/>
                <wp:docPr id="3" name="Straight Arrow Connector 3"/>
                <wp:cNvGraphicFramePr/>
                <a:graphic xmlns:a="http://schemas.openxmlformats.org/drawingml/2006/main">
                  <a:graphicData uri="http://schemas.microsoft.com/office/word/2010/wordprocessingShape">
                    <wps:wsp>
                      <wps:cNvCnPr/>
                      <wps:spPr>
                        <a:xfrm flipV="1">
                          <a:off x="0" y="0"/>
                          <a:ext cx="609600" cy="1238249"/>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2F408C7" id="Straight Arrow Connector 3" o:spid="_x0000_s1026" type="#_x0000_t32" style="position:absolute;margin-left:163.85pt;margin-top:13.2pt;width:48pt;height:97.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" strokecolor="#4a7ebb">
                <v:stroke endarrow="block"/>
              </v:shape>
            </w:pict>
          </mc:Fallback>
        </mc:AlternateContent>
      </w:r>
    </w:p>
    <w:p w14:paraId="6BF01406" w14:textId="227F53E3" w:rsidR="00930FA0" w:rsidRDefault="00930FA0" w:rsidP="00930FA0">
      <w:pPr>
        <w:rPr>
          <w:sz w:val="22"/>
          <w:szCs w:val="22"/>
        </w:rPr>
      </w:pPr>
    </w:p>
    <w:p w14:paraId="743D2210" w14:textId="46B0C448" w:rsidR="00930FA0" w:rsidRDefault="00930FA0" w:rsidP="00930FA0">
      <w:pPr>
        <w:rPr>
          <w:sz w:val="22"/>
          <w:szCs w:val="22"/>
        </w:rPr>
      </w:pPr>
      <w:r w:rsidRPr="00CE1453">
        <w:rPr>
          <w:sz w:val="16"/>
          <w:szCs w:val="16"/>
        </w:rPr>
        <w:t>© TAFE NSW 2019</w:t>
      </w:r>
    </w:p>
    <w:p w14:paraId="6850BD2A" w14:textId="76ADDB05" w:rsidR="00930FA0" w:rsidRDefault="00E91BE2" w:rsidP="00930FA0">
      <w:pPr>
        <w:rPr>
          <w:sz w:val="22"/>
          <w:szCs w:val="22"/>
        </w:rPr>
      </w:pPr>
      <w:r>
        <w:rPr>
          <w:noProof/>
          <w:lang w:eastAsia="en-AU"/>
        </w:rPr>
        <mc:AlternateContent>
          <mc:Choice Requires="wps">
            <w:drawing>
              <wp:anchor distT="45720" distB="45720" distL="114300" distR="114300" simplePos="0" relativeHeight="251666432" behindDoc="0" locked="0" layoutInCell="1" allowOverlap="1" wp14:anchorId="3A82F236" wp14:editId="138A4BE1">
                <wp:simplePos x="0" y="0"/>
                <wp:positionH relativeFrom="column">
                  <wp:posOffset>-405130</wp:posOffset>
                </wp:positionH>
                <wp:positionV relativeFrom="paragraph">
                  <wp:posOffset>110490</wp:posOffset>
                </wp:positionV>
                <wp:extent cx="1581150" cy="35242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352425"/>
                        </a:xfrm>
                        <a:prstGeom prst="rect">
                          <a:avLst/>
                        </a:prstGeom>
                        <a:solidFill>
                          <a:srgbClr val="FFFFFF"/>
                        </a:solidFill>
                        <a:ln w="9525">
                          <a:solidFill>
                            <a:srgbClr val="0070C0"/>
                          </a:solidFill>
                          <a:miter lim="800000"/>
                          <a:headEnd/>
                          <a:tailEnd/>
                        </a:ln>
                      </wps:spPr>
                      <wps:txbx>
                        <w:txbxContent>
                          <w:p w14:paraId="34591A2F" w14:textId="571A0946" w:rsidR="00930FA0" w:rsidRPr="00F85252" w:rsidRDefault="00930FA0" w:rsidP="00930FA0">
                            <w:pPr>
                              <w:rPr>
                                <w:sz w:val="22"/>
                                <w:szCs w:val="22"/>
                              </w:rPr>
                            </w:pPr>
                            <w:r w:rsidRPr="00F85252">
                              <w:rPr>
                                <w:sz w:val="22"/>
                                <w:szCs w:val="22"/>
                              </w:rPr>
                              <w:t xml:space="preserve">4.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82F236" id="_x0000_s1030" type="#_x0000_t202" style="position:absolute;margin-left:-31.9pt;margin-top:8.7pt;width:124.5pt;height:27.7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" strokecolor="#0070c0">
                <v:textbox>
                  <w:txbxContent>
                    <w:p w14:paraId="34591A2F" w14:textId="571A0946" w:rsidR="00930FA0" w:rsidRPr="00F85252" w:rsidRDefault="00930FA0" w:rsidP="00930FA0">
                      <w:pPr>
                        <w:rPr>
                          <w:sz w:val="22"/>
                          <w:szCs w:val="22"/>
                        </w:rPr>
                      </w:pPr>
                      <w:r w:rsidRPr="00F85252">
                        <w:rPr>
                          <w:sz w:val="22"/>
                          <w:szCs w:val="22"/>
                        </w:rPr>
                        <w:t xml:space="preserve">4. </w:t>
                      </w:r>
                    </w:p>
                  </w:txbxContent>
                </v:textbox>
                <w10:wrap type="square"/>
              </v:shape>
            </w:pict>
          </mc:Fallback>
        </mc:AlternateContent>
      </w:r>
    </w:p>
    <w:p w14:paraId="7C75F01C" w14:textId="681553AF" w:rsidR="00930FA0" w:rsidRDefault="00930FA0" w:rsidP="00930FA0">
      <w:pPr>
        <w:rPr>
          <w:noProof/>
          <w:lang w:eastAsia="en-AU"/>
        </w:rPr>
      </w:pPr>
    </w:p>
    <w:p w14:paraId="081559E2" w14:textId="14362454" w:rsidR="00E91BE2" w:rsidRDefault="00E91BE2" w:rsidP="00930FA0">
      <w:pPr>
        <w:rPr>
          <w:noProof/>
          <w:lang w:eastAsia="en-AU"/>
        </w:rPr>
      </w:pPr>
      <w:r>
        <w:rPr>
          <w:noProof/>
          <w:lang w:eastAsia="en-AU"/>
        </w:rPr>
        <mc:AlternateContent>
          <mc:Choice Requires="wps">
            <w:drawing>
              <wp:anchor distT="45720" distB="45720" distL="114300" distR="114300" simplePos="0" relativeHeight="251668480" behindDoc="0" locked="0" layoutInCell="1" allowOverlap="1" wp14:anchorId="61B90741" wp14:editId="3D7C3159">
                <wp:simplePos x="0" y="0"/>
                <wp:positionH relativeFrom="column">
                  <wp:posOffset>1394460</wp:posOffset>
                </wp:positionH>
                <wp:positionV relativeFrom="paragraph">
                  <wp:posOffset>17780</wp:posOffset>
                </wp:positionV>
                <wp:extent cx="1343025" cy="400050"/>
                <wp:effectExtent l="0" t="0" r="28575" b="1905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flipV="1">
                          <a:off x="0" y="0"/>
                          <a:ext cx="1343025" cy="400050"/>
                        </a:xfrm>
                        <a:prstGeom prst="rect">
                          <a:avLst/>
                        </a:prstGeom>
                        <a:solidFill>
                          <a:srgbClr val="FFFFFF"/>
                        </a:solidFill>
                        <a:ln w="9525">
                          <a:solidFill>
                            <a:srgbClr val="0070C0"/>
                          </a:solidFill>
                          <a:miter lim="800000"/>
                          <a:headEnd/>
                          <a:tailEnd/>
                        </a:ln>
                      </wps:spPr>
                      <wps:txbx>
                        <w:txbxContent>
                          <w:p w14:paraId="76A393FD" w14:textId="424B5026" w:rsidR="00930FA0" w:rsidRPr="00F85252" w:rsidRDefault="00930FA0" w:rsidP="00930FA0">
                            <w:pPr>
                              <w:rPr>
                                <w:sz w:val="22"/>
                                <w:szCs w:val="22"/>
                              </w:rPr>
                            </w:pPr>
                            <w:r w:rsidRPr="00F85252">
                              <w:rPr>
                                <w:sz w:val="22"/>
                                <w:szCs w:val="22"/>
                              </w:rPr>
                              <w:t xml:space="preserve">2.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B90741" id="_x0000_s1031" type="#_x0000_t202" style="position:absolute;margin-left:109.8pt;margin-top:1.4pt;width:105.75pt;height:31.5pt;rotation:180;flip:y;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" strokecolor="#0070c0">
                <v:textbox>
                  <w:txbxContent>
                    <w:p w14:paraId="76A393FD" w14:textId="424B5026" w:rsidR="00930FA0" w:rsidRPr="00F85252" w:rsidRDefault="00930FA0" w:rsidP="00930FA0">
                      <w:pPr>
                        <w:rPr>
                          <w:sz w:val="22"/>
                          <w:szCs w:val="22"/>
                        </w:rPr>
                      </w:pPr>
                      <w:r w:rsidRPr="00F85252">
                        <w:rPr>
                          <w:sz w:val="22"/>
                          <w:szCs w:val="22"/>
                        </w:rPr>
                        <w:t xml:space="preserve">2. </w:t>
                      </w:r>
                    </w:p>
                  </w:txbxContent>
                </v:textbox>
                <w10:wrap type="square"/>
              </v:shape>
            </w:pict>
          </mc:Fallback>
        </mc:AlternateContent>
      </w:r>
    </w:p>
    <w:p w14:paraId="586CFE59" w14:textId="7F839350" w:rsidR="00E91BE2" w:rsidRDefault="00E91BE2" w:rsidP="00930FA0">
      <w:pPr>
        <w:rPr>
          <w:noProof/>
          <w:lang w:eastAsia="en-AU"/>
        </w:rPr>
      </w:pPr>
    </w:p>
    <w:p w14:paraId="618FF994" w14:textId="55EF4AB6" w:rsidR="00913292" w:rsidRDefault="00913292">
      <w:pPr>
        <w:tabs>
          <w:tab w:val="clear" w:pos="284"/>
        </w:tabs>
        <w:spacing w:before="0" w:after="200" w:line="276" w:lineRule="auto"/>
        <w:rPr>
          <w:sz w:val="22"/>
          <w:szCs w:val="22"/>
        </w:rPr>
      </w:pPr>
    </w:p>
    <w:p w14:paraId="39CF7D48" w14:textId="77777777" w:rsidR="00E91BE2" w:rsidRPr="00D764AC" w:rsidRDefault="00E91BE2" w:rsidP="00930FA0">
      <w:pPr>
        <w:rPr>
          <w:sz w:val="22"/>
          <w:szCs w:val="22"/>
        </w:rPr>
      </w:pPr>
    </w:p>
    <w:p w14:paraId="4F2FA898" w14:textId="12FE063D" w:rsidR="006019FF" w:rsidRDefault="006019FF" w:rsidP="006019FF">
      <w:pPr>
        <w:pStyle w:val="Body"/>
        <w:numPr>
          <w:ilvl w:val="0"/>
          <w:numId w:val="32"/>
        </w:numPr>
        <w:rPr>
          <w:sz w:val="22"/>
          <w:szCs w:val="22"/>
        </w:rPr>
      </w:pPr>
      <w:r w:rsidRPr="00D764AC">
        <w:rPr>
          <w:sz w:val="22"/>
          <w:szCs w:val="22"/>
        </w:rPr>
        <w:t xml:space="preserve">Describe how Computer- Aided Manufacturing </w:t>
      </w:r>
      <w:r w:rsidRPr="00F85252">
        <w:rPr>
          <w:i/>
          <w:sz w:val="22"/>
          <w:szCs w:val="22"/>
        </w:rPr>
        <w:t xml:space="preserve">(CAM) </w:t>
      </w:r>
      <w:r w:rsidRPr="00D764AC">
        <w:rPr>
          <w:sz w:val="22"/>
          <w:szCs w:val="22"/>
        </w:rPr>
        <w:t>can affect cabinetry design including</w:t>
      </w:r>
      <w:r w:rsidRPr="00D764AC">
        <w:rPr>
          <w:i/>
          <w:sz w:val="22"/>
          <w:szCs w:val="22"/>
        </w:rPr>
        <w:t xml:space="preserve"> </w:t>
      </w:r>
      <w:r w:rsidR="00120F99">
        <w:rPr>
          <w:sz w:val="22"/>
          <w:szCs w:val="22"/>
        </w:rPr>
        <w:t>the features, limitations.</w:t>
      </w:r>
    </w:p>
    <w:p w14:paraId="1C54212A" w14:textId="21CFA772" w:rsidR="00120F99" w:rsidRPr="00FC6B42" w:rsidRDefault="00120F99" w:rsidP="00120F99">
      <w:pPr>
        <w:pStyle w:val="Caption"/>
      </w:pPr>
      <w:r w:rsidRPr="00FC6B42">
        <w:t xml:space="preserve">Table </w:t>
      </w:r>
      <w:fldSimple w:instr=" SEQ Table \* ARABIC ">
        <w:r w:rsidR="00913292">
          <w:rPr>
            <w:noProof/>
          </w:rPr>
          <w:t>4</w:t>
        </w:r>
      </w:fldSimple>
      <w:r w:rsidRPr="00FC6B42">
        <w:t xml:space="preserve"> </w:t>
      </w:r>
      <w:r w:rsidR="00913292">
        <w:t>CAM</w:t>
      </w:r>
    </w:p>
    <w:tbl>
      <w:tblPr>
        <w:tblStyle w:val="TableGrid"/>
        <w:tblW w:w="0" w:type="auto"/>
        <w:tblInd w:w="279"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2022"/>
        <w:gridCol w:w="2301"/>
        <w:gridCol w:w="2301"/>
        <w:gridCol w:w="2301"/>
      </w:tblGrid>
      <w:tr w:rsidR="006019FF" w:rsidRPr="00F97C0C" w14:paraId="1EAC8BBA" w14:textId="77777777" w:rsidTr="00EC7205">
        <w:trPr>
          <w:cnfStyle w:val="100000000000" w:firstRow="1" w:lastRow="0" w:firstColumn="0" w:lastColumn="0" w:oddVBand="0" w:evenVBand="0" w:oddHBand="0" w:evenHBand="0" w:firstRowFirstColumn="0" w:firstRowLastColumn="0" w:lastRowFirstColumn="0" w:lastRowLastColumn="0"/>
          <w:trHeight w:hRule="exact" w:val="454"/>
        </w:trPr>
        <w:tc>
          <w:tcPr>
            <w:tcW w:w="2022" w:type="dxa"/>
          </w:tcPr>
          <w:p w14:paraId="7263C06F" w14:textId="77777777" w:rsidR="006019FF" w:rsidRPr="00F97C0C" w:rsidRDefault="006019FF" w:rsidP="00EC7205">
            <w:pPr>
              <w:rPr>
                <w:b w:val="0"/>
                <w:sz w:val="22"/>
                <w:szCs w:val="22"/>
              </w:rPr>
            </w:pPr>
            <w:r w:rsidRPr="00F97C0C">
              <w:rPr>
                <w:b w:val="0"/>
                <w:sz w:val="22"/>
                <w:szCs w:val="22"/>
              </w:rPr>
              <w:t>Construction Type</w:t>
            </w:r>
          </w:p>
        </w:tc>
        <w:tc>
          <w:tcPr>
            <w:tcW w:w="2301" w:type="dxa"/>
          </w:tcPr>
          <w:p w14:paraId="77DA4DC5" w14:textId="77777777" w:rsidR="006019FF" w:rsidRPr="00F97C0C" w:rsidRDefault="006019FF" w:rsidP="00EC7205">
            <w:pPr>
              <w:rPr>
                <w:b w:val="0"/>
                <w:sz w:val="22"/>
                <w:szCs w:val="22"/>
              </w:rPr>
            </w:pPr>
            <w:r w:rsidRPr="00F97C0C">
              <w:rPr>
                <w:b w:val="0"/>
                <w:sz w:val="22"/>
                <w:szCs w:val="22"/>
              </w:rPr>
              <w:t>Features</w:t>
            </w:r>
          </w:p>
        </w:tc>
        <w:tc>
          <w:tcPr>
            <w:tcW w:w="2301" w:type="dxa"/>
          </w:tcPr>
          <w:p w14:paraId="0CE66AB1" w14:textId="77777777" w:rsidR="006019FF" w:rsidRPr="00F97C0C" w:rsidRDefault="006019FF" w:rsidP="00EC7205">
            <w:pPr>
              <w:rPr>
                <w:b w:val="0"/>
                <w:sz w:val="22"/>
                <w:szCs w:val="22"/>
              </w:rPr>
            </w:pPr>
            <w:r w:rsidRPr="00F97C0C">
              <w:rPr>
                <w:b w:val="0"/>
                <w:sz w:val="22"/>
                <w:szCs w:val="22"/>
              </w:rPr>
              <w:t>Limitations</w:t>
            </w:r>
          </w:p>
        </w:tc>
        <w:tc>
          <w:tcPr>
            <w:tcW w:w="2301" w:type="dxa"/>
          </w:tcPr>
          <w:p w14:paraId="7E97BFF8" w14:textId="77777777" w:rsidR="006019FF" w:rsidRPr="00F97C0C" w:rsidRDefault="006019FF" w:rsidP="00EC7205">
            <w:pPr>
              <w:rPr>
                <w:b w:val="0"/>
                <w:sz w:val="22"/>
                <w:szCs w:val="22"/>
              </w:rPr>
            </w:pPr>
            <w:r w:rsidRPr="00F97C0C">
              <w:rPr>
                <w:b w:val="0"/>
                <w:sz w:val="22"/>
                <w:szCs w:val="22"/>
              </w:rPr>
              <w:t>Design Influences</w:t>
            </w:r>
          </w:p>
        </w:tc>
      </w:tr>
      <w:tr w:rsidR="006019FF" w:rsidRPr="00F97C0C" w14:paraId="6D64C610" w14:textId="77777777" w:rsidTr="00EC7205">
        <w:trPr>
          <w:trHeight w:hRule="exact" w:val="1478"/>
        </w:trPr>
        <w:tc>
          <w:tcPr>
            <w:tcW w:w="2022" w:type="dxa"/>
            <w:vAlign w:val="top"/>
          </w:tcPr>
          <w:p w14:paraId="5C791125" w14:textId="77777777" w:rsidR="006019FF" w:rsidRPr="00F97C0C" w:rsidRDefault="006019FF" w:rsidP="00EC7205">
            <w:pPr>
              <w:tabs>
                <w:tab w:val="clear" w:pos="284"/>
              </w:tabs>
              <w:spacing w:before="0" w:line="240" w:lineRule="auto"/>
              <w:textboxTightWrap w:val="allLines"/>
              <w:rPr>
                <w:rFonts w:ascii="Calibri" w:eastAsiaTheme="minorEastAsia" w:hAnsi="Calibri" w:cstheme="minorBidi"/>
                <w:color w:val="FF0000"/>
                <w:sz w:val="22"/>
                <w:szCs w:val="22"/>
                <w:lang w:val="en-US" w:bidi="en-US"/>
              </w:rPr>
            </w:pPr>
            <w:r w:rsidRPr="006019FF">
              <w:rPr>
                <w:rFonts w:ascii="Calibri" w:eastAsiaTheme="minorEastAsia" w:hAnsi="Calibri" w:cstheme="minorBidi"/>
                <w:sz w:val="20"/>
                <w:szCs w:val="24"/>
                <w:lang w:val="en-US" w:bidi="en-US"/>
              </w:rPr>
              <w:t>CAM</w:t>
            </w:r>
          </w:p>
        </w:tc>
        <w:tc>
          <w:tcPr>
            <w:tcW w:w="2301" w:type="dxa"/>
            <w:vAlign w:val="top"/>
          </w:tcPr>
          <w:p w14:paraId="2B93A996" w14:textId="0765AF54" w:rsidR="006019FF" w:rsidRPr="00F97C0C" w:rsidRDefault="006019FF" w:rsidP="00EC7205">
            <w:pPr>
              <w:tabs>
                <w:tab w:val="clear" w:pos="284"/>
              </w:tabs>
              <w:spacing w:before="0" w:line="240" w:lineRule="auto"/>
              <w:textboxTightWrap w:val="allLines"/>
              <w:rPr>
                <w:rFonts w:ascii="Calibri" w:eastAsiaTheme="minorEastAsia" w:hAnsi="Calibri" w:cstheme="minorBidi"/>
                <w:color w:val="FF0000"/>
                <w:sz w:val="22"/>
                <w:szCs w:val="22"/>
                <w:lang w:val="en-US" w:bidi="en-US"/>
              </w:rPr>
            </w:pPr>
          </w:p>
        </w:tc>
        <w:tc>
          <w:tcPr>
            <w:tcW w:w="2301" w:type="dxa"/>
            <w:vAlign w:val="top"/>
          </w:tcPr>
          <w:p w14:paraId="5ADD9D9B" w14:textId="7E651864" w:rsidR="006019FF" w:rsidRPr="00F97C0C" w:rsidRDefault="006019FF" w:rsidP="00EC7205">
            <w:pPr>
              <w:tabs>
                <w:tab w:val="clear" w:pos="284"/>
              </w:tabs>
              <w:spacing w:before="0" w:line="240" w:lineRule="auto"/>
              <w:textboxTightWrap w:val="allLines"/>
              <w:rPr>
                <w:rFonts w:ascii="Calibri" w:eastAsiaTheme="minorEastAsia" w:hAnsi="Calibri" w:cstheme="minorBidi"/>
                <w:color w:val="FF0000"/>
                <w:sz w:val="22"/>
                <w:szCs w:val="22"/>
                <w:lang w:val="en-US" w:bidi="en-US"/>
              </w:rPr>
            </w:pPr>
          </w:p>
        </w:tc>
        <w:tc>
          <w:tcPr>
            <w:tcW w:w="2301" w:type="dxa"/>
            <w:vAlign w:val="top"/>
          </w:tcPr>
          <w:p w14:paraId="02F43368" w14:textId="1D95297B" w:rsidR="006019FF" w:rsidRPr="00F97C0C" w:rsidRDefault="006019FF" w:rsidP="00EC7205">
            <w:pPr>
              <w:tabs>
                <w:tab w:val="clear" w:pos="284"/>
              </w:tabs>
              <w:spacing w:before="0" w:line="240" w:lineRule="auto"/>
              <w:textboxTightWrap w:val="allLines"/>
              <w:rPr>
                <w:rFonts w:ascii="Calibri" w:eastAsiaTheme="minorEastAsia" w:hAnsi="Calibri" w:cstheme="minorBidi"/>
                <w:color w:val="FF0000"/>
                <w:sz w:val="22"/>
                <w:szCs w:val="22"/>
                <w:lang w:val="en-US" w:bidi="en-US"/>
              </w:rPr>
            </w:pPr>
          </w:p>
        </w:tc>
      </w:tr>
    </w:tbl>
    <w:p w14:paraId="316F0625" w14:textId="77777777" w:rsidR="00930FA0" w:rsidRDefault="00930FA0" w:rsidP="00930FA0">
      <w:pPr>
        <w:rPr>
          <w:sz w:val="22"/>
          <w:szCs w:val="22"/>
        </w:rPr>
      </w:pPr>
    </w:p>
    <w:p w14:paraId="0B4B91A3" w14:textId="77777777" w:rsidR="00930FA0" w:rsidRDefault="00930FA0" w:rsidP="00930FA0">
      <w:pPr>
        <w:rPr>
          <w:sz w:val="22"/>
          <w:szCs w:val="22"/>
        </w:rPr>
      </w:pPr>
    </w:p>
    <w:p w14:paraId="6D1EC5AC" w14:textId="2BFF576E" w:rsidR="00930FA0" w:rsidRDefault="00930FA0" w:rsidP="006019FF">
      <w:pPr>
        <w:pStyle w:val="Body"/>
        <w:numPr>
          <w:ilvl w:val="0"/>
          <w:numId w:val="32"/>
        </w:numPr>
        <w:rPr>
          <w:sz w:val="22"/>
          <w:szCs w:val="22"/>
        </w:rPr>
      </w:pPr>
      <w:r>
        <w:rPr>
          <w:sz w:val="22"/>
          <w:szCs w:val="22"/>
        </w:rPr>
        <w:t xml:space="preserve">Identify </w:t>
      </w:r>
      <w:r w:rsidR="0029333E">
        <w:rPr>
          <w:sz w:val="22"/>
          <w:szCs w:val="22"/>
        </w:rPr>
        <w:t>three</w:t>
      </w:r>
      <w:r>
        <w:rPr>
          <w:sz w:val="22"/>
          <w:szCs w:val="22"/>
        </w:rPr>
        <w:t xml:space="preserve"> cabinet construction techniques created by a CNC machine, describe their features, limitations, and how these affect cabinetr</w:t>
      </w:r>
      <w:r w:rsidR="00913292">
        <w:rPr>
          <w:sz w:val="22"/>
          <w:szCs w:val="22"/>
        </w:rPr>
        <w:t>y design.</w:t>
      </w:r>
    </w:p>
    <w:p w14:paraId="446AA6E6" w14:textId="585ED561" w:rsidR="00913292" w:rsidRPr="00FC6B42" w:rsidRDefault="00913292" w:rsidP="00913292">
      <w:pPr>
        <w:pStyle w:val="Caption"/>
      </w:pPr>
      <w:r w:rsidRPr="00FC6B42">
        <w:t xml:space="preserve">Table </w:t>
      </w:r>
      <w:r w:rsidRPr="00FC6B42">
        <w:fldChar w:fldCharType="begin"/>
      </w:r>
      <w:r w:rsidRPr="00FC6B42">
        <w:instrText xml:space="preserve"> SEQ Table \* ARABIC </w:instrText>
      </w:r>
      <w:r w:rsidRPr="00FC6B42">
        <w:fldChar w:fldCharType="separate"/>
      </w:r>
      <w:r>
        <w:rPr>
          <w:noProof/>
        </w:rPr>
        <w:t>5</w:t>
      </w:r>
      <w:r w:rsidRPr="00FC6B42">
        <w:fldChar w:fldCharType="end"/>
      </w:r>
      <w:r w:rsidRPr="00FC6B42">
        <w:t xml:space="preserve"> </w:t>
      </w:r>
      <w:r>
        <w:t>CNC machine</w:t>
      </w:r>
    </w:p>
    <w:tbl>
      <w:tblPr>
        <w:tblStyle w:val="TableGrid"/>
        <w:tblW w:w="0" w:type="auto"/>
        <w:tblInd w:w="279"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2022"/>
        <w:gridCol w:w="2301"/>
        <w:gridCol w:w="2301"/>
        <w:gridCol w:w="2301"/>
      </w:tblGrid>
      <w:tr w:rsidR="00930FA0" w14:paraId="01CAB729" w14:textId="77777777" w:rsidTr="004950E9">
        <w:trPr>
          <w:cnfStyle w:val="100000000000" w:firstRow="1" w:lastRow="0" w:firstColumn="0" w:lastColumn="0" w:oddVBand="0" w:evenVBand="0" w:oddHBand="0" w:evenHBand="0" w:firstRowFirstColumn="0" w:firstRowLastColumn="0" w:lastRowFirstColumn="0" w:lastRowLastColumn="0"/>
          <w:trHeight w:hRule="exact" w:val="454"/>
        </w:trPr>
        <w:tc>
          <w:tcPr>
            <w:tcW w:w="2022" w:type="dxa"/>
          </w:tcPr>
          <w:p w14:paraId="50923ECF" w14:textId="77777777" w:rsidR="00930FA0" w:rsidRDefault="00930FA0" w:rsidP="004950E9">
            <w:pPr>
              <w:pStyle w:val="Body"/>
              <w:rPr>
                <w:sz w:val="22"/>
                <w:szCs w:val="22"/>
              </w:rPr>
            </w:pPr>
            <w:r>
              <w:rPr>
                <w:sz w:val="22"/>
                <w:szCs w:val="22"/>
              </w:rPr>
              <w:t>Construction Type</w:t>
            </w:r>
          </w:p>
        </w:tc>
        <w:tc>
          <w:tcPr>
            <w:tcW w:w="2301" w:type="dxa"/>
          </w:tcPr>
          <w:p w14:paraId="158077A0" w14:textId="77777777" w:rsidR="00930FA0" w:rsidRDefault="00930FA0" w:rsidP="004950E9">
            <w:pPr>
              <w:pStyle w:val="Body"/>
              <w:rPr>
                <w:sz w:val="22"/>
                <w:szCs w:val="22"/>
              </w:rPr>
            </w:pPr>
            <w:r>
              <w:rPr>
                <w:sz w:val="22"/>
                <w:szCs w:val="22"/>
              </w:rPr>
              <w:t>Features</w:t>
            </w:r>
          </w:p>
        </w:tc>
        <w:tc>
          <w:tcPr>
            <w:tcW w:w="2301" w:type="dxa"/>
          </w:tcPr>
          <w:p w14:paraId="7C79E23A" w14:textId="77777777" w:rsidR="00930FA0" w:rsidRDefault="00930FA0" w:rsidP="004950E9">
            <w:pPr>
              <w:pStyle w:val="Body"/>
              <w:rPr>
                <w:sz w:val="22"/>
                <w:szCs w:val="22"/>
              </w:rPr>
            </w:pPr>
            <w:r>
              <w:rPr>
                <w:sz w:val="22"/>
                <w:szCs w:val="22"/>
              </w:rPr>
              <w:t>Limitations</w:t>
            </w:r>
          </w:p>
        </w:tc>
        <w:tc>
          <w:tcPr>
            <w:tcW w:w="2301" w:type="dxa"/>
          </w:tcPr>
          <w:p w14:paraId="6AE8D89C" w14:textId="77777777" w:rsidR="00930FA0" w:rsidRDefault="00930FA0" w:rsidP="004950E9">
            <w:pPr>
              <w:pStyle w:val="Body"/>
              <w:rPr>
                <w:sz w:val="22"/>
                <w:szCs w:val="22"/>
              </w:rPr>
            </w:pPr>
            <w:r>
              <w:rPr>
                <w:sz w:val="22"/>
                <w:szCs w:val="22"/>
              </w:rPr>
              <w:t>Design Influences</w:t>
            </w:r>
          </w:p>
        </w:tc>
      </w:tr>
      <w:tr w:rsidR="00930FA0" w14:paraId="4F3847E5" w14:textId="77777777" w:rsidTr="004950E9">
        <w:trPr>
          <w:trHeight w:hRule="exact" w:val="1757"/>
        </w:trPr>
        <w:tc>
          <w:tcPr>
            <w:tcW w:w="2022" w:type="dxa"/>
            <w:vAlign w:val="top"/>
          </w:tcPr>
          <w:p w14:paraId="3B53FDA0" w14:textId="77777777" w:rsidR="00930FA0" w:rsidRPr="00666808" w:rsidRDefault="00930FA0" w:rsidP="004950E9">
            <w:pPr>
              <w:pStyle w:val="SmallerText-Black"/>
              <w:rPr>
                <w:sz w:val="22"/>
                <w:szCs w:val="22"/>
              </w:rPr>
            </w:pPr>
          </w:p>
        </w:tc>
        <w:tc>
          <w:tcPr>
            <w:tcW w:w="2301" w:type="dxa"/>
            <w:vAlign w:val="top"/>
          </w:tcPr>
          <w:p w14:paraId="2035B207" w14:textId="14529A17" w:rsidR="00930FA0" w:rsidRPr="00666808" w:rsidRDefault="00930FA0" w:rsidP="004950E9">
            <w:pPr>
              <w:pStyle w:val="SmallerText-Black"/>
              <w:rPr>
                <w:sz w:val="22"/>
                <w:szCs w:val="22"/>
              </w:rPr>
            </w:pPr>
          </w:p>
        </w:tc>
        <w:tc>
          <w:tcPr>
            <w:tcW w:w="2301" w:type="dxa"/>
            <w:vAlign w:val="top"/>
          </w:tcPr>
          <w:p w14:paraId="02712156" w14:textId="77777777" w:rsidR="00930FA0" w:rsidRPr="00666808" w:rsidRDefault="00930FA0" w:rsidP="004950E9">
            <w:pPr>
              <w:pStyle w:val="SmallerText-Black"/>
              <w:rPr>
                <w:sz w:val="22"/>
                <w:szCs w:val="22"/>
              </w:rPr>
            </w:pPr>
          </w:p>
        </w:tc>
        <w:tc>
          <w:tcPr>
            <w:tcW w:w="2301" w:type="dxa"/>
            <w:vAlign w:val="top"/>
          </w:tcPr>
          <w:p w14:paraId="491895D1" w14:textId="7802891A" w:rsidR="00930FA0" w:rsidRPr="00666808" w:rsidRDefault="00930FA0" w:rsidP="004950E9">
            <w:pPr>
              <w:pStyle w:val="SmallerText-Black"/>
              <w:rPr>
                <w:sz w:val="22"/>
                <w:szCs w:val="22"/>
              </w:rPr>
            </w:pPr>
          </w:p>
        </w:tc>
      </w:tr>
      <w:tr w:rsidR="00930FA0" w14:paraId="0EFE3FD3" w14:textId="77777777" w:rsidTr="004950E9">
        <w:trPr>
          <w:trHeight w:hRule="exact" w:val="1478"/>
        </w:trPr>
        <w:tc>
          <w:tcPr>
            <w:tcW w:w="2022" w:type="dxa"/>
            <w:vAlign w:val="top"/>
          </w:tcPr>
          <w:p w14:paraId="3D2B0C49" w14:textId="7FF91E13" w:rsidR="00930FA0" w:rsidRPr="00666808" w:rsidRDefault="00930FA0" w:rsidP="004950E9">
            <w:pPr>
              <w:pStyle w:val="SmallerText-Black"/>
              <w:rPr>
                <w:sz w:val="22"/>
                <w:szCs w:val="22"/>
              </w:rPr>
            </w:pPr>
          </w:p>
        </w:tc>
        <w:tc>
          <w:tcPr>
            <w:tcW w:w="2301" w:type="dxa"/>
            <w:vAlign w:val="top"/>
          </w:tcPr>
          <w:p w14:paraId="37831C2B" w14:textId="4399D7D0" w:rsidR="00930FA0" w:rsidRPr="00666808" w:rsidRDefault="00930FA0" w:rsidP="004950E9">
            <w:pPr>
              <w:pStyle w:val="SmallerText-Black"/>
              <w:rPr>
                <w:sz w:val="22"/>
                <w:szCs w:val="22"/>
              </w:rPr>
            </w:pPr>
          </w:p>
        </w:tc>
        <w:tc>
          <w:tcPr>
            <w:tcW w:w="2301" w:type="dxa"/>
            <w:vAlign w:val="top"/>
          </w:tcPr>
          <w:p w14:paraId="3BDC7AAF" w14:textId="2FCF6D1E" w:rsidR="00930FA0" w:rsidRPr="00666808" w:rsidRDefault="00930FA0" w:rsidP="004950E9">
            <w:pPr>
              <w:pStyle w:val="SmallerText-Black"/>
              <w:rPr>
                <w:sz w:val="22"/>
                <w:szCs w:val="22"/>
              </w:rPr>
            </w:pPr>
          </w:p>
        </w:tc>
        <w:tc>
          <w:tcPr>
            <w:tcW w:w="2301" w:type="dxa"/>
            <w:vAlign w:val="top"/>
          </w:tcPr>
          <w:p w14:paraId="145B55FB" w14:textId="3FEE30B5" w:rsidR="00930FA0" w:rsidRPr="00666808" w:rsidRDefault="00930FA0" w:rsidP="004950E9">
            <w:pPr>
              <w:pStyle w:val="SmallerText-Black"/>
              <w:rPr>
                <w:sz w:val="22"/>
                <w:szCs w:val="22"/>
              </w:rPr>
            </w:pPr>
          </w:p>
        </w:tc>
      </w:tr>
      <w:tr w:rsidR="00930FA0" w14:paraId="021E1A69" w14:textId="77777777" w:rsidTr="004950E9">
        <w:trPr>
          <w:trHeight w:hRule="exact" w:val="1469"/>
        </w:trPr>
        <w:tc>
          <w:tcPr>
            <w:tcW w:w="2022" w:type="dxa"/>
            <w:vAlign w:val="top"/>
          </w:tcPr>
          <w:p w14:paraId="4AE339A0" w14:textId="1A057F33" w:rsidR="00930FA0" w:rsidRPr="00666808" w:rsidRDefault="00930FA0" w:rsidP="004950E9">
            <w:pPr>
              <w:pStyle w:val="SmallerText-Black"/>
              <w:rPr>
                <w:sz w:val="22"/>
                <w:szCs w:val="22"/>
              </w:rPr>
            </w:pPr>
          </w:p>
        </w:tc>
        <w:tc>
          <w:tcPr>
            <w:tcW w:w="2301" w:type="dxa"/>
            <w:vAlign w:val="top"/>
          </w:tcPr>
          <w:p w14:paraId="0192723A" w14:textId="77777777" w:rsidR="00930FA0" w:rsidRPr="00666808" w:rsidRDefault="00930FA0" w:rsidP="004950E9">
            <w:pPr>
              <w:pStyle w:val="SmallerText-Black"/>
              <w:rPr>
                <w:sz w:val="22"/>
                <w:szCs w:val="22"/>
              </w:rPr>
            </w:pPr>
          </w:p>
        </w:tc>
        <w:tc>
          <w:tcPr>
            <w:tcW w:w="2301" w:type="dxa"/>
            <w:vAlign w:val="top"/>
          </w:tcPr>
          <w:p w14:paraId="6A34D969" w14:textId="12AD3636" w:rsidR="00930FA0" w:rsidRPr="00666808" w:rsidRDefault="00930FA0" w:rsidP="004950E9">
            <w:pPr>
              <w:pStyle w:val="SmallerText-Black"/>
              <w:rPr>
                <w:sz w:val="22"/>
                <w:szCs w:val="22"/>
              </w:rPr>
            </w:pPr>
          </w:p>
        </w:tc>
        <w:tc>
          <w:tcPr>
            <w:tcW w:w="2301" w:type="dxa"/>
            <w:vAlign w:val="top"/>
          </w:tcPr>
          <w:p w14:paraId="08856FC9" w14:textId="1303C51A" w:rsidR="00930FA0" w:rsidRPr="00666808" w:rsidRDefault="00930FA0" w:rsidP="004950E9">
            <w:pPr>
              <w:pStyle w:val="SmallerText-Black"/>
              <w:rPr>
                <w:sz w:val="22"/>
                <w:szCs w:val="22"/>
              </w:rPr>
            </w:pPr>
          </w:p>
        </w:tc>
      </w:tr>
      <w:tr w:rsidR="00930FA0" w14:paraId="490262EE" w14:textId="77777777" w:rsidTr="004950E9">
        <w:trPr>
          <w:trHeight w:hRule="exact" w:val="2002"/>
        </w:trPr>
        <w:tc>
          <w:tcPr>
            <w:tcW w:w="2022" w:type="dxa"/>
            <w:vAlign w:val="top"/>
          </w:tcPr>
          <w:p w14:paraId="57E7DDF3" w14:textId="1E1B74E3" w:rsidR="00930FA0" w:rsidRPr="00666808" w:rsidRDefault="00930FA0" w:rsidP="004950E9">
            <w:pPr>
              <w:pStyle w:val="SmallerText-Black"/>
              <w:rPr>
                <w:sz w:val="22"/>
                <w:szCs w:val="22"/>
              </w:rPr>
            </w:pPr>
          </w:p>
        </w:tc>
        <w:tc>
          <w:tcPr>
            <w:tcW w:w="2301" w:type="dxa"/>
            <w:vAlign w:val="top"/>
          </w:tcPr>
          <w:p w14:paraId="619DE813" w14:textId="77777777" w:rsidR="00930FA0" w:rsidRPr="00666808" w:rsidRDefault="00930FA0" w:rsidP="004950E9">
            <w:pPr>
              <w:pStyle w:val="SmallerText-Black"/>
              <w:rPr>
                <w:sz w:val="22"/>
                <w:szCs w:val="22"/>
              </w:rPr>
            </w:pPr>
          </w:p>
        </w:tc>
        <w:tc>
          <w:tcPr>
            <w:tcW w:w="2301" w:type="dxa"/>
            <w:vAlign w:val="top"/>
          </w:tcPr>
          <w:p w14:paraId="01DCFA25" w14:textId="36B6CE77" w:rsidR="00930FA0" w:rsidRPr="00666808" w:rsidRDefault="00930FA0" w:rsidP="004950E9">
            <w:pPr>
              <w:pStyle w:val="SmallerText-Black"/>
              <w:rPr>
                <w:sz w:val="22"/>
                <w:szCs w:val="22"/>
              </w:rPr>
            </w:pPr>
          </w:p>
        </w:tc>
        <w:tc>
          <w:tcPr>
            <w:tcW w:w="2301" w:type="dxa"/>
            <w:vAlign w:val="top"/>
          </w:tcPr>
          <w:p w14:paraId="15751DBC" w14:textId="5FED893D" w:rsidR="00930FA0" w:rsidRPr="00666808" w:rsidRDefault="00930FA0" w:rsidP="004950E9">
            <w:pPr>
              <w:pStyle w:val="SmallerText-Black"/>
              <w:rPr>
                <w:sz w:val="22"/>
                <w:szCs w:val="22"/>
              </w:rPr>
            </w:pPr>
          </w:p>
        </w:tc>
      </w:tr>
    </w:tbl>
    <w:p w14:paraId="7B9A26B0" w14:textId="77777777" w:rsidR="00930FA0" w:rsidRDefault="00930FA0" w:rsidP="00930FA0">
      <w:pPr>
        <w:pStyle w:val="Body"/>
        <w:rPr>
          <w:sz w:val="22"/>
          <w:szCs w:val="22"/>
        </w:rPr>
      </w:pPr>
    </w:p>
    <w:p w14:paraId="63CB3328" w14:textId="77777777" w:rsidR="00930FA0" w:rsidRDefault="00930FA0" w:rsidP="00930FA0">
      <w:pPr>
        <w:pStyle w:val="Body"/>
        <w:rPr>
          <w:sz w:val="22"/>
          <w:szCs w:val="22"/>
        </w:rPr>
      </w:pPr>
    </w:p>
    <w:p w14:paraId="0576843D" w14:textId="27A4F8BC" w:rsidR="00930FA0" w:rsidRPr="00C52B3E" w:rsidRDefault="00930FA0" w:rsidP="006019FF">
      <w:pPr>
        <w:pStyle w:val="Body"/>
        <w:numPr>
          <w:ilvl w:val="0"/>
          <w:numId w:val="32"/>
        </w:numPr>
        <w:rPr>
          <w:sz w:val="22"/>
          <w:szCs w:val="22"/>
        </w:rPr>
      </w:pPr>
      <w:r w:rsidRPr="00C52B3E">
        <w:rPr>
          <w:sz w:val="22"/>
          <w:szCs w:val="22"/>
        </w:rPr>
        <w:t xml:space="preserve">Describe how the current and emerging construction techniques, their features and limitations </w:t>
      </w:r>
      <w:r w:rsidR="009F6348">
        <w:rPr>
          <w:sz w:val="22"/>
          <w:szCs w:val="22"/>
        </w:rPr>
        <w:t>have affected custom manufacturing</w:t>
      </w:r>
      <w:r w:rsidRPr="00C52B3E">
        <w:rPr>
          <w:sz w:val="22"/>
          <w:szCs w:val="22"/>
        </w:rPr>
        <w:t xml:space="preserve"> principles and processes. </w:t>
      </w:r>
    </w:p>
    <w:p w14:paraId="13133B43" w14:textId="77777777" w:rsidR="002B32A6" w:rsidRPr="00DF3485" w:rsidRDefault="002B32A6" w:rsidP="00930FA0">
      <w:pPr>
        <w:pStyle w:val="Body"/>
        <w:pBdr>
          <w:top w:val="single" w:sz="4" w:space="1" w:color="2D739F"/>
          <w:left w:val="single" w:sz="4" w:space="4" w:color="2D739F"/>
          <w:bottom w:val="single" w:sz="4" w:space="1" w:color="2D739F"/>
          <w:right w:val="single" w:sz="4" w:space="4" w:color="2D739F"/>
        </w:pBdr>
        <w:ind w:left="360"/>
      </w:pPr>
    </w:p>
    <w:p w14:paraId="74577102" w14:textId="212E04E5" w:rsidR="002B32A6" w:rsidRPr="00DF3485" w:rsidRDefault="002B32A6" w:rsidP="00930FA0">
      <w:pPr>
        <w:pStyle w:val="Body"/>
        <w:pBdr>
          <w:top w:val="single" w:sz="4" w:space="1" w:color="2D739F"/>
          <w:left w:val="single" w:sz="4" w:space="4" w:color="2D739F"/>
          <w:bottom w:val="single" w:sz="4" w:space="1" w:color="2D739F"/>
          <w:right w:val="single" w:sz="4" w:space="4" w:color="2D739F"/>
        </w:pBdr>
        <w:ind w:left="360"/>
      </w:pPr>
    </w:p>
    <w:p w14:paraId="7D7E840E" w14:textId="77777777" w:rsidR="002B32A6" w:rsidRPr="00DF3485" w:rsidRDefault="002B32A6" w:rsidP="00930FA0">
      <w:pPr>
        <w:pStyle w:val="Body"/>
        <w:pBdr>
          <w:top w:val="single" w:sz="4" w:space="1" w:color="2D739F"/>
          <w:left w:val="single" w:sz="4" w:space="4" w:color="2D739F"/>
          <w:bottom w:val="single" w:sz="4" w:space="1" w:color="2D739F"/>
          <w:right w:val="single" w:sz="4" w:space="4" w:color="2D739F"/>
        </w:pBdr>
        <w:ind w:left="360"/>
      </w:pPr>
    </w:p>
    <w:p w14:paraId="766313AB" w14:textId="77777777" w:rsidR="00930FA0" w:rsidRDefault="00930FA0" w:rsidP="00930FA0">
      <w:pPr>
        <w:pStyle w:val="Body"/>
        <w:ind w:left="720"/>
        <w:rPr>
          <w:sz w:val="22"/>
          <w:szCs w:val="22"/>
        </w:rPr>
      </w:pPr>
    </w:p>
    <w:p w14:paraId="51F67437" w14:textId="77777777" w:rsidR="00930FA0" w:rsidRDefault="00930FA0" w:rsidP="006019FF">
      <w:pPr>
        <w:pStyle w:val="Body"/>
        <w:numPr>
          <w:ilvl w:val="0"/>
          <w:numId w:val="32"/>
        </w:numPr>
        <w:rPr>
          <w:sz w:val="22"/>
          <w:szCs w:val="22"/>
        </w:rPr>
        <w:sectPr w:rsidR="00930FA0" w:rsidSect="009735A5">
          <w:pgSz w:w="11906" w:h="16838"/>
          <w:pgMar w:top="1418" w:right="1274" w:bottom="1418" w:left="1418" w:header="567" w:footer="454" w:gutter="0"/>
          <w:cols w:space="4253"/>
          <w:docGrid w:linePitch="360"/>
        </w:sectPr>
      </w:pPr>
    </w:p>
    <w:p w14:paraId="76D54DCD" w14:textId="094652F0" w:rsidR="00930FA0" w:rsidRDefault="00930FA0" w:rsidP="00930FA0">
      <w:pPr>
        <w:pStyle w:val="Body"/>
        <w:numPr>
          <w:ilvl w:val="0"/>
          <w:numId w:val="39"/>
        </w:numPr>
        <w:rPr>
          <w:sz w:val="22"/>
          <w:szCs w:val="22"/>
        </w:rPr>
      </w:pPr>
      <w:r>
        <w:rPr>
          <w:sz w:val="22"/>
          <w:szCs w:val="22"/>
        </w:rPr>
        <w:lastRenderedPageBreak/>
        <w:t>Provide your understanding of what factors affect cabinet design and installation from the proc</w:t>
      </w:r>
      <w:r w:rsidR="00913292">
        <w:rPr>
          <w:sz w:val="22"/>
          <w:szCs w:val="22"/>
        </w:rPr>
        <w:t>ess heading in the first column.</w:t>
      </w:r>
    </w:p>
    <w:p w14:paraId="4DEA1F94" w14:textId="67011A75" w:rsidR="00913292" w:rsidRPr="00FC6B42" w:rsidRDefault="00913292" w:rsidP="00913292">
      <w:pPr>
        <w:pStyle w:val="Caption"/>
      </w:pPr>
      <w:r w:rsidRPr="00FC6B42">
        <w:t xml:space="preserve">Table </w:t>
      </w:r>
      <w:r w:rsidRPr="00FC6B42">
        <w:fldChar w:fldCharType="begin"/>
      </w:r>
      <w:r w:rsidRPr="00FC6B42">
        <w:instrText xml:space="preserve"> SEQ Table \* ARABIC </w:instrText>
      </w:r>
      <w:r w:rsidRPr="00FC6B42">
        <w:fldChar w:fldCharType="separate"/>
      </w:r>
      <w:r>
        <w:rPr>
          <w:noProof/>
        </w:rPr>
        <w:t>6</w:t>
      </w:r>
      <w:r w:rsidRPr="00FC6B42">
        <w:fldChar w:fldCharType="end"/>
      </w:r>
      <w:r w:rsidRPr="00FC6B42">
        <w:t xml:space="preserve"> </w:t>
      </w:r>
      <w:r>
        <w:t>Design and installation</w:t>
      </w:r>
    </w:p>
    <w:tbl>
      <w:tblPr>
        <w:tblStyle w:val="TableGrid"/>
        <w:tblW w:w="14175" w:type="dxa"/>
        <w:tblInd w:w="279"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2693"/>
        <w:gridCol w:w="5103"/>
        <w:gridCol w:w="6379"/>
      </w:tblGrid>
      <w:tr w:rsidR="00930FA0" w14:paraId="482C5269" w14:textId="77777777" w:rsidTr="004950E9">
        <w:trPr>
          <w:cnfStyle w:val="100000000000" w:firstRow="1" w:lastRow="0" w:firstColumn="0" w:lastColumn="0" w:oddVBand="0" w:evenVBand="0" w:oddHBand="0" w:evenHBand="0" w:firstRowFirstColumn="0" w:firstRowLastColumn="0" w:lastRowFirstColumn="0" w:lastRowLastColumn="0"/>
          <w:cantSplit w:val="0"/>
          <w:trHeight w:val="567"/>
          <w:tblHeader/>
        </w:trPr>
        <w:tc>
          <w:tcPr>
            <w:tcW w:w="2693" w:type="dxa"/>
            <w:vAlign w:val="top"/>
          </w:tcPr>
          <w:p w14:paraId="2E1BD4AB" w14:textId="5B502B5E" w:rsidR="00930FA0" w:rsidRPr="00F826D2" w:rsidRDefault="002D10F6" w:rsidP="004950E9">
            <w:pPr>
              <w:pStyle w:val="Body"/>
              <w:tabs>
                <w:tab w:val="decimal" w:leader="underscore" w:pos="9070"/>
              </w:tabs>
              <w:spacing w:line="360" w:lineRule="auto"/>
            </w:pPr>
            <w:r>
              <w:t>Factors</w:t>
            </w:r>
          </w:p>
        </w:tc>
        <w:tc>
          <w:tcPr>
            <w:tcW w:w="5103" w:type="dxa"/>
            <w:vAlign w:val="top"/>
          </w:tcPr>
          <w:p w14:paraId="7CBA672E" w14:textId="77777777" w:rsidR="00930FA0" w:rsidRPr="00F826D2" w:rsidRDefault="00930FA0" w:rsidP="004950E9">
            <w:pPr>
              <w:pStyle w:val="Body"/>
              <w:tabs>
                <w:tab w:val="decimal" w:leader="underscore" w:pos="9070"/>
              </w:tabs>
              <w:spacing w:line="360" w:lineRule="auto"/>
            </w:pPr>
            <w:r>
              <w:t>Design</w:t>
            </w:r>
          </w:p>
        </w:tc>
        <w:tc>
          <w:tcPr>
            <w:tcW w:w="6379" w:type="dxa"/>
          </w:tcPr>
          <w:p w14:paraId="16153F5B" w14:textId="77777777" w:rsidR="00930FA0" w:rsidRPr="00F826D2" w:rsidRDefault="00930FA0" w:rsidP="004950E9">
            <w:pPr>
              <w:pStyle w:val="Body"/>
              <w:tabs>
                <w:tab w:val="decimal" w:leader="underscore" w:pos="9070"/>
              </w:tabs>
              <w:spacing w:line="360" w:lineRule="auto"/>
            </w:pPr>
            <w:r>
              <w:t>Installation</w:t>
            </w:r>
          </w:p>
        </w:tc>
      </w:tr>
      <w:tr w:rsidR="00930FA0" w14:paraId="3DCCB50D" w14:textId="77777777" w:rsidTr="004950E9">
        <w:trPr>
          <w:cantSplit w:val="0"/>
          <w:trHeight w:val="567"/>
        </w:trPr>
        <w:tc>
          <w:tcPr>
            <w:tcW w:w="2693" w:type="dxa"/>
            <w:shd w:val="clear" w:color="auto" w:fill="auto"/>
            <w:vAlign w:val="top"/>
          </w:tcPr>
          <w:p w14:paraId="67626381" w14:textId="2D1DABCE" w:rsidR="00930FA0" w:rsidRPr="00D764AC" w:rsidRDefault="00930FA0" w:rsidP="004950E9">
            <w:pPr>
              <w:pStyle w:val="Body"/>
              <w:tabs>
                <w:tab w:val="decimal" w:leader="underscore" w:pos="9070"/>
              </w:tabs>
              <w:spacing w:line="360" w:lineRule="auto"/>
              <w:rPr>
                <w:sz w:val="22"/>
                <w:szCs w:val="22"/>
              </w:rPr>
            </w:pPr>
            <w:r w:rsidRPr="00D764AC">
              <w:rPr>
                <w:sz w:val="22"/>
                <w:szCs w:val="22"/>
              </w:rPr>
              <w:t>Different methods of Installation</w:t>
            </w:r>
          </w:p>
        </w:tc>
        <w:tc>
          <w:tcPr>
            <w:tcW w:w="5103" w:type="dxa"/>
            <w:shd w:val="clear" w:color="auto" w:fill="auto"/>
            <w:vAlign w:val="top"/>
          </w:tcPr>
          <w:p w14:paraId="570B0EC9" w14:textId="77777777" w:rsidR="00930FA0" w:rsidRPr="00D764AC" w:rsidRDefault="00930FA0" w:rsidP="004950E9">
            <w:pPr>
              <w:pStyle w:val="Body"/>
              <w:tabs>
                <w:tab w:val="decimal" w:leader="underscore" w:pos="9070"/>
              </w:tabs>
              <w:spacing w:line="360" w:lineRule="auto"/>
              <w:rPr>
                <w:sz w:val="22"/>
                <w:szCs w:val="22"/>
              </w:rPr>
            </w:pPr>
          </w:p>
          <w:p w14:paraId="78C39B01" w14:textId="77777777" w:rsidR="002B32A6" w:rsidRPr="00D764AC" w:rsidRDefault="002B32A6" w:rsidP="004950E9">
            <w:pPr>
              <w:pStyle w:val="Body"/>
              <w:tabs>
                <w:tab w:val="decimal" w:leader="underscore" w:pos="9070"/>
              </w:tabs>
              <w:spacing w:line="360" w:lineRule="auto"/>
              <w:rPr>
                <w:sz w:val="22"/>
                <w:szCs w:val="22"/>
              </w:rPr>
            </w:pPr>
          </w:p>
          <w:p w14:paraId="43690189" w14:textId="4676B49B" w:rsidR="002B32A6" w:rsidRDefault="002B32A6" w:rsidP="004950E9">
            <w:pPr>
              <w:pStyle w:val="Body"/>
              <w:tabs>
                <w:tab w:val="decimal" w:leader="underscore" w:pos="9070"/>
              </w:tabs>
              <w:spacing w:line="360" w:lineRule="auto"/>
              <w:rPr>
                <w:sz w:val="22"/>
                <w:szCs w:val="22"/>
              </w:rPr>
            </w:pPr>
          </w:p>
          <w:p w14:paraId="52FB8B67" w14:textId="77777777" w:rsidR="00D764AC" w:rsidRPr="00D764AC" w:rsidRDefault="00D764AC" w:rsidP="004950E9">
            <w:pPr>
              <w:pStyle w:val="Body"/>
              <w:tabs>
                <w:tab w:val="decimal" w:leader="underscore" w:pos="9070"/>
              </w:tabs>
              <w:spacing w:line="360" w:lineRule="auto"/>
              <w:rPr>
                <w:sz w:val="22"/>
                <w:szCs w:val="22"/>
              </w:rPr>
            </w:pPr>
          </w:p>
          <w:p w14:paraId="44903224" w14:textId="74ED01BF" w:rsidR="002B32A6" w:rsidRPr="00D764AC" w:rsidRDefault="002B32A6" w:rsidP="004950E9">
            <w:pPr>
              <w:pStyle w:val="Body"/>
              <w:tabs>
                <w:tab w:val="decimal" w:leader="underscore" w:pos="9070"/>
              </w:tabs>
              <w:spacing w:line="360" w:lineRule="auto"/>
              <w:rPr>
                <w:sz w:val="22"/>
                <w:szCs w:val="22"/>
              </w:rPr>
            </w:pPr>
          </w:p>
        </w:tc>
        <w:tc>
          <w:tcPr>
            <w:tcW w:w="6379" w:type="dxa"/>
            <w:shd w:val="clear" w:color="auto" w:fill="auto"/>
          </w:tcPr>
          <w:p w14:paraId="6AE06698" w14:textId="19FEABB2" w:rsidR="00930FA0" w:rsidRPr="00D764AC" w:rsidRDefault="00930FA0" w:rsidP="004950E9">
            <w:pPr>
              <w:pStyle w:val="Body"/>
              <w:tabs>
                <w:tab w:val="decimal" w:leader="underscore" w:pos="9070"/>
              </w:tabs>
              <w:spacing w:line="360" w:lineRule="auto"/>
              <w:rPr>
                <w:sz w:val="22"/>
                <w:szCs w:val="22"/>
              </w:rPr>
            </w:pPr>
          </w:p>
        </w:tc>
      </w:tr>
      <w:tr w:rsidR="00930FA0" w14:paraId="55D3A068" w14:textId="77777777" w:rsidTr="004950E9">
        <w:trPr>
          <w:cantSplit w:val="0"/>
          <w:trHeight w:val="567"/>
        </w:trPr>
        <w:tc>
          <w:tcPr>
            <w:tcW w:w="2693" w:type="dxa"/>
            <w:shd w:val="clear" w:color="auto" w:fill="auto"/>
            <w:vAlign w:val="top"/>
          </w:tcPr>
          <w:p w14:paraId="714A99D9" w14:textId="2B5C341C" w:rsidR="00930FA0" w:rsidRPr="00D764AC" w:rsidRDefault="00930FA0" w:rsidP="004950E9">
            <w:pPr>
              <w:pStyle w:val="Body"/>
              <w:tabs>
                <w:tab w:val="decimal" w:leader="underscore" w:pos="9070"/>
              </w:tabs>
              <w:spacing w:line="360" w:lineRule="auto"/>
              <w:rPr>
                <w:sz w:val="22"/>
                <w:szCs w:val="22"/>
              </w:rPr>
            </w:pPr>
            <w:r w:rsidRPr="00D764AC">
              <w:rPr>
                <w:sz w:val="22"/>
                <w:szCs w:val="22"/>
              </w:rPr>
              <w:t>Installation requirements of appliances</w:t>
            </w:r>
          </w:p>
        </w:tc>
        <w:tc>
          <w:tcPr>
            <w:tcW w:w="5103" w:type="dxa"/>
            <w:shd w:val="clear" w:color="auto" w:fill="auto"/>
            <w:vAlign w:val="top"/>
          </w:tcPr>
          <w:p w14:paraId="0FFE4901" w14:textId="77777777" w:rsidR="00930FA0" w:rsidRPr="00D764AC" w:rsidRDefault="00930FA0" w:rsidP="004950E9">
            <w:pPr>
              <w:pStyle w:val="Body"/>
              <w:tabs>
                <w:tab w:val="decimal" w:leader="underscore" w:pos="9070"/>
              </w:tabs>
              <w:spacing w:line="360" w:lineRule="auto"/>
              <w:rPr>
                <w:sz w:val="22"/>
                <w:szCs w:val="22"/>
              </w:rPr>
            </w:pPr>
          </w:p>
          <w:p w14:paraId="148A8077" w14:textId="77777777" w:rsidR="002B32A6" w:rsidRPr="00D764AC" w:rsidRDefault="002B32A6" w:rsidP="004950E9">
            <w:pPr>
              <w:pStyle w:val="Body"/>
              <w:tabs>
                <w:tab w:val="decimal" w:leader="underscore" w:pos="9070"/>
              </w:tabs>
              <w:spacing w:line="360" w:lineRule="auto"/>
              <w:rPr>
                <w:sz w:val="22"/>
                <w:szCs w:val="22"/>
              </w:rPr>
            </w:pPr>
          </w:p>
          <w:p w14:paraId="6160C389" w14:textId="77777777" w:rsidR="002B32A6" w:rsidRPr="00D764AC" w:rsidRDefault="002B32A6" w:rsidP="004950E9">
            <w:pPr>
              <w:pStyle w:val="Body"/>
              <w:tabs>
                <w:tab w:val="decimal" w:leader="underscore" w:pos="9070"/>
              </w:tabs>
              <w:spacing w:line="360" w:lineRule="auto"/>
              <w:rPr>
                <w:sz w:val="22"/>
                <w:szCs w:val="22"/>
              </w:rPr>
            </w:pPr>
          </w:p>
          <w:p w14:paraId="55FD09C6" w14:textId="761010C8" w:rsidR="002B32A6" w:rsidRPr="00D764AC" w:rsidRDefault="002B32A6" w:rsidP="004950E9">
            <w:pPr>
              <w:pStyle w:val="Body"/>
              <w:tabs>
                <w:tab w:val="decimal" w:leader="underscore" w:pos="9070"/>
              </w:tabs>
              <w:spacing w:line="360" w:lineRule="auto"/>
              <w:rPr>
                <w:sz w:val="22"/>
                <w:szCs w:val="22"/>
              </w:rPr>
            </w:pPr>
          </w:p>
        </w:tc>
        <w:tc>
          <w:tcPr>
            <w:tcW w:w="6379" w:type="dxa"/>
            <w:shd w:val="clear" w:color="auto" w:fill="auto"/>
          </w:tcPr>
          <w:p w14:paraId="676CD927" w14:textId="564B91CA" w:rsidR="00930FA0" w:rsidRPr="00D764AC" w:rsidRDefault="00930FA0" w:rsidP="004950E9">
            <w:pPr>
              <w:pStyle w:val="Body"/>
              <w:tabs>
                <w:tab w:val="decimal" w:leader="underscore" w:pos="9070"/>
              </w:tabs>
              <w:spacing w:line="360" w:lineRule="auto"/>
              <w:rPr>
                <w:sz w:val="22"/>
                <w:szCs w:val="22"/>
              </w:rPr>
            </w:pPr>
          </w:p>
        </w:tc>
      </w:tr>
      <w:tr w:rsidR="00930FA0" w14:paraId="2594876C" w14:textId="77777777" w:rsidTr="004950E9">
        <w:trPr>
          <w:cantSplit w:val="0"/>
          <w:trHeight w:val="567"/>
        </w:trPr>
        <w:tc>
          <w:tcPr>
            <w:tcW w:w="2693" w:type="dxa"/>
            <w:shd w:val="clear" w:color="auto" w:fill="auto"/>
            <w:vAlign w:val="top"/>
          </w:tcPr>
          <w:p w14:paraId="32BD9D8F" w14:textId="110859EF" w:rsidR="00930FA0" w:rsidRPr="00D764AC" w:rsidRDefault="00930FA0" w:rsidP="004950E9">
            <w:pPr>
              <w:pStyle w:val="Body"/>
              <w:tabs>
                <w:tab w:val="decimal" w:leader="underscore" w:pos="9070"/>
              </w:tabs>
              <w:spacing w:line="360" w:lineRule="auto"/>
              <w:rPr>
                <w:sz w:val="22"/>
                <w:szCs w:val="22"/>
              </w:rPr>
            </w:pPr>
            <w:r w:rsidRPr="00D764AC">
              <w:rPr>
                <w:sz w:val="22"/>
                <w:szCs w:val="22"/>
              </w:rPr>
              <w:t>Moisture and humidity considerations</w:t>
            </w:r>
          </w:p>
        </w:tc>
        <w:tc>
          <w:tcPr>
            <w:tcW w:w="5103" w:type="dxa"/>
            <w:shd w:val="clear" w:color="auto" w:fill="auto"/>
            <w:vAlign w:val="top"/>
          </w:tcPr>
          <w:p w14:paraId="6DF8FE36" w14:textId="77777777" w:rsidR="00930FA0" w:rsidRPr="00D764AC" w:rsidRDefault="00930FA0" w:rsidP="004950E9">
            <w:pPr>
              <w:pStyle w:val="Body"/>
              <w:tabs>
                <w:tab w:val="decimal" w:leader="underscore" w:pos="9070"/>
              </w:tabs>
              <w:spacing w:line="360" w:lineRule="auto"/>
              <w:rPr>
                <w:sz w:val="22"/>
                <w:szCs w:val="22"/>
              </w:rPr>
            </w:pPr>
          </w:p>
          <w:p w14:paraId="1ABECB6B" w14:textId="77777777" w:rsidR="002B32A6" w:rsidRPr="00D764AC" w:rsidRDefault="002B32A6" w:rsidP="004950E9">
            <w:pPr>
              <w:pStyle w:val="Body"/>
              <w:tabs>
                <w:tab w:val="decimal" w:leader="underscore" w:pos="9070"/>
              </w:tabs>
              <w:spacing w:line="360" w:lineRule="auto"/>
              <w:rPr>
                <w:sz w:val="22"/>
                <w:szCs w:val="22"/>
              </w:rPr>
            </w:pPr>
          </w:p>
          <w:p w14:paraId="6A53C88C" w14:textId="77777777" w:rsidR="002B32A6" w:rsidRPr="00D764AC" w:rsidRDefault="002B32A6" w:rsidP="004950E9">
            <w:pPr>
              <w:pStyle w:val="Body"/>
              <w:tabs>
                <w:tab w:val="decimal" w:leader="underscore" w:pos="9070"/>
              </w:tabs>
              <w:spacing w:line="360" w:lineRule="auto"/>
              <w:rPr>
                <w:sz w:val="22"/>
                <w:szCs w:val="22"/>
              </w:rPr>
            </w:pPr>
          </w:p>
          <w:p w14:paraId="2F524061" w14:textId="70E3B2EB" w:rsidR="002B32A6" w:rsidRPr="00D764AC" w:rsidRDefault="002B32A6" w:rsidP="004950E9">
            <w:pPr>
              <w:pStyle w:val="Body"/>
              <w:tabs>
                <w:tab w:val="decimal" w:leader="underscore" w:pos="9070"/>
              </w:tabs>
              <w:spacing w:line="360" w:lineRule="auto"/>
              <w:rPr>
                <w:sz w:val="22"/>
                <w:szCs w:val="22"/>
              </w:rPr>
            </w:pPr>
          </w:p>
        </w:tc>
        <w:tc>
          <w:tcPr>
            <w:tcW w:w="6379" w:type="dxa"/>
            <w:shd w:val="clear" w:color="auto" w:fill="auto"/>
          </w:tcPr>
          <w:p w14:paraId="017CA362" w14:textId="198DA5F6" w:rsidR="00930FA0" w:rsidRPr="00D764AC" w:rsidRDefault="00930FA0" w:rsidP="004950E9">
            <w:pPr>
              <w:pStyle w:val="Body"/>
              <w:tabs>
                <w:tab w:val="decimal" w:leader="underscore" w:pos="9070"/>
              </w:tabs>
              <w:spacing w:line="360" w:lineRule="auto"/>
              <w:rPr>
                <w:sz w:val="22"/>
                <w:szCs w:val="22"/>
              </w:rPr>
            </w:pPr>
          </w:p>
        </w:tc>
      </w:tr>
      <w:tr w:rsidR="00930FA0" w14:paraId="71E9B86D" w14:textId="77777777" w:rsidTr="004950E9">
        <w:trPr>
          <w:cantSplit w:val="0"/>
          <w:trHeight w:val="567"/>
        </w:trPr>
        <w:tc>
          <w:tcPr>
            <w:tcW w:w="2693" w:type="dxa"/>
            <w:shd w:val="clear" w:color="auto" w:fill="auto"/>
            <w:vAlign w:val="top"/>
          </w:tcPr>
          <w:p w14:paraId="4E1C0324" w14:textId="2548B503" w:rsidR="00930FA0" w:rsidRPr="00D764AC" w:rsidRDefault="00930FA0" w:rsidP="004950E9">
            <w:pPr>
              <w:pStyle w:val="Body"/>
              <w:tabs>
                <w:tab w:val="decimal" w:leader="underscore" w:pos="9070"/>
              </w:tabs>
              <w:spacing w:line="360" w:lineRule="auto"/>
              <w:rPr>
                <w:sz w:val="22"/>
                <w:szCs w:val="22"/>
              </w:rPr>
            </w:pPr>
            <w:r w:rsidRPr="00D764AC">
              <w:rPr>
                <w:sz w:val="22"/>
                <w:szCs w:val="22"/>
              </w:rPr>
              <w:lastRenderedPageBreak/>
              <w:t>Waterproofing considerations</w:t>
            </w:r>
          </w:p>
        </w:tc>
        <w:tc>
          <w:tcPr>
            <w:tcW w:w="5103" w:type="dxa"/>
            <w:shd w:val="clear" w:color="auto" w:fill="auto"/>
            <w:vAlign w:val="top"/>
          </w:tcPr>
          <w:p w14:paraId="57FBDD1F" w14:textId="77777777" w:rsidR="00930FA0" w:rsidRPr="00D764AC" w:rsidRDefault="00930FA0" w:rsidP="004950E9">
            <w:pPr>
              <w:pStyle w:val="Body"/>
              <w:tabs>
                <w:tab w:val="decimal" w:leader="underscore" w:pos="9070"/>
              </w:tabs>
              <w:spacing w:line="360" w:lineRule="auto"/>
              <w:rPr>
                <w:sz w:val="22"/>
                <w:szCs w:val="22"/>
              </w:rPr>
            </w:pPr>
          </w:p>
          <w:p w14:paraId="533A38CF" w14:textId="77777777" w:rsidR="002B32A6" w:rsidRPr="00D764AC" w:rsidRDefault="002B32A6" w:rsidP="004950E9">
            <w:pPr>
              <w:pStyle w:val="Body"/>
              <w:tabs>
                <w:tab w:val="decimal" w:leader="underscore" w:pos="9070"/>
              </w:tabs>
              <w:spacing w:line="360" w:lineRule="auto"/>
              <w:rPr>
                <w:sz w:val="22"/>
                <w:szCs w:val="22"/>
              </w:rPr>
            </w:pPr>
          </w:p>
          <w:p w14:paraId="000B5B1E" w14:textId="7173C60F" w:rsidR="002B32A6" w:rsidRPr="00D764AC" w:rsidRDefault="002B32A6" w:rsidP="004950E9">
            <w:pPr>
              <w:pStyle w:val="Body"/>
              <w:tabs>
                <w:tab w:val="decimal" w:leader="underscore" w:pos="9070"/>
              </w:tabs>
              <w:spacing w:line="360" w:lineRule="auto"/>
              <w:rPr>
                <w:sz w:val="22"/>
                <w:szCs w:val="22"/>
              </w:rPr>
            </w:pPr>
          </w:p>
          <w:p w14:paraId="018221D1" w14:textId="77777777" w:rsidR="002B32A6" w:rsidRPr="00D764AC" w:rsidRDefault="002B32A6" w:rsidP="004950E9">
            <w:pPr>
              <w:pStyle w:val="Body"/>
              <w:tabs>
                <w:tab w:val="decimal" w:leader="underscore" w:pos="9070"/>
              </w:tabs>
              <w:spacing w:line="360" w:lineRule="auto"/>
              <w:rPr>
                <w:sz w:val="22"/>
                <w:szCs w:val="22"/>
              </w:rPr>
            </w:pPr>
          </w:p>
          <w:p w14:paraId="23B1574E" w14:textId="1E3C07FE" w:rsidR="002B32A6" w:rsidRPr="00D764AC" w:rsidRDefault="002B32A6" w:rsidP="004950E9">
            <w:pPr>
              <w:pStyle w:val="Body"/>
              <w:tabs>
                <w:tab w:val="decimal" w:leader="underscore" w:pos="9070"/>
              </w:tabs>
              <w:spacing w:line="360" w:lineRule="auto"/>
              <w:rPr>
                <w:sz w:val="22"/>
                <w:szCs w:val="22"/>
              </w:rPr>
            </w:pPr>
          </w:p>
        </w:tc>
        <w:tc>
          <w:tcPr>
            <w:tcW w:w="6379" w:type="dxa"/>
            <w:shd w:val="clear" w:color="auto" w:fill="auto"/>
          </w:tcPr>
          <w:p w14:paraId="656F179C" w14:textId="171FDB6D" w:rsidR="00930FA0" w:rsidRPr="002B32A6" w:rsidRDefault="00930FA0" w:rsidP="004950E9">
            <w:pPr>
              <w:pStyle w:val="Body"/>
              <w:tabs>
                <w:tab w:val="decimal" w:leader="underscore" w:pos="9070"/>
              </w:tabs>
              <w:spacing w:line="360" w:lineRule="auto"/>
            </w:pPr>
          </w:p>
        </w:tc>
      </w:tr>
      <w:tr w:rsidR="00930FA0" w14:paraId="65D71D99" w14:textId="77777777" w:rsidTr="004950E9">
        <w:trPr>
          <w:cantSplit w:val="0"/>
          <w:trHeight w:val="567"/>
        </w:trPr>
        <w:tc>
          <w:tcPr>
            <w:tcW w:w="2693" w:type="dxa"/>
            <w:shd w:val="clear" w:color="auto" w:fill="auto"/>
            <w:vAlign w:val="top"/>
          </w:tcPr>
          <w:p w14:paraId="2E5517FF" w14:textId="5A35416C" w:rsidR="00930FA0" w:rsidRPr="00D764AC" w:rsidRDefault="00930FA0" w:rsidP="004950E9">
            <w:pPr>
              <w:pStyle w:val="Body"/>
              <w:tabs>
                <w:tab w:val="decimal" w:leader="underscore" w:pos="9070"/>
              </w:tabs>
              <w:spacing w:line="360" w:lineRule="auto"/>
              <w:rPr>
                <w:sz w:val="22"/>
                <w:szCs w:val="22"/>
              </w:rPr>
            </w:pPr>
            <w:r w:rsidRPr="00D764AC">
              <w:rPr>
                <w:sz w:val="22"/>
                <w:szCs w:val="22"/>
              </w:rPr>
              <w:t>Sequence of installation</w:t>
            </w:r>
          </w:p>
        </w:tc>
        <w:tc>
          <w:tcPr>
            <w:tcW w:w="5103" w:type="dxa"/>
            <w:shd w:val="clear" w:color="auto" w:fill="auto"/>
            <w:vAlign w:val="top"/>
          </w:tcPr>
          <w:p w14:paraId="4EF447B8" w14:textId="77777777" w:rsidR="00930FA0" w:rsidRPr="00D764AC" w:rsidRDefault="00930FA0" w:rsidP="004950E9">
            <w:pPr>
              <w:pStyle w:val="Body"/>
              <w:tabs>
                <w:tab w:val="decimal" w:leader="underscore" w:pos="9070"/>
              </w:tabs>
              <w:spacing w:line="360" w:lineRule="auto"/>
              <w:rPr>
                <w:sz w:val="22"/>
                <w:szCs w:val="22"/>
              </w:rPr>
            </w:pPr>
          </w:p>
          <w:p w14:paraId="3BB6F258" w14:textId="77777777" w:rsidR="002B32A6" w:rsidRPr="00D764AC" w:rsidRDefault="002B32A6" w:rsidP="004950E9">
            <w:pPr>
              <w:pStyle w:val="Body"/>
              <w:tabs>
                <w:tab w:val="decimal" w:leader="underscore" w:pos="9070"/>
              </w:tabs>
              <w:spacing w:line="360" w:lineRule="auto"/>
              <w:rPr>
                <w:sz w:val="22"/>
                <w:szCs w:val="22"/>
              </w:rPr>
            </w:pPr>
          </w:p>
          <w:p w14:paraId="26F92239" w14:textId="77777777" w:rsidR="002B32A6" w:rsidRPr="00D764AC" w:rsidRDefault="002B32A6" w:rsidP="004950E9">
            <w:pPr>
              <w:pStyle w:val="Body"/>
              <w:tabs>
                <w:tab w:val="decimal" w:leader="underscore" w:pos="9070"/>
              </w:tabs>
              <w:spacing w:line="360" w:lineRule="auto"/>
              <w:rPr>
                <w:sz w:val="22"/>
                <w:szCs w:val="22"/>
              </w:rPr>
            </w:pPr>
          </w:p>
          <w:p w14:paraId="013754B7" w14:textId="77777777" w:rsidR="002B32A6" w:rsidRPr="00D764AC" w:rsidRDefault="002B32A6" w:rsidP="004950E9">
            <w:pPr>
              <w:pStyle w:val="Body"/>
              <w:tabs>
                <w:tab w:val="decimal" w:leader="underscore" w:pos="9070"/>
              </w:tabs>
              <w:spacing w:line="360" w:lineRule="auto"/>
              <w:rPr>
                <w:sz w:val="22"/>
                <w:szCs w:val="22"/>
              </w:rPr>
            </w:pPr>
          </w:p>
          <w:p w14:paraId="118668C8" w14:textId="5F880BBE" w:rsidR="002B32A6" w:rsidRPr="00D764AC" w:rsidRDefault="002B32A6" w:rsidP="004950E9">
            <w:pPr>
              <w:pStyle w:val="Body"/>
              <w:tabs>
                <w:tab w:val="decimal" w:leader="underscore" w:pos="9070"/>
              </w:tabs>
              <w:spacing w:line="360" w:lineRule="auto"/>
              <w:rPr>
                <w:sz w:val="22"/>
                <w:szCs w:val="22"/>
              </w:rPr>
            </w:pPr>
          </w:p>
        </w:tc>
        <w:tc>
          <w:tcPr>
            <w:tcW w:w="6379" w:type="dxa"/>
            <w:shd w:val="clear" w:color="auto" w:fill="auto"/>
          </w:tcPr>
          <w:p w14:paraId="6C6E7DA5" w14:textId="6FDB1292" w:rsidR="00930FA0" w:rsidRPr="00D764AC" w:rsidRDefault="00930FA0" w:rsidP="004950E9">
            <w:pPr>
              <w:pStyle w:val="Body"/>
              <w:tabs>
                <w:tab w:val="decimal" w:leader="underscore" w:pos="9070"/>
              </w:tabs>
              <w:spacing w:line="360" w:lineRule="auto"/>
              <w:rPr>
                <w:sz w:val="22"/>
                <w:szCs w:val="22"/>
              </w:rPr>
            </w:pPr>
          </w:p>
        </w:tc>
      </w:tr>
      <w:tr w:rsidR="00930FA0" w14:paraId="5C09F1CD" w14:textId="77777777" w:rsidTr="004950E9">
        <w:trPr>
          <w:cantSplit w:val="0"/>
          <w:trHeight w:val="567"/>
        </w:trPr>
        <w:tc>
          <w:tcPr>
            <w:tcW w:w="2693" w:type="dxa"/>
            <w:shd w:val="clear" w:color="auto" w:fill="auto"/>
            <w:vAlign w:val="top"/>
          </w:tcPr>
          <w:p w14:paraId="08975DC3" w14:textId="1C38246E" w:rsidR="00930FA0" w:rsidRPr="00D764AC" w:rsidRDefault="00930FA0" w:rsidP="004950E9">
            <w:pPr>
              <w:pStyle w:val="Body"/>
              <w:tabs>
                <w:tab w:val="decimal" w:leader="underscore" w:pos="9070"/>
              </w:tabs>
              <w:spacing w:line="360" w:lineRule="auto"/>
              <w:rPr>
                <w:sz w:val="22"/>
                <w:szCs w:val="22"/>
              </w:rPr>
            </w:pPr>
            <w:r w:rsidRPr="00D764AC">
              <w:rPr>
                <w:sz w:val="22"/>
                <w:szCs w:val="22"/>
              </w:rPr>
              <w:t>Design Modifications</w:t>
            </w:r>
          </w:p>
        </w:tc>
        <w:tc>
          <w:tcPr>
            <w:tcW w:w="5103" w:type="dxa"/>
            <w:shd w:val="clear" w:color="auto" w:fill="auto"/>
            <w:vAlign w:val="top"/>
          </w:tcPr>
          <w:p w14:paraId="5D03AEAA" w14:textId="77777777" w:rsidR="00930FA0" w:rsidRPr="00D764AC" w:rsidRDefault="00930FA0" w:rsidP="004950E9">
            <w:pPr>
              <w:pStyle w:val="Body"/>
              <w:tabs>
                <w:tab w:val="decimal" w:leader="underscore" w:pos="9070"/>
              </w:tabs>
              <w:spacing w:line="360" w:lineRule="auto"/>
              <w:rPr>
                <w:sz w:val="22"/>
                <w:szCs w:val="22"/>
              </w:rPr>
            </w:pPr>
          </w:p>
          <w:p w14:paraId="0D19FBCE" w14:textId="1EDFC461" w:rsidR="002B32A6" w:rsidRPr="00D764AC" w:rsidRDefault="002B32A6" w:rsidP="004950E9">
            <w:pPr>
              <w:pStyle w:val="Body"/>
              <w:tabs>
                <w:tab w:val="decimal" w:leader="underscore" w:pos="9070"/>
              </w:tabs>
              <w:spacing w:line="360" w:lineRule="auto"/>
              <w:rPr>
                <w:sz w:val="22"/>
                <w:szCs w:val="22"/>
              </w:rPr>
            </w:pPr>
          </w:p>
          <w:p w14:paraId="097D8B18" w14:textId="77777777" w:rsidR="002B32A6" w:rsidRPr="00D764AC" w:rsidRDefault="002B32A6" w:rsidP="004950E9">
            <w:pPr>
              <w:pStyle w:val="Body"/>
              <w:tabs>
                <w:tab w:val="decimal" w:leader="underscore" w:pos="9070"/>
              </w:tabs>
              <w:spacing w:line="360" w:lineRule="auto"/>
              <w:rPr>
                <w:sz w:val="22"/>
                <w:szCs w:val="22"/>
              </w:rPr>
            </w:pPr>
          </w:p>
          <w:p w14:paraId="5ADE4AA7" w14:textId="77777777" w:rsidR="002B32A6" w:rsidRDefault="002B32A6" w:rsidP="004950E9">
            <w:pPr>
              <w:pStyle w:val="Body"/>
              <w:tabs>
                <w:tab w:val="decimal" w:leader="underscore" w:pos="9070"/>
              </w:tabs>
              <w:spacing w:line="360" w:lineRule="auto"/>
              <w:rPr>
                <w:sz w:val="22"/>
                <w:szCs w:val="22"/>
              </w:rPr>
            </w:pPr>
          </w:p>
          <w:p w14:paraId="31F4B9E3" w14:textId="15EDB24F" w:rsidR="00D764AC" w:rsidRPr="00D764AC" w:rsidRDefault="00D764AC" w:rsidP="004950E9">
            <w:pPr>
              <w:pStyle w:val="Body"/>
              <w:tabs>
                <w:tab w:val="decimal" w:leader="underscore" w:pos="9070"/>
              </w:tabs>
              <w:spacing w:line="360" w:lineRule="auto"/>
              <w:rPr>
                <w:sz w:val="22"/>
                <w:szCs w:val="22"/>
              </w:rPr>
            </w:pPr>
          </w:p>
        </w:tc>
        <w:tc>
          <w:tcPr>
            <w:tcW w:w="6379" w:type="dxa"/>
            <w:shd w:val="clear" w:color="auto" w:fill="auto"/>
          </w:tcPr>
          <w:p w14:paraId="148C0E36" w14:textId="208A25D3" w:rsidR="00930FA0" w:rsidRPr="00D764AC" w:rsidRDefault="00930FA0" w:rsidP="004950E9">
            <w:pPr>
              <w:pStyle w:val="Body"/>
              <w:tabs>
                <w:tab w:val="decimal" w:leader="underscore" w:pos="9070"/>
              </w:tabs>
              <w:spacing w:line="360" w:lineRule="auto"/>
              <w:rPr>
                <w:sz w:val="22"/>
                <w:szCs w:val="22"/>
              </w:rPr>
            </w:pPr>
          </w:p>
        </w:tc>
      </w:tr>
      <w:tr w:rsidR="00930FA0" w14:paraId="7B33405B" w14:textId="77777777" w:rsidTr="004950E9">
        <w:trPr>
          <w:cantSplit w:val="0"/>
          <w:trHeight w:val="567"/>
        </w:trPr>
        <w:tc>
          <w:tcPr>
            <w:tcW w:w="2693" w:type="dxa"/>
            <w:shd w:val="clear" w:color="auto" w:fill="auto"/>
            <w:vAlign w:val="top"/>
          </w:tcPr>
          <w:p w14:paraId="048E2A8E" w14:textId="37674843" w:rsidR="00930FA0" w:rsidRPr="00D764AC" w:rsidRDefault="00930FA0" w:rsidP="004950E9">
            <w:pPr>
              <w:pStyle w:val="Body"/>
              <w:tabs>
                <w:tab w:val="decimal" w:leader="underscore" w:pos="9070"/>
              </w:tabs>
              <w:spacing w:line="360" w:lineRule="auto"/>
              <w:rPr>
                <w:sz w:val="22"/>
                <w:szCs w:val="22"/>
              </w:rPr>
            </w:pPr>
            <w:r w:rsidRPr="00D764AC">
              <w:rPr>
                <w:sz w:val="22"/>
                <w:szCs w:val="22"/>
              </w:rPr>
              <w:lastRenderedPageBreak/>
              <w:t>Services location</w:t>
            </w:r>
          </w:p>
        </w:tc>
        <w:tc>
          <w:tcPr>
            <w:tcW w:w="5103" w:type="dxa"/>
            <w:shd w:val="clear" w:color="auto" w:fill="auto"/>
            <w:vAlign w:val="top"/>
          </w:tcPr>
          <w:p w14:paraId="40F6B4CD" w14:textId="77777777" w:rsidR="00930FA0" w:rsidRPr="00D764AC" w:rsidRDefault="00930FA0" w:rsidP="004950E9">
            <w:pPr>
              <w:pStyle w:val="Body"/>
              <w:tabs>
                <w:tab w:val="decimal" w:leader="underscore" w:pos="9070"/>
              </w:tabs>
              <w:spacing w:line="360" w:lineRule="auto"/>
              <w:rPr>
                <w:sz w:val="22"/>
                <w:szCs w:val="22"/>
              </w:rPr>
            </w:pPr>
          </w:p>
          <w:p w14:paraId="38C493DE" w14:textId="58324895" w:rsidR="002B32A6" w:rsidRPr="00D764AC" w:rsidRDefault="002B32A6" w:rsidP="004950E9">
            <w:pPr>
              <w:pStyle w:val="Body"/>
              <w:tabs>
                <w:tab w:val="decimal" w:leader="underscore" w:pos="9070"/>
              </w:tabs>
              <w:spacing w:line="360" w:lineRule="auto"/>
              <w:rPr>
                <w:sz w:val="22"/>
                <w:szCs w:val="22"/>
              </w:rPr>
            </w:pPr>
          </w:p>
          <w:p w14:paraId="1C175BE4" w14:textId="77777777" w:rsidR="002B32A6" w:rsidRPr="00D764AC" w:rsidRDefault="002B32A6" w:rsidP="004950E9">
            <w:pPr>
              <w:pStyle w:val="Body"/>
              <w:tabs>
                <w:tab w:val="decimal" w:leader="underscore" w:pos="9070"/>
              </w:tabs>
              <w:spacing w:line="360" w:lineRule="auto"/>
              <w:rPr>
                <w:sz w:val="22"/>
                <w:szCs w:val="22"/>
              </w:rPr>
            </w:pPr>
          </w:p>
          <w:p w14:paraId="607B3E49" w14:textId="40953FFD" w:rsidR="002B32A6" w:rsidRPr="00D764AC" w:rsidRDefault="002B32A6" w:rsidP="004950E9">
            <w:pPr>
              <w:pStyle w:val="Body"/>
              <w:tabs>
                <w:tab w:val="decimal" w:leader="underscore" w:pos="9070"/>
              </w:tabs>
              <w:spacing w:line="360" w:lineRule="auto"/>
              <w:rPr>
                <w:sz w:val="22"/>
                <w:szCs w:val="22"/>
              </w:rPr>
            </w:pPr>
          </w:p>
        </w:tc>
        <w:tc>
          <w:tcPr>
            <w:tcW w:w="6379" w:type="dxa"/>
            <w:shd w:val="clear" w:color="auto" w:fill="auto"/>
          </w:tcPr>
          <w:p w14:paraId="73115693" w14:textId="336D372B" w:rsidR="00930FA0" w:rsidRPr="00D764AC" w:rsidRDefault="00930FA0" w:rsidP="004950E9">
            <w:pPr>
              <w:pStyle w:val="Body"/>
              <w:tabs>
                <w:tab w:val="decimal" w:leader="underscore" w:pos="9070"/>
              </w:tabs>
              <w:spacing w:line="360" w:lineRule="auto"/>
              <w:rPr>
                <w:sz w:val="22"/>
                <w:szCs w:val="22"/>
              </w:rPr>
            </w:pPr>
          </w:p>
        </w:tc>
      </w:tr>
      <w:tr w:rsidR="00930FA0" w14:paraId="00AC3561" w14:textId="77777777" w:rsidTr="004950E9">
        <w:trPr>
          <w:cantSplit w:val="0"/>
          <w:trHeight w:val="567"/>
        </w:trPr>
        <w:tc>
          <w:tcPr>
            <w:tcW w:w="2693" w:type="dxa"/>
            <w:shd w:val="clear" w:color="auto" w:fill="auto"/>
            <w:vAlign w:val="top"/>
          </w:tcPr>
          <w:p w14:paraId="7838E61B" w14:textId="17D8A01F" w:rsidR="00930FA0" w:rsidRPr="00D764AC" w:rsidRDefault="00930FA0" w:rsidP="004950E9">
            <w:pPr>
              <w:pStyle w:val="Body"/>
              <w:tabs>
                <w:tab w:val="decimal" w:leader="underscore" w:pos="9070"/>
              </w:tabs>
              <w:spacing w:line="360" w:lineRule="auto"/>
              <w:rPr>
                <w:sz w:val="22"/>
                <w:szCs w:val="22"/>
              </w:rPr>
            </w:pPr>
            <w:r w:rsidRPr="00D764AC">
              <w:rPr>
                <w:sz w:val="22"/>
                <w:szCs w:val="22"/>
              </w:rPr>
              <w:t>Availability of installation expertise</w:t>
            </w:r>
          </w:p>
        </w:tc>
        <w:tc>
          <w:tcPr>
            <w:tcW w:w="5103" w:type="dxa"/>
            <w:shd w:val="clear" w:color="auto" w:fill="auto"/>
            <w:vAlign w:val="top"/>
          </w:tcPr>
          <w:p w14:paraId="3D1ABAF4" w14:textId="77777777" w:rsidR="00930FA0" w:rsidRPr="00D764AC" w:rsidRDefault="00930FA0" w:rsidP="004950E9">
            <w:pPr>
              <w:pStyle w:val="Body"/>
              <w:tabs>
                <w:tab w:val="decimal" w:leader="underscore" w:pos="9070"/>
              </w:tabs>
              <w:spacing w:line="360" w:lineRule="auto"/>
              <w:rPr>
                <w:sz w:val="22"/>
                <w:szCs w:val="22"/>
              </w:rPr>
            </w:pPr>
          </w:p>
          <w:p w14:paraId="3A8D556D" w14:textId="6912BF6B" w:rsidR="002B32A6" w:rsidRPr="00D764AC" w:rsidRDefault="002B32A6" w:rsidP="004950E9">
            <w:pPr>
              <w:pStyle w:val="Body"/>
              <w:tabs>
                <w:tab w:val="decimal" w:leader="underscore" w:pos="9070"/>
              </w:tabs>
              <w:spacing w:line="360" w:lineRule="auto"/>
              <w:rPr>
                <w:sz w:val="22"/>
                <w:szCs w:val="22"/>
              </w:rPr>
            </w:pPr>
          </w:p>
          <w:p w14:paraId="0F466C9A" w14:textId="77777777" w:rsidR="002B32A6" w:rsidRPr="00D764AC" w:rsidRDefault="002B32A6" w:rsidP="004950E9">
            <w:pPr>
              <w:pStyle w:val="Body"/>
              <w:tabs>
                <w:tab w:val="decimal" w:leader="underscore" w:pos="9070"/>
              </w:tabs>
              <w:spacing w:line="360" w:lineRule="auto"/>
              <w:rPr>
                <w:sz w:val="22"/>
                <w:szCs w:val="22"/>
              </w:rPr>
            </w:pPr>
          </w:p>
          <w:p w14:paraId="39E08E2C" w14:textId="5B85E41F" w:rsidR="002B32A6" w:rsidRPr="00D764AC" w:rsidRDefault="002B32A6" w:rsidP="004950E9">
            <w:pPr>
              <w:pStyle w:val="Body"/>
              <w:tabs>
                <w:tab w:val="decimal" w:leader="underscore" w:pos="9070"/>
              </w:tabs>
              <w:spacing w:line="360" w:lineRule="auto"/>
              <w:rPr>
                <w:sz w:val="22"/>
                <w:szCs w:val="22"/>
              </w:rPr>
            </w:pPr>
          </w:p>
        </w:tc>
        <w:tc>
          <w:tcPr>
            <w:tcW w:w="6379" w:type="dxa"/>
            <w:shd w:val="clear" w:color="auto" w:fill="auto"/>
          </w:tcPr>
          <w:p w14:paraId="76BB0B44" w14:textId="3090E997" w:rsidR="00930FA0" w:rsidRPr="00D764AC" w:rsidRDefault="00930FA0" w:rsidP="004950E9">
            <w:pPr>
              <w:pStyle w:val="Body"/>
              <w:tabs>
                <w:tab w:val="decimal" w:leader="underscore" w:pos="9070"/>
              </w:tabs>
              <w:spacing w:line="360" w:lineRule="auto"/>
              <w:rPr>
                <w:sz w:val="22"/>
                <w:szCs w:val="22"/>
              </w:rPr>
            </w:pPr>
          </w:p>
        </w:tc>
      </w:tr>
      <w:tr w:rsidR="00930FA0" w14:paraId="0AC2F942" w14:textId="77777777" w:rsidTr="004950E9">
        <w:trPr>
          <w:cantSplit w:val="0"/>
          <w:trHeight w:val="567"/>
        </w:trPr>
        <w:tc>
          <w:tcPr>
            <w:tcW w:w="2693" w:type="dxa"/>
            <w:shd w:val="clear" w:color="auto" w:fill="auto"/>
            <w:vAlign w:val="top"/>
          </w:tcPr>
          <w:p w14:paraId="69887F83" w14:textId="6DCD23BD" w:rsidR="00930FA0" w:rsidRPr="00D764AC" w:rsidRDefault="00930FA0" w:rsidP="004950E9">
            <w:pPr>
              <w:pStyle w:val="Body"/>
              <w:tabs>
                <w:tab w:val="decimal" w:leader="underscore" w:pos="9070"/>
              </w:tabs>
              <w:spacing w:line="360" w:lineRule="auto"/>
              <w:rPr>
                <w:sz w:val="22"/>
                <w:szCs w:val="22"/>
              </w:rPr>
            </w:pPr>
            <w:r w:rsidRPr="00D764AC">
              <w:rPr>
                <w:sz w:val="22"/>
                <w:szCs w:val="22"/>
              </w:rPr>
              <w:t>Site constraints</w:t>
            </w:r>
          </w:p>
        </w:tc>
        <w:tc>
          <w:tcPr>
            <w:tcW w:w="5103" w:type="dxa"/>
            <w:shd w:val="clear" w:color="auto" w:fill="auto"/>
            <w:vAlign w:val="top"/>
          </w:tcPr>
          <w:p w14:paraId="11346479" w14:textId="77777777" w:rsidR="00930FA0" w:rsidRPr="00D764AC" w:rsidRDefault="00930FA0" w:rsidP="004950E9">
            <w:pPr>
              <w:pStyle w:val="Body"/>
              <w:tabs>
                <w:tab w:val="decimal" w:leader="underscore" w:pos="9070"/>
              </w:tabs>
              <w:spacing w:line="360" w:lineRule="auto"/>
              <w:rPr>
                <w:sz w:val="22"/>
                <w:szCs w:val="22"/>
              </w:rPr>
            </w:pPr>
          </w:p>
          <w:p w14:paraId="164633F3" w14:textId="77777777" w:rsidR="002B32A6" w:rsidRPr="00D764AC" w:rsidRDefault="002B32A6" w:rsidP="004950E9">
            <w:pPr>
              <w:pStyle w:val="Body"/>
              <w:tabs>
                <w:tab w:val="decimal" w:leader="underscore" w:pos="9070"/>
              </w:tabs>
              <w:spacing w:line="360" w:lineRule="auto"/>
              <w:rPr>
                <w:sz w:val="22"/>
                <w:szCs w:val="22"/>
              </w:rPr>
            </w:pPr>
          </w:p>
          <w:p w14:paraId="759E90F3" w14:textId="77777777" w:rsidR="002B32A6" w:rsidRPr="00D764AC" w:rsidRDefault="002B32A6" w:rsidP="004950E9">
            <w:pPr>
              <w:pStyle w:val="Body"/>
              <w:tabs>
                <w:tab w:val="decimal" w:leader="underscore" w:pos="9070"/>
              </w:tabs>
              <w:spacing w:line="360" w:lineRule="auto"/>
              <w:rPr>
                <w:sz w:val="22"/>
                <w:szCs w:val="22"/>
              </w:rPr>
            </w:pPr>
          </w:p>
          <w:p w14:paraId="674986F7" w14:textId="77777777" w:rsidR="002B32A6" w:rsidRPr="00D764AC" w:rsidRDefault="002B32A6" w:rsidP="004950E9">
            <w:pPr>
              <w:pStyle w:val="Body"/>
              <w:tabs>
                <w:tab w:val="decimal" w:leader="underscore" w:pos="9070"/>
              </w:tabs>
              <w:spacing w:line="360" w:lineRule="auto"/>
              <w:rPr>
                <w:sz w:val="22"/>
                <w:szCs w:val="22"/>
              </w:rPr>
            </w:pPr>
          </w:p>
          <w:p w14:paraId="3490A40D" w14:textId="3C1E08EF" w:rsidR="002B32A6" w:rsidRPr="00D764AC" w:rsidRDefault="002B32A6" w:rsidP="004950E9">
            <w:pPr>
              <w:pStyle w:val="Body"/>
              <w:tabs>
                <w:tab w:val="decimal" w:leader="underscore" w:pos="9070"/>
              </w:tabs>
              <w:spacing w:line="360" w:lineRule="auto"/>
              <w:rPr>
                <w:sz w:val="22"/>
                <w:szCs w:val="22"/>
              </w:rPr>
            </w:pPr>
          </w:p>
        </w:tc>
        <w:tc>
          <w:tcPr>
            <w:tcW w:w="6379" w:type="dxa"/>
            <w:shd w:val="clear" w:color="auto" w:fill="auto"/>
          </w:tcPr>
          <w:p w14:paraId="2BF25566" w14:textId="2C8328E9" w:rsidR="00930FA0" w:rsidRPr="00D764AC" w:rsidRDefault="00930FA0" w:rsidP="004950E9">
            <w:pPr>
              <w:pStyle w:val="Body"/>
              <w:tabs>
                <w:tab w:val="decimal" w:leader="underscore" w:pos="9070"/>
              </w:tabs>
              <w:spacing w:line="360" w:lineRule="auto"/>
              <w:rPr>
                <w:sz w:val="22"/>
                <w:szCs w:val="22"/>
              </w:rPr>
            </w:pPr>
          </w:p>
        </w:tc>
      </w:tr>
    </w:tbl>
    <w:p w14:paraId="74E10C3A" w14:textId="77777777" w:rsidR="00930FA0" w:rsidRDefault="00930FA0" w:rsidP="00930FA0">
      <w:pPr>
        <w:pStyle w:val="Body"/>
        <w:tabs>
          <w:tab w:val="decimal" w:leader="underscore" w:pos="9070"/>
        </w:tabs>
        <w:spacing w:line="360" w:lineRule="auto"/>
      </w:pPr>
    </w:p>
    <w:p w14:paraId="1AF8E90F" w14:textId="77777777" w:rsidR="00930FA0" w:rsidRDefault="00930FA0" w:rsidP="00930FA0">
      <w:pPr>
        <w:pStyle w:val="Body"/>
        <w:ind w:left="720"/>
        <w:rPr>
          <w:sz w:val="22"/>
          <w:szCs w:val="22"/>
        </w:rPr>
        <w:sectPr w:rsidR="00930FA0" w:rsidSect="00DE18ED">
          <w:pgSz w:w="16838" w:h="11906" w:orient="landscape"/>
          <w:pgMar w:top="1418" w:right="1418" w:bottom="1276" w:left="1418" w:header="567" w:footer="454" w:gutter="0"/>
          <w:cols w:space="4253"/>
          <w:docGrid w:linePitch="360"/>
        </w:sectPr>
      </w:pPr>
    </w:p>
    <w:p w14:paraId="00B54013" w14:textId="128E33A6" w:rsidR="002D10F6" w:rsidRPr="00B30F8E" w:rsidRDefault="002D10F6" w:rsidP="00930FA0">
      <w:pPr>
        <w:pStyle w:val="Body"/>
        <w:numPr>
          <w:ilvl w:val="0"/>
          <w:numId w:val="39"/>
        </w:numPr>
        <w:rPr>
          <w:sz w:val="22"/>
          <w:szCs w:val="22"/>
        </w:rPr>
      </w:pPr>
      <w:r>
        <w:rPr>
          <w:sz w:val="22"/>
          <w:szCs w:val="22"/>
        </w:rPr>
        <w:lastRenderedPageBreak/>
        <w:t>Briefly describe the process to be followed within the supply chain, for ordering components and materials for kitchen and bathroom components.</w:t>
      </w:r>
    </w:p>
    <w:p w14:paraId="18BC7403" w14:textId="23516902" w:rsidR="00930FA0"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05363697" w14:textId="6B044B6E" w:rsidR="002B32A6"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1ECEB83E" w14:textId="3080DCD5" w:rsidR="002B32A6"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5AA494F8" w14:textId="12FAE2CC" w:rsidR="002B32A6"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3DDB72FE" w14:textId="3474FA77" w:rsidR="002B32A6"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06B967AC" w14:textId="77777777" w:rsidR="002B32A6" w:rsidRPr="00AC09FA"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10BB4AB8" w14:textId="77777777" w:rsidR="00930FA0" w:rsidRDefault="00930FA0" w:rsidP="00930FA0">
      <w:pPr>
        <w:pStyle w:val="Body"/>
        <w:ind w:left="720"/>
        <w:rPr>
          <w:sz w:val="22"/>
          <w:szCs w:val="22"/>
        </w:rPr>
      </w:pPr>
    </w:p>
    <w:p w14:paraId="7C2E2E16" w14:textId="77777777" w:rsidR="00930FA0" w:rsidRDefault="00930FA0" w:rsidP="00930FA0">
      <w:pPr>
        <w:pStyle w:val="Body"/>
        <w:ind w:left="720"/>
        <w:rPr>
          <w:sz w:val="22"/>
          <w:szCs w:val="22"/>
        </w:rPr>
      </w:pPr>
    </w:p>
    <w:p w14:paraId="249FFEDE" w14:textId="681E1B42" w:rsidR="002D10F6" w:rsidRPr="00B30F8E" w:rsidRDefault="002D10F6" w:rsidP="00930FA0">
      <w:pPr>
        <w:pStyle w:val="Body"/>
        <w:numPr>
          <w:ilvl w:val="0"/>
          <w:numId w:val="39"/>
        </w:numPr>
        <w:rPr>
          <w:sz w:val="22"/>
          <w:szCs w:val="22"/>
        </w:rPr>
      </w:pPr>
      <w:r>
        <w:rPr>
          <w:sz w:val="22"/>
          <w:szCs w:val="22"/>
        </w:rPr>
        <w:t>Briefly describe the process to be followed for delivering components and materials for kitchen and bathroom components.</w:t>
      </w:r>
    </w:p>
    <w:p w14:paraId="3A9F2E95" w14:textId="215D5B25" w:rsidR="00930FA0" w:rsidRDefault="00930FA0" w:rsidP="002B32A6">
      <w:pPr>
        <w:pStyle w:val="Body"/>
        <w:pBdr>
          <w:top w:val="single" w:sz="4" w:space="1" w:color="2D739F"/>
          <w:left w:val="single" w:sz="4" w:space="4" w:color="2D739F"/>
          <w:bottom w:val="single" w:sz="4" w:space="1" w:color="2D739F"/>
          <w:right w:val="single" w:sz="4" w:space="4" w:color="2D739F"/>
        </w:pBdr>
        <w:ind w:left="360"/>
      </w:pPr>
      <w:r>
        <w:t xml:space="preserve"> </w:t>
      </w:r>
    </w:p>
    <w:p w14:paraId="157E7136" w14:textId="3547BD35" w:rsidR="002B32A6" w:rsidRDefault="002B32A6" w:rsidP="002B32A6">
      <w:pPr>
        <w:pStyle w:val="Body"/>
        <w:pBdr>
          <w:top w:val="single" w:sz="4" w:space="1" w:color="2D739F"/>
          <w:left w:val="single" w:sz="4" w:space="4" w:color="2D739F"/>
          <w:bottom w:val="single" w:sz="4" w:space="1" w:color="2D739F"/>
          <w:right w:val="single" w:sz="4" w:space="4" w:color="2D739F"/>
        </w:pBdr>
        <w:ind w:left="360"/>
      </w:pPr>
    </w:p>
    <w:p w14:paraId="1C326868" w14:textId="3331271B" w:rsidR="002B32A6" w:rsidRDefault="002B32A6" w:rsidP="002B32A6">
      <w:pPr>
        <w:pStyle w:val="Body"/>
        <w:pBdr>
          <w:top w:val="single" w:sz="4" w:space="1" w:color="2D739F"/>
          <w:left w:val="single" w:sz="4" w:space="4" w:color="2D739F"/>
          <w:bottom w:val="single" w:sz="4" w:space="1" w:color="2D739F"/>
          <w:right w:val="single" w:sz="4" w:space="4" w:color="2D739F"/>
        </w:pBdr>
        <w:ind w:left="360"/>
      </w:pPr>
    </w:p>
    <w:p w14:paraId="7FB60ABA" w14:textId="03D56DAD" w:rsidR="002B32A6" w:rsidRDefault="002B32A6" w:rsidP="002B32A6">
      <w:pPr>
        <w:pStyle w:val="Body"/>
        <w:pBdr>
          <w:top w:val="single" w:sz="4" w:space="1" w:color="2D739F"/>
          <w:left w:val="single" w:sz="4" w:space="4" w:color="2D739F"/>
          <w:bottom w:val="single" w:sz="4" w:space="1" w:color="2D739F"/>
          <w:right w:val="single" w:sz="4" w:space="4" w:color="2D739F"/>
        </w:pBdr>
        <w:ind w:left="360"/>
      </w:pPr>
    </w:p>
    <w:p w14:paraId="2DDD344E" w14:textId="77777777" w:rsidR="002B32A6" w:rsidRPr="002B32A6" w:rsidRDefault="002B32A6" w:rsidP="002B32A6">
      <w:pPr>
        <w:pStyle w:val="Body"/>
        <w:pBdr>
          <w:top w:val="single" w:sz="4" w:space="1" w:color="2D739F"/>
          <w:left w:val="single" w:sz="4" w:space="4" w:color="2D739F"/>
          <w:bottom w:val="single" w:sz="4" w:space="1" w:color="2D739F"/>
          <w:right w:val="single" w:sz="4" w:space="4" w:color="2D739F"/>
        </w:pBdr>
        <w:ind w:left="360"/>
      </w:pPr>
    </w:p>
    <w:p w14:paraId="07CAE253" w14:textId="77777777" w:rsidR="00930FA0" w:rsidRPr="00AC09FA"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5A958C71" w14:textId="1E4CAF26" w:rsidR="00930FA0" w:rsidRDefault="00930FA0" w:rsidP="00D764AC">
      <w:pPr>
        <w:pStyle w:val="Body"/>
        <w:rPr>
          <w:sz w:val="22"/>
          <w:szCs w:val="22"/>
        </w:rPr>
      </w:pPr>
    </w:p>
    <w:p w14:paraId="3639A3D7" w14:textId="77777777" w:rsidR="00930FA0" w:rsidRDefault="00930FA0" w:rsidP="00930FA0">
      <w:pPr>
        <w:pStyle w:val="Body"/>
        <w:ind w:left="720"/>
        <w:rPr>
          <w:sz w:val="22"/>
          <w:szCs w:val="22"/>
        </w:rPr>
      </w:pPr>
    </w:p>
    <w:p w14:paraId="5C4F524F" w14:textId="77777777" w:rsidR="00930FA0" w:rsidRDefault="00930FA0" w:rsidP="00930FA0">
      <w:pPr>
        <w:pStyle w:val="Body"/>
        <w:ind w:left="720"/>
        <w:rPr>
          <w:sz w:val="22"/>
          <w:szCs w:val="22"/>
        </w:rPr>
        <w:sectPr w:rsidR="00930FA0" w:rsidSect="007A3998">
          <w:pgSz w:w="11906" w:h="16838"/>
          <w:pgMar w:top="1418" w:right="1276" w:bottom="1418" w:left="1418" w:header="567" w:footer="454" w:gutter="0"/>
          <w:cols w:space="4253"/>
          <w:docGrid w:linePitch="360"/>
        </w:sectPr>
      </w:pPr>
    </w:p>
    <w:p w14:paraId="2597CDF7" w14:textId="1460CABF" w:rsidR="002D10F6" w:rsidRDefault="002D10F6" w:rsidP="00930FA0">
      <w:pPr>
        <w:pStyle w:val="Body"/>
        <w:numPr>
          <w:ilvl w:val="0"/>
          <w:numId w:val="39"/>
        </w:numPr>
        <w:rPr>
          <w:sz w:val="22"/>
          <w:szCs w:val="22"/>
        </w:rPr>
      </w:pPr>
      <w:r>
        <w:rPr>
          <w:sz w:val="22"/>
          <w:szCs w:val="22"/>
        </w:rPr>
        <w:lastRenderedPageBreak/>
        <w:t>For the types of cabinetry listed in the table below, provide the characteristics, uses and limitations for each.</w:t>
      </w:r>
    </w:p>
    <w:p w14:paraId="33589A6F" w14:textId="1395453F" w:rsidR="00913292" w:rsidRPr="00FC6B42" w:rsidRDefault="00913292" w:rsidP="00913292">
      <w:pPr>
        <w:pStyle w:val="Caption"/>
      </w:pPr>
      <w:r w:rsidRPr="00FC6B42">
        <w:t xml:space="preserve">Table </w:t>
      </w:r>
      <w:r w:rsidRPr="00FC6B42">
        <w:fldChar w:fldCharType="begin"/>
      </w:r>
      <w:r w:rsidRPr="00FC6B42">
        <w:instrText xml:space="preserve"> SEQ Table \* ARABIC </w:instrText>
      </w:r>
      <w:r w:rsidRPr="00FC6B42">
        <w:fldChar w:fldCharType="separate"/>
      </w:r>
      <w:r>
        <w:rPr>
          <w:noProof/>
        </w:rPr>
        <w:t>7</w:t>
      </w:r>
      <w:r w:rsidRPr="00FC6B42">
        <w:fldChar w:fldCharType="end"/>
      </w:r>
      <w:r>
        <w:t xml:space="preserve"> Cabinetry</w:t>
      </w:r>
    </w:p>
    <w:tbl>
      <w:tblPr>
        <w:tblStyle w:val="TableGrid"/>
        <w:tblW w:w="14175" w:type="dxa"/>
        <w:tblInd w:w="279"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2126"/>
        <w:gridCol w:w="3827"/>
        <w:gridCol w:w="3969"/>
        <w:gridCol w:w="4253"/>
      </w:tblGrid>
      <w:tr w:rsidR="00930FA0" w14:paraId="71B19B2F" w14:textId="77777777" w:rsidTr="004950E9">
        <w:trPr>
          <w:cnfStyle w:val="100000000000" w:firstRow="1" w:lastRow="0" w:firstColumn="0" w:lastColumn="0" w:oddVBand="0" w:evenVBand="0" w:oddHBand="0" w:evenHBand="0" w:firstRowFirstColumn="0" w:firstRowLastColumn="0" w:lastRowFirstColumn="0" w:lastRowLastColumn="0"/>
          <w:cantSplit w:val="0"/>
          <w:trHeight w:val="567"/>
          <w:tblHeader/>
        </w:trPr>
        <w:tc>
          <w:tcPr>
            <w:tcW w:w="2126" w:type="dxa"/>
            <w:vAlign w:val="top"/>
          </w:tcPr>
          <w:p w14:paraId="57DF3137" w14:textId="77777777" w:rsidR="00930FA0" w:rsidRPr="00F826D2" w:rsidRDefault="00930FA0" w:rsidP="004950E9">
            <w:pPr>
              <w:pStyle w:val="Body"/>
              <w:tabs>
                <w:tab w:val="decimal" w:leader="underscore" w:pos="9070"/>
              </w:tabs>
              <w:spacing w:line="360" w:lineRule="auto"/>
            </w:pPr>
            <w:r>
              <w:t>Cabinetry</w:t>
            </w:r>
          </w:p>
        </w:tc>
        <w:tc>
          <w:tcPr>
            <w:tcW w:w="3827" w:type="dxa"/>
            <w:vAlign w:val="top"/>
          </w:tcPr>
          <w:p w14:paraId="286FE1AD" w14:textId="77777777" w:rsidR="00930FA0" w:rsidRPr="00F826D2" w:rsidRDefault="00930FA0" w:rsidP="004950E9">
            <w:pPr>
              <w:pStyle w:val="Body"/>
              <w:tabs>
                <w:tab w:val="decimal" w:leader="underscore" w:pos="9070"/>
              </w:tabs>
              <w:spacing w:line="360" w:lineRule="auto"/>
            </w:pPr>
            <w:r>
              <w:t>Characteristics</w:t>
            </w:r>
          </w:p>
        </w:tc>
        <w:tc>
          <w:tcPr>
            <w:tcW w:w="3969" w:type="dxa"/>
          </w:tcPr>
          <w:p w14:paraId="67316364" w14:textId="77777777" w:rsidR="00930FA0" w:rsidRPr="00F826D2" w:rsidRDefault="00930FA0" w:rsidP="004950E9">
            <w:pPr>
              <w:pStyle w:val="Body"/>
              <w:tabs>
                <w:tab w:val="decimal" w:leader="underscore" w:pos="9070"/>
              </w:tabs>
              <w:spacing w:line="360" w:lineRule="auto"/>
              <w:rPr>
                <w:b w:val="0"/>
              </w:rPr>
            </w:pPr>
            <w:r>
              <w:t>Uses</w:t>
            </w:r>
          </w:p>
        </w:tc>
        <w:tc>
          <w:tcPr>
            <w:tcW w:w="4253" w:type="dxa"/>
          </w:tcPr>
          <w:p w14:paraId="6CBEE059" w14:textId="77777777" w:rsidR="00930FA0" w:rsidRPr="00F826D2" w:rsidRDefault="00930FA0" w:rsidP="004950E9">
            <w:pPr>
              <w:pStyle w:val="Body"/>
              <w:tabs>
                <w:tab w:val="decimal" w:leader="underscore" w:pos="9070"/>
              </w:tabs>
              <w:spacing w:line="360" w:lineRule="auto"/>
            </w:pPr>
            <w:r>
              <w:t>Limitations</w:t>
            </w:r>
          </w:p>
        </w:tc>
      </w:tr>
      <w:tr w:rsidR="00930FA0" w14:paraId="68BD19BE" w14:textId="77777777" w:rsidTr="004950E9">
        <w:trPr>
          <w:cantSplit w:val="0"/>
          <w:trHeight w:val="567"/>
        </w:trPr>
        <w:tc>
          <w:tcPr>
            <w:tcW w:w="2126" w:type="dxa"/>
            <w:shd w:val="clear" w:color="auto" w:fill="auto"/>
            <w:vAlign w:val="top"/>
          </w:tcPr>
          <w:p w14:paraId="70F7C929" w14:textId="77777777" w:rsidR="00930FA0" w:rsidRPr="00D764AC" w:rsidRDefault="00930FA0" w:rsidP="004950E9">
            <w:pPr>
              <w:pStyle w:val="Body"/>
              <w:tabs>
                <w:tab w:val="decimal" w:leader="underscore" w:pos="9070"/>
              </w:tabs>
              <w:spacing w:line="360" w:lineRule="auto"/>
              <w:rPr>
                <w:sz w:val="22"/>
                <w:szCs w:val="22"/>
              </w:rPr>
            </w:pPr>
            <w:r w:rsidRPr="00D764AC">
              <w:rPr>
                <w:sz w:val="22"/>
                <w:szCs w:val="22"/>
              </w:rPr>
              <w:t>Dressing Rooms</w:t>
            </w:r>
          </w:p>
        </w:tc>
        <w:tc>
          <w:tcPr>
            <w:tcW w:w="3827" w:type="dxa"/>
            <w:shd w:val="clear" w:color="auto" w:fill="auto"/>
            <w:vAlign w:val="top"/>
          </w:tcPr>
          <w:p w14:paraId="136DD50D" w14:textId="77777777" w:rsidR="00930FA0" w:rsidRPr="00D764AC" w:rsidRDefault="00930FA0" w:rsidP="004950E9">
            <w:pPr>
              <w:pStyle w:val="Body"/>
              <w:tabs>
                <w:tab w:val="decimal" w:leader="underscore" w:pos="9070"/>
              </w:tabs>
              <w:spacing w:line="360" w:lineRule="auto"/>
              <w:rPr>
                <w:sz w:val="22"/>
                <w:szCs w:val="22"/>
              </w:rPr>
            </w:pPr>
          </w:p>
          <w:p w14:paraId="3A5ABA5F" w14:textId="77777777" w:rsidR="002B32A6" w:rsidRPr="00D764AC" w:rsidRDefault="002B32A6" w:rsidP="004950E9">
            <w:pPr>
              <w:pStyle w:val="Body"/>
              <w:tabs>
                <w:tab w:val="decimal" w:leader="underscore" w:pos="9070"/>
              </w:tabs>
              <w:spacing w:line="360" w:lineRule="auto"/>
              <w:rPr>
                <w:sz w:val="22"/>
                <w:szCs w:val="22"/>
              </w:rPr>
            </w:pPr>
          </w:p>
          <w:p w14:paraId="511680E5" w14:textId="77777777" w:rsidR="002B32A6" w:rsidRPr="00D764AC" w:rsidRDefault="002B32A6" w:rsidP="004950E9">
            <w:pPr>
              <w:pStyle w:val="Body"/>
              <w:tabs>
                <w:tab w:val="decimal" w:leader="underscore" w:pos="9070"/>
              </w:tabs>
              <w:spacing w:line="360" w:lineRule="auto"/>
              <w:rPr>
                <w:sz w:val="22"/>
                <w:szCs w:val="22"/>
              </w:rPr>
            </w:pPr>
          </w:p>
          <w:p w14:paraId="62076C4E" w14:textId="461570BD" w:rsidR="002B32A6" w:rsidRPr="00D764AC" w:rsidRDefault="002B32A6" w:rsidP="004950E9">
            <w:pPr>
              <w:pStyle w:val="Body"/>
              <w:tabs>
                <w:tab w:val="decimal" w:leader="underscore" w:pos="9070"/>
              </w:tabs>
              <w:spacing w:line="360" w:lineRule="auto"/>
              <w:rPr>
                <w:sz w:val="22"/>
                <w:szCs w:val="22"/>
              </w:rPr>
            </w:pPr>
          </w:p>
        </w:tc>
        <w:tc>
          <w:tcPr>
            <w:tcW w:w="3969" w:type="dxa"/>
            <w:shd w:val="clear" w:color="auto" w:fill="auto"/>
          </w:tcPr>
          <w:p w14:paraId="23114415" w14:textId="13DFBE62" w:rsidR="00930FA0" w:rsidRPr="00D764AC" w:rsidRDefault="00930FA0" w:rsidP="004950E9">
            <w:pPr>
              <w:pStyle w:val="Body"/>
              <w:tabs>
                <w:tab w:val="decimal" w:leader="underscore" w:pos="9070"/>
              </w:tabs>
              <w:spacing w:line="360" w:lineRule="auto"/>
              <w:rPr>
                <w:sz w:val="22"/>
                <w:szCs w:val="22"/>
              </w:rPr>
            </w:pPr>
          </w:p>
        </w:tc>
        <w:tc>
          <w:tcPr>
            <w:tcW w:w="4253" w:type="dxa"/>
            <w:shd w:val="clear" w:color="auto" w:fill="auto"/>
          </w:tcPr>
          <w:p w14:paraId="52C19D51" w14:textId="4DC4D9AE" w:rsidR="00930FA0" w:rsidRPr="00D764AC" w:rsidRDefault="00930FA0" w:rsidP="004950E9">
            <w:pPr>
              <w:pStyle w:val="Body"/>
              <w:tabs>
                <w:tab w:val="decimal" w:leader="underscore" w:pos="9070"/>
              </w:tabs>
              <w:spacing w:line="360" w:lineRule="auto"/>
              <w:rPr>
                <w:sz w:val="22"/>
                <w:szCs w:val="22"/>
              </w:rPr>
            </w:pPr>
          </w:p>
        </w:tc>
      </w:tr>
      <w:tr w:rsidR="00930FA0" w14:paraId="7232789F" w14:textId="77777777" w:rsidTr="004950E9">
        <w:trPr>
          <w:cantSplit w:val="0"/>
          <w:trHeight w:val="2269"/>
        </w:trPr>
        <w:tc>
          <w:tcPr>
            <w:tcW w:w="2126" w:type="dxa"/>
            <w:shd w:val="clear" w:color="auto" w:fill="auto"/>
            <w:vAlign w:val="top"/>
          </w:tcPr>
          <w:p w14:paraId="201E37D7" w14:textId="77777777" w:rsidR="00930FA0" w:rsidRPr="00D764AC" w:rsidRDefault="00930FA0" w:rsidP="004950E9">
            <w:pPr>
              <w:pStyle w:val="Body"/>
              <w:tabs>
                <w:tab w:val="decimal" w:leader="underscore" w:pos="9070"/>
              </w:tabs>
              <w:spacing w:line="360" w:lineRule="auto"/>
              <w:rPr>
                <w:sz w:val="22"/>
                <w:szCs w:val="22"/>
              </w:rPr>
            </w:pPr>
            <w:r w:rsidRPr="00D764AC">
              <w:rPr>
                <w:sz w:val="22"/>
                <w:szCs w:val="22"/>
              </w:rPr>
              <w:t>Entertainment Units</w:t>
            </w:r>
          </w:p>
        </w:tc>
        <w:tc>
          <w:tcPr>
            <w:tcW w:w="3827" w:type="dxa"/>
            <w:shd w:val="clear" w:color="auto" w:fill="auto"/>
            <w:vAlign w:val="top"/>
          </w:tcPr>
          <w:p w14:paraId="26A8D779" w14:textId="77777777" w:rsidR="002B32A6" w:rsidRPr="00D764AC" w:rsidRDefault="002B32A6" w:rsidP="004950E9">
            <w:pPr>
              <w:rPr>
                <w:sz w:val="22"/>
                <w:szCs w:val="22"/>
              </w:rPr>
            </w:pPr>
          </w:p>
          <w:p w14:paraId="16A4B16E" w14:textId="77777777" w:rsidR="002B32A6" w:rsidRPr="00D764AC" w:rsidRDefault="002B32A6" w:rsidP="004950E9">
            <w:pPr>
              <w:rPr>
                <w:sz w:val="22"/>
                <w:szCs w:val="22"/>
              </w:rPr>
            </w:pPr>
          </w:p>
          <w:p w14:paraId="3EC5E903" w14:textId="49C45901" w:rsidR="002B32A6" w:rsidRPr="00D764AC" w:rsidRDefault="002B32A6" w:rsidP="004950E9">
            <w:pPr>
              <w:rPr>
                <w:sz w:val="22"/>
                <w:szCs w:val="22"/>
              </w:rPr>
            </w:pPr>
          </w:p>
          <w:p w14:paraId="0C974D43" w14:textId="3C9C5289" w:rsidR="002B32A6" w:rsidRPr="00D764AC" w:rsidRDefault="002B32A6" w:rsidP="004950E9">
            <w:pPr>
              <w:rPr>
                <w:sz w:val="22"/>
                <w:szCs w:val="22"/>
              </w:rPr>
            </w:pPr>
          </w:p>
          <w:p w14:paraId="36068427" w14:textId="642BADC9" w:rsidR="002B32A6" w:rsidRPr="00D764AC" w:rsidRDefault="002B32A6" w:rsidP="004950E9">
            <w:pPr>
              <w:rPr>
                <w:sz w:val="22"/>
                <w:szCs w:val="22"/>
              </w:rPr>
            </w:pPr>
          </w:p>
        </w:tc>
        <w:tc>
          <w:tcPr>
            <w:tcW w:w="3969" w:type="dxa"/>
            <w:shd w:val="clear" w:color="auto" w:fill="auto"/>
          </w:tcPr>
          <w:p w14:paraId="3308A5A2" w14:textId="10003D71" w:rsidR="00930FA0" w:rsidRPr="00D764AC" w:rsidRDefault="00930FA0" w:rsidP="004950E9">
            <w:pPr>
              <w:pStyle w:val="Body"/>
              <w:tabs>
                <w:tab w:val="decimal" w:leader="underscore" w:pos="9070"/>
              </w:tabs>
              <w:spacing w:line="360" w:lineRule="auto"/>
              <w:rPr>
                <w:sz w:val="22"/>
                <w:szCs w:val="22"/>
              </w:rPr>
            </w:pPr>
          </w:p>
        </w:tc>
        <w:tc>
          <w:tcPr>
            <w:tcW w:w="4253" w:type="dxa"/>
            <w:shd w:val="clear" w:color="auto" w:fill="auto"/>
          </w:tcPr>
          <w:p w14:paraId="084C4CFF" w14:textId="77777777" w:rsidR="00930FA0" w:rsidRPr="00D764AC" w:rsidRDefault="00930FA0" w:rsidP="004950E9">
            <w:pPr>
              <w:rPr>
                <w:sz w:val="22"/>
                <w:szCs w:val="22"/>
              </w:rPr>
            </w:pPr>
          </w:p>
        </w:tc>
      </w:tr>
      <w:tr w:rsidR="00930FA0" w14:paraId="2B754404" w14:textId="77777777" w:rsidTr="004950E9">
        <w:trPr>
          <w:cantSplit w:val="0"/>
          <w:trHeight w:val="567"/>
        </w:trPr>
        <w:tc>
          <w:tcPr>
            <w:tcW w:w="2126" w:type="dxa"/>
            <w:shd w:val="clear" w:color="auto" w:fill="auto"/>
            <w:vAlign w:val="top"/>
          </w:tcPr>
          <w:p w14:paraId="63A3CE79" w14:textId="77777777" w:rsidR="00930FA0" w:rsidRPr="00D764AC" w:rsidRDefault="00930FA0" w:rsidP="004950E9">
            <w:pPr>
              <w:pStyle w:val="Body"/>
              <w:tabs>
                <w:tab w:val="decimal" w:leader="underscore" w:pos="9070"/>
              </w:tabs>
              <w:spacing w:line="360" w:lineRule="auto"/>
              <w:rPr>
                <w:sz w:val="22"/>
                <w:szCs w:val="22"/>
              </w:rPr>
            </w:pPr>
            <w:r w:rsidRPr="00D764AC">
              <w:rPr>
                <w:sz w:val="22"/>
                <w:szCs w:val="22"/>
              </w:rPr>
              <w:t>Home Offices</w:t>
            </w:r>
          </w:p>
        </w:tc>
        <w:tc>
          <w:tcPr>
            <w:tcW w:w="3827" w:type="dxa"/>
            <w:shd w:val="clear" w:color="auto" w:fill="auto"/>
            <w:vAlign w:val="top"/>
          </w:tcPr>
          <w:p w14:paraId="5D6D0E93" w14:textId="77777777" w:rsidR="002B32A6" w:rsidRPr="00D764AC" w:rsidRDefault="002B32A6" w:rsidP="004950E9">
            <w:pPr>
              <w:pStyle w:val="Body"/>
              <w:tabs>
                <w:tab w:val="decimal" w:leader="underscore" w:pos="9070"/>
              </w:tabs>
              <w:spacing w:line="360" w:lineRule="auto"/>
              <w:rPr>
                <w:sz w:val="22"/>
                <w:szCs w:val="22"/>
              </w:rPr>
            </w:pPr>
          </w:p>
          <w:p w14:paraId="444A5122" w14:textId="4FB390A7" w:rsidR="002B32A6" w:rsidRPr="00D764AC" w:rsidRDefault="002B32A6" w:rsidP="004950E9">
            <w:pPr>
              <w:pStyle w:val="Body"/>
              <w:tabs>
                <w:tab w:val="decimal" w:leader="underscore" w:pos="9070"/>
              </w:tabs>
              <w:spacing w:line="360" w:lineRule="auto"/>
              <w:rPr>
                <w:sz w:val="22"/>
                <w:szCs w:val="22"/>
              </w:rPr>
            </w:pPr>
          </w:p>
          <w:p w14:paraId="36C14377" w14:textId="77777777" w:rsidR="002B32A6" w:rsidRPr="00D764AC" w:rsidRDefault="002B32A6" w:rsidP="004950E9">
            <w:pPr>
              <w:pStyle w:val="Body"/>
              <w:tabs>
                <w:tab w:val="decimal" w:leader="underscore" w:pos="9070"/>
              </w:tabs>
              <w:spacing w:line="360" w:lineRule="auto"/>
              <w:rPr>
                <w:sz w:val="22"/>
                <w:szCs w:val="22"/>
              </w:rPr>
            </w:pPr>
          </w:p>
          <w:p w14:paraId="0975E506" w14:textId="77777777" w:rsidR="002B32A6" w:rsidRDefault="002B32A6" w:rsidP="004950E9">
            <w:pPr>
              <w:pStyle w:val="Body"/>
              <w:tabs>
                <w:tab w:val="decimal" w:leader="underscore" w:pos="9070"/>
              </w:tabs>
              <w:spacing w:line="360" w:lineRule="auto"/>
              <w:rPr>
                <w:sz w:val="22"/>
                <w:szCs w:val="22"/>
              </w:rPr>
            </w:pPr>
          </w:p>
          <w:p w14:paraId="1E34DD6A" w14:textId="0DEE4912" w:rsidR="00D764AC" w:rsidRPr="00D764AC" w:rsidRDefault="00D764AC" w:rsidP="004950E9">
            <w:pPr>
              <w:pStyle w:val="Body"/>
              <w:tabs>
                <w:tab w:val="decimal" w:leader="underscore" w:pos="9070"/>
              </w:tabs>
              <w:spacing w:line="360" w:lineRule="auto"/>
              <w:rPr>
                <w:sz w:val="22"/>
                <w:szCs w:val="22"/>
              </w:rPr>
            </w:pPr>
          </w:p>
        </w:tc>
        <w:tc>
          <w:tcPr>
            <w:tcW w:w="3969" w:type="dxa"/>
            <w:shd w:val="clear" w:color="auto" w:fill="auto"/>
          </w:tcPr>
          <w:p w14:paraId="6D1EDCBC" w14:textId="1C6BBD3C" w:rsidR="00930FA0" w:rsidRPr="00D764AC" w:rsidRDefault="00930FA0" w:rsidP="004950E9">
            <w:pPr>
              <w:pStyle w:val="Body"/>
              <w:tabs>
                <w:tab w:val="decimal" w:leader="underscore" w:pos="9070"/>
              </w:tabs>
              <w:spacing w:line="360" w:lineRule="auto"/>
              <w:rPr>
                <w:sz w:val="22"/>
                <w:szCs w:val="22"/>
              </w:rPr>
            </w:pPr>
          </w:p>
        </w:tc>
        <w:tc>
          <w:tcPr>
            <w:tcW w:w="4253" w:type="dxa"/>
            <w:shd w:val="clear" w:color="auto" w:fill="auto"/>
          </w:tcPr>
          <w:p w14:paraId="5406FF19" w14:textId="7441D3EA" w:rsidR="00930FA0" w:rsidRPr="00D764AC" w:rsidRDefault="00930FA0" w:rsidP="004950E9">
            <w:pPr>
              <w:pStyle w:val="Body"/>
              <w:tabs>
                <w:tab w:val="decimal" w:leader="underscore" w:pos="9070"/>
              </w:tabs>
              <w:spacing w:line="360" w:lineRule="auto"/>
              <w:rPr>
                <w:sz w:val="22"/>
                <w:szCs w:val="22"/>
              </w:rPr>
            </w:pPr>
          </w:p>
        </w:tc>
      </w:tr>
      <w:tr w:rsidR="00930FA0" w14:paraId="04A8DF77" w14:textId="77777777" w:rsidTr="004950E9">
        <w:trPr>
          <w:cantSplit w:val="0"/>
          <w:trHeight w:val="567"/>
        </w:trPr>
        <w:tc>
          <w:tcPr>
            <w:tcW w:w="2126" w:type="dxa"/>
            <w:shd w:val="clear" w:color="auto" w:fill="auto"/>
            <w:vAlign w:val="top"/>
          </w:tcPr>
          <w:p w14:paraId="58E6815C" w14:textId="77777777" w:rsidR="00930FA0" w:rsidRPr="00D764AC" w:rsidRDefault="00930FA0" w:rsidP="004950E9">
            <w:pPr>
              <w:pStyle w:val="Body"/>
              <w:tabs>
                <w:tab w:val="decimal" w:leader="underscore" w:pos="9070"/>
              </w:tabs>
              <w:spacing w:line="360" w:lineRule="auto"/>
              <w:rPr>
                <w:sz w:val="22"/>
                <w:szCs w:val="22"/>
              </w:rPr>
            </w:pPr>
            <w:r w:rsidRPr="00D764AC">
              <w:rPr>
                <w:sz w:val="22"/>
                <w:szCs w:val="22"/>
              </w:rPr>
              <w:lastRenderedPageBreak/>
              <w:t>Shelving Units &amp; Cupboards</w:t>
            </w:r>
          </w:p>
        </w:tc>
        <w:tc>
          <w:tcPr>
            <w:tcW w:w="3827" w:type="dxa"/>
            <w:shd w:val="clear" w:color="auto" w:fill="auto"/>
            <w:vAlign w:val="top"/>
          </w:tcPr>
          <w:p w14:paraId="33BD3556" w14:textId="77777777" w:rsidR="00930FA0" w:rsidRPr="00D764AC" w:rsidRDefault="00930FA0" w:rsidP="004950E9">
            <w:pPr>
              <w:pStyle w:val="Body"/>
              <w:tabs>
                <w:tab w:val="decimal" w:leader="underscore" w:pos="9070"/>
              </w:tabs>
              <w:spacing w:line="360" w:lineRule="auto"/>
              <w:rPr>
                <w:sz w:val="22"/>
                <w:szCs w:val="22"/>
              </w:rPr>
            </w:pPr>
          </w:p>
          <w:p w14:paraId="081ADB68" w14:textId="425CA9EB" w:rsidR="002B32A6" w:rsidRPr="00D764AC" w:rsidRDefault="002B32A6" w:rsidP="004950E9">
            <w:pPr>
              <w:pStyle w:val="Body"/>
              <w:tabs>
                <w:tab w:val="decimal" w:leader="underscore" w:pos="9070"/>
              </w:tabs>
              <w:spacing w:line="360" w:lineRule="auto"/>
              <w:rPr>
                <w:sz w:val="22"/>
                <w:szCs w:val="22"/>
              </w:rPr>
            </w:pPr>
          </w:p>
          <w:p w14:paraId="456942E9" w14:textId="77777777" w:rsidR="002B32A6" w:rsidRPr="00D764AC" w:rsidRDefault="002B32A6" w:rsidP="004950E9">
            <w:pPr>
              <w:pStyle w:val="Body"/>
              <w:tabs>
                <w:tab w:val="decimal" w:leader="underscore" w:pos="9070"/>
              </w:tabs>
              <w:spacing w:line="360" w:lineRule="auto"/>
              <w:rPr>
                <w:sz w:val="22"/>
                <w:szCs w:val="22"/>
              </w:rPr>
            </w:pPr>
          </w:p>
          <w:p w14:paraId="1DFD9D1C" w14:textId="742344FF" w:rsidR="002B32A6" w:rsidRPr="00D764AC" w:rsidRDefault="002B32A6" w:rsidP="004950E9">
            <w:pPr>
              <w:pStyle w:val="Body"/>
              <w:tabs>
                <w:tab w:val="decimal" w:leader="underscore" w:pos="9070"/>
              </w:tabs>
              <w:spacing w:line="360" w:lineRule="auto"/>
              <w:rPr>
                <w:sz w:val="22"/>
                <w:szCs w:val="22"/>
              </w:rPr>
            </w:pPr>
          </w:p>
        </w:tc>
        <w:tc>
          <w:tcPr>
            <w:tcW w:w="3969" w:type="dxa"/>
            <w:shd w:val="clear" w:color="auto" w:fill="auto"/>
          </w:tcPr>
          <w:p w14:paraId="25810A39" w14:textId="56D9965A" w:rsidR="00930FA0" w:rsidRPr="00D764AC" w:rsidRDefault="00930FA0" w:rsidP="004950E9">
            <w:pPr>
              <w:pStyle w:val="Body"/>
              <w:tabs>
                <w:tab w:val="decimal" w:leader="underscore" w:pos="9070"/>
              </w:tabs>
              <w:spacing w:line="360" w:lineRule="auto"/>
              <w:rPr>
                <w:sz w:val="22"/>
                <w:szCs w:val="22"/>
              </w:rPr>
            </w:pPr>
          </w:p>
        </w:tc>
        <w:tc>
          <w:tcPr>
            <w:tcW w:w="4253" w:type="dxa"/>
            <w:shd w:val="clear" w:color="auto" w:fill="auto"/>
          </w:tcPr>
          <w:p w14:paraId="4952B2F9" w14:textId="77777777" w:rsidR="00930FA0" w:rsidRPr="00D764AC" w:rsidRDefault="00930FA0" w:rsidP="004950E9">
            <w:pPr>
              <w:pStyle w:val="Body"/>
              <w:tabs>
                <w:tab w:val="decimal" w:leader="underscore" w:pos="9070"/>
              </w:tabs>
              <w:spacing w:line="360" w:lineRule="auto"/>
              <w:rPr>
                <w:sz w:val="22"/>
                <w:szCs w:val="22"/>
              </w:rPr>
            </w:pPr>
          </w:p>
        </w:tc>
      </w:tr>
      <w:tr w:rsidR="00930FA0" w14:paraId="4B5D5AAE" w14:textId="77777777" w:rsidTr="004950E9">
        <w:trPr>
          <w:cantSplit w:val="0"/>
          <w:trHeight w:val="567"/>
        </w:trPr>
        <w:tc>
          <w:tcPr>
            <w:tcW w:w="2126" w:type="dxa"/>
            <w:shd w:val="clear" w:color="auto" w:fill="auto"/>
            <w:vAlign w:val="top"/>
          </w:tcPr>
          <w:p w14:paraId="32CEFA41" w14:textId="77777777" w:rsidR="00930FA0" w:rsidRPr="00D764AC" w:rsidRDefault="00930FA0" w:rsidP="004950E9">
            <w:pPr>
              <w:pStyle w:val="Body"/>
              <w:tabs>
                <w:tab w:val="decimal" w:leader="underscore" w:pos="9070"/>
              </w:tabs>
              <w:spacing w:line="360" w:lineRule="auto"/>
              <w:rPr>
                <w:sz w:val="22"/>
                <w:szCs w:val="22"/>
              </w:rPr>
            </w:pPr>
            <w:r w:rsidRPr="00D764AC">
              <w:rPr>
                <w:sz w:val="22"/>
                <w:szCs w:val="22"/>
              </w:rPr>
              <w:t>Wine Cellars</w:t>
            </w:r>
          </w:p>
        </w:tc>
        <w:tc>
          <w:tcPr>
            <w:tcW w:w="3827" w:type="dxa"/>
            <w:shd w:val="clear" w:color="auto" w:fill="auto"/>
            <w:vAlign w:val="top"/>
          </w:tcPr>
          <w:p w14:paraId="34490144" w14:textId="77777777" w:rsidR="00930FA0" w:rsidRPr="00D764AC" w:rsidRDefault="00930FA0" w:rsidP="004950E9">
            <w:pPr>
              <w:pStyle w:val="Body"/>
              <w:tabs>
                <w:tab w:val="decimal" w:leader="underscore" w:pos="9070"/>
              </w:tabs>
              <w:spacing w:line="360" w:lineRule="auto"/>
              <w:rPr>
                <w:sz w:val="22"/>
                <w:szCs w:val="22"/>
              </w:rPr>
            </w:pPr>
          </w:p>
          <w:p w14:paraId="5694D8AC" w14:textId="77777777" w:rsidR="002B32A6" w:rsidRPr="00D764AC" w:rsidRDefault="002B32A6" w:rsidP="004950E9">
            <w:pPr>
              <w:pStyle w:val="Body"/>
              <w:tabs>
                <w:tab w:val="decimal" w:leader="underscore" w:pos="9070"/>
              </w:tabs>
              <w:spacing w:line="360" w:lineRule="auto"/>
              <w:rPr>
                <w:sz w:val="22"/>
                <w:szCs w:val="22"/>
              </w:rPr>
            </w:pPr>
          </w:p>
          <w:p w14:paraId="36C7558A" w14:textId="77777777" w:rsidR="002B32A6" w:rsidRPr="00D764AC" w:rsidRDefault="002B32A6" w:rsidP="002B32A6">
            <w:pPr>
              <w:pStyle w:val="Body"/>
              <w:tabs>
                <w:tab w:val="decimal" w:leader="underscore" w:pos="9070"/>
              </w:tabs>
              <w:spacing w:line="360" w:lineRule="auto"/>
              <w:rPr>
                <w:sz w:val="22"/>
                <w:szCs w:val="22"/>
              </w:rPr>
            </w:pPr>
          </w:p>
          <w:p w14:paraId="49636F4C" w14:textId="491E9F05" w:rsidR="002B32A6" w:rsidRPr="00D764AC" w:rsidRDefault="002B32A6" w:rsidP="002B32A6">
            <w:pPr>
              <w:pStyle w:val="Body"/>
              <w:tabs>
                <w:tab w:val="decimal" w:leader="underscore" w:pos="9070"/>
              </w:tabs>
              <w:spacing w:line="360" w:lineRule="auto"/>
              <w:rPr>
                <w:sz w:val="22"/>
                <w:szCs w:val="22"/>
              </w:rPr>
            </w:pPr>
          </w:p>
        </w:tc>
        <w:tc>
          <w:tcPr>
            <w:tcW w:w="3969" w:type="dxa"/>
            <w:shd w:val="clear" w:color="auto" w:fill="auto"/>
          </w:tcPr>
          <w:p w14:paraId="06B18EBB" w14:textId="355BB6C9" w:rsidR="00930FA0" w:rsidRPr="00D764AC" w:rsidRDefault="00930FA0" w:rsidP="004950E9">
            <w:pPr>
              <w:pStyle w:val="Body"/>
              <w:tabs>
                <w:tab w:val="decimal" w:leader="underscore" w:pos="9070"/>
              </w:tabs>
              <w:spacing w:line="360" w:lineRule="auto"/>
              <w:rPr>
                <w:sz w:val="22"/>
                <w:szCs w:val="22"/>
              </w:rPr>
            </w:pPr>
          </w:p>
        </w:tc>
        <w:tc>
          <w:tcPr>
            <w:tcW w:w="4253" w:type="dxa"/>
            <w:shd w:val="clear" w:color="auto" w:fill="auto"/>
          </w:tcPr>
          <w:p w14:paraId="64BD406C" w14:textId="1CF9C733" w:rsidR="00930FA0" w:rsidRPr="00D764AC" w:rsidRDefault="00930FA0" w:rsidP="004950E9">
            <w:pPr>
              <w:pStyle w:val="Body"/>
              <w:tabs>
                <w:tab w:val="decimal" w:leader="underscore" w:pos="9070"/>
              </w:tabs>
              <w:spacing w:line="360" w:lineRule="auto"/>
              <w:rPr>
                <w:sz w:val="22"/>
                <w:szCs w:val="22"/>
              </w:rPr>
            </w:pPr>
          </w:p>
        </w:tc>
      </w:tr>
      <w:tr w:rsidR="00930FA0" w14:paraId="5880694A" w14:textId="77777777" w:rsidTr="004950E9">
        <w:trPr>
          <w:cantSplit w:val="0"/>
          <w:trHeight w:val="567"/>
        </w:trPr>
        <w:tc>
          <w:tcPr>
            <w:tcW w:w="2126" w:type="dxa"/>
            <w:shd w:val="clear" w:color="auto" w:fill="auto"/>
            <w:vAlign w:val="top"/>
          </w:tcPr>
          <w:p w14:paraId="7FD62818" w14:textId="77777777" w:rsidR="00930FA0" w:rsidRPr="00D764AC" w:rsidRDefault="00930FA0" w:rsidP="004950E9">
            <w:pPr>
              <w:pStyle w:val="Body"/>
              <w:tabs>
                <w:tab w:val="decimal" w:leader="underscore" w:pos="9070"/>
              </w:tabs>
              <w:spacing w:line="360" w:lineRule="auto"/>
              <w:rPr>
                <w:sz w:val="22"/>
                <w:szCs w:val="22"/>
              </w:rPr>
            </w:pPr>
            <w:r w:rsidRPr="00D764AC">
              <w:rPr>
                <w:sz w:val="22"/>
                <w:szCs w:val="22"/>
              </w:rPr>
              <w:t>Work Rooms</w:t>
            </w:r>
          </w:p>
        </w:tc>
        <w:tc>
          <w:tcPr>
            <w:tcW w:w="3827" w:type="dxa"/>
            <w:shd w:val="clear" w:color="auto" w:fill="auto"/>
            <w:vAlign w:val="top"/>
          </w:tcPr>
          <w:p w14:paraId="33A31060" w14:textId="77777777" w:rsidR="00930FA0" w:rsidRPr="00D764AC" w:rsidRDefault="00930FA0" w:rsidP="004950E9">
            <w:pPr>
              <w:pStyle w:val="Body"/>
              <w:tabs>
                <w:tab w:val="decimal" w:leader="underscore" w:pos="9070"/>
              </w:tabs>
              <w:spacing w:line="360" w:lineRule="auto"/>
              <w:rPr>
                <w:sz w:val="22"/>
                <w:szCs w:val="22"/>
              </w:rPr>
            </w:pPr>
          </w:p>
          <w:p w14:paraId="7F2D16EB" w14:textId="77777777" w:rsidR="002B32A6" w:rsidRPr="00D764AC" w:rsidRDefault="002B32A6" w:rsidP="004950E9">
            <w:pPr>
              <w:pStyle w:val="Body"/>
              <w:tabs>
                <w:tab w:val="decimal" w:leader="underscore" w:pos="9070"/>
              </w:tabs>
              <w:spacing w:line="360" w:lineRule="auto"/>
              <w:rPr>
                <w:sz w:val="22"/>
                <w:szCs w:val="22"/>
              </w:rPr>
            </w:pPr>
          </w:p>
          <w:p w14:paraId="50136FD9" w14:textId="77777777" w:rsidR="002B32A6" w:rsidRPr="00D764AC" w:rsidRDefault="002B32A6" w:rsidP="004950E9">
            <w:pPr>
              <w:pStyle w:val="Body"/>
              <w:tabs>
                <w:tab w:val="decimal" w:leader="underscore" w:pos="9070"/>
              </w:tabs>
              <w:spacing w:line="360" w:lineRule="auto"/>
              <w:rPr>
                <w:sz w:val="22"/>
                <w:szCs w:val="22"/>
              </w:rPr>
            </w:pPr>
          </w:p>
          <w:p w14:paraId="55CD209F" w14:textId="7CBAA55C" w:rsidR="002B32A6" w:rsidRPr="00D764AC" w:rsidRDefault="002B32A6" w:rsidP="004950E9">
            <w:pPr>
              <w:pStyle w:val="Body"/>
              <w:tabs>
                <w:tab w:val="decimal" w:leader="underscore" w:pos="9070"/>
              </w:tabs>
              <w:spacing w:line="360" w:lineRule="auto"/>
              <w:rPr>
                <w:sz w:val="22"/>
                <w:szCs w:val="22"/>
              </w:rPr>
            </w:pPr>
          </w:p>
        </w:tc>
        <w:tc>
          <w:tcPr>
            <w:tcW w:w="3969" w:type="dxa"/>
            <w:shd w:val="clear" w:color="auto" w:fill="auto"/>
          </w:tcPr>
          <w:p w14:paraId="39695000" w14:textId="44D5E826" w:rsidR="00930FA0" w:rsidRPr="00D764AC" w:rsidRDefault="00930FA0" w:rsidP="004950E9">
            <w:pPr>
              <w:pStyle w:val="Body"/>
              <w:tabs>
                <w:tab w:val="decimal" w:leader="underscore" w:pos="9070"/>
              </w:tabs>
              <w:spacing w:line="360" w:lineRule="auto"/>
              <w:rPr>
                <w:sz w:val="22"/>
                <w:szCs w:val="22"/>
              </w:rPr>
            </w:pPr>
          </w:p>
        </w:tc>
        <w:tc>
          <w:tcPr>
            <w:tcW w:w="4253" w:type="dxa"/>
            <w:shd w:val="clear" w:color="auto" w:fill="auto"/>
          </w:tcPr>
          <w:p w14:paraId="182EDA7B" w14:textId="3D7B78CB" w:rsidR="00930FA0" w:rsidRPr="00D764AC" w:rsidRDefault="00930FA0" w:rsidP="004950E9">
            <w:pPr>
              <w:pStyle w:val="Body"/>
              <w:tabs>
                <w:tab w:val="decimal" w:leader="underscore" w:pos="9070"/>
              </w:tabs>
              <w:spacing w:line="360" w:lineRule="auto"/>
              <w:rPr>
                <w:sz w:val="22"/>
                <w:szCs w:val="22"/>
              </w:rPr>
            </w:pPr>
          </w:p>
        </w:tc>
      </w:tr>
    </w:tbl>
    <w:p w14:paraId="51541619" w14:textId="77777777" w:rsidR="00930FA0" w:rsidRDefault="00930FA0" w:rsidP="00930FA0">
      <w:pPr>
        <w:pStyle w:val="Body"/>
        <w:ind w:left="720"/>
        <w:rPr>
          <w:sz w:val="22"/>
          <w:szCs w:val="22"/>
        </w:rPr>
        <w:sectPr w:rsidR="00930FA0" w:rsidSect="00D151C8">
          <w:pgSz w:w="16838" w:h="11906" w:orient="landscape"/>
          <w:pgMar w:top="1418" w:right="1418" w:bottom="1276" w:left="1418" w:header="567" w:footer="454" w:gutter="0"/>
          <w:cols w:space="4253"/>
          <w:docGrid w:linePitch="360"/>
        </w:sectPr>
      </w:pPr>
    </w:p>
    <w:p w14:paraId="21E08B3C" w14:textId="739D7051" w:rsidR="00930FA0" w:rsidRPr="00B30F8E" w:rsidRDefault="00930FA0" w:rsidP="00930FA0">
      <w:pPr>
        <w:pStyle w:val="Body"/>
        <w:numPr>
          <w:ilvl w:val="0"/>
          <w:numId w:val="39"/>
        </w:numPr>
        <w:rPr>
          <w:sz w:val="22"/>
          <w:szCs w:val="22"/>
        </w:rPr>
      </w:pPr>
      <w:r>
        <w:rPr>
          <w:sz w:val="22"/>
          <w:szCs w:val="22"/>
        </w:rPr>
        <w:lastRenderedPageBreak/>
        <w:t>Explain how the budget can impact on the requirements and parameters of a cabinet design.</w:t>
      </w:r>
      <w:r w:rsidR="009F21F5">
        <w:rPr>
          <w:sz w:val="22"/>
          <w:szCs w:val="22"/>
        </w:rPr>
        <w:t xml:space="preserve"> (Give 3 examples)</w:t>
      </w:r>
    </w:p>
    <w:p w14:paraId="0ADFC530" w14:textId="77777777" w:rsidR="002B32A6" w:rsidRPr="00DF3485"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41C2C13A" w14:textId="589B205F" w:rsidR="00930FA0" w:rsidRPr="00DF3485"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5235CE07" w14:textId="069485F0" w:rsidR="002B32A6" w:rsidRPr="00DF3485"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0AE2F9F2" w14:textId="77777777" w:rsidR="002B32A6" w:rsidRPr="00DF3485"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677BAE93" w14:textId="77777777" w:rsidR="00930FA0" w:rsidRDefault="00930FA0" w:rsidP="00930FA0">
      <w:pPr>
        <w:pStyle w:val="Body"/>
        <w:ind w:left="720"/>
        <w:rPr>
          <w:sz w:val="22"/>
          <w:szCs w:val="22"/>
        </w:rPr>
      </w:pPr>
    </w:p>
    <w:p w14:paraId="0EE53BCF" w14:textId="77777777" w:rsidR="00930FA0" w:rsidRDefault="00930FA0" w:rsidP="00930FA0">
      <w:pPr>
        <w:pStyle w:val="Body"/>
        <w:ind w:left="720"/>
        <w:rPr>
          <w:sz w:val="22"/>
          <w:szCs w:val="22"/>
        </w:rPr>
      </w:pPr>
    </w:p>
    <w:p w14:paraId="0B343816" w14:textId="187A7AC0" w:rsidR="00930FA0" w:rsidRPr="00B30F8E" w:rsidRDefault="00930FA0" w:rsidP="00930FA0">
      <w:pPr>
        <w:pStyle w:val="Body"/>
        <w:numPr>
          <w:ilvl w:val="0"/>
          <w:numId w:val="39"/>
        </w:numPr>
        <w:rPr>
          <w:sz w:val="22"/>
          <w:szCs w:val="22"/>
        </w:rPr>
      </w:pPr>
      <w:r>
        <w:rPr>
          <w:sz w:val="22"/>
          <w:szCs w:val="22"/>
        </w:rPr>
        <w:t xml:space="preserve">Describe how colour, style and tone can impact on the requirements and design parameters of a cabinet design. </w:t>
      </w:r>
      <w:r w:rsidR="009F21F5">
        <w:rPr>
          <w:sz w:val="22"/>
          <w:szCs w:val="22"/>
        </w:rPr>
        <w:t xml:space="preserve"> (Give 2 examples)  </w:t>
      </w:r>
    </w:p>
    <w:p w14:paraId="16AF4721" w14:textId="07AC56BD" w:rsidR="002B32A6" w:rsidRPr="002B32A6" w:rsidRDefault="002B32A6" w:rsidP="00930FA0">
      <w:pPr>
        <w:pStyle w:val="Body"/>
        <w:pBdr>
          <w:top w:val="single" w:sz="4" w:space="1" w:color="2D739F"/>
          <w:left w:val="single" w:sz="4" w:space="4" w:color="2D739F"/>
          <w:bottom w:val="single" w:sz="4" w:space="1" w:color="2D739F"/>
          <w:right w:val="single" w:sz="4" w:space="4" w:color="2D739F"/>
        </w:pBdr>
        <w:ind w:left="360"/>
      </w:pPr>
    </w:p>
    <w:p w14:paraId="2932DFBF" w14:textId="0864F188" w:rsidR="002B32A6" w:rsidRPr="002B32A6" w:rsidRDefault="002B32A6" w:rsidP="00930FA0">
      <w:pPr>
        <w:pStyle w:val="Body"/>
        <w:pBdr>
          <w:top w:val="single" w:sz="4" w:space="1" w:color="2D739F"/>
          <w:left w:val="single" w:sz="4" w:space="4" w:color="2D739F"/>
          <w:bottom w:val="single" w:sz="4" w:space="1" w:color="2D739F"/>
          <w:right w:val="single" w:sz="4" w:space="4" w:color="2D739F"/>
        </w:pBdr>
        <w:ind w:left="360"/>
      </w:pPr>
    </w:p>
    <w:p w14:paraId="2392B13F" w14:textId="77777777" w:rsidR="002B32A6" w:rsidRPr="002B32A6" w:rsidRDefault="002B32A6" w:rsidP="00930FA0">
      <w:pPr>
        <w:pStyle w:val="Body"/>
        <w:pBdr>
          <w:top w:val="single" w:sz="4" w:space="1" w:color="2D739F"/>
          <w:left w:val="single" w:sz="4" w:space="4" w:color="2D739F"/>
          <w:bottom w:val="single" w:sz="4" w:space="1" w:color="2D739F"/>
          <w:right w:val="single" w:sz="4" w:space="4" w:color="2D739F"/>
        </w:pBdr>
        <w:ind w:left="360"/>
      </w:pPr>
    </w:p>
    <w:p w14:paraId="746202C2" w14:textId="77777777" w:rsidR="00930FA0" w:rsidRDefault="00930FA0" w:rsidP="00930FA0">
      <w:pPr>
        <w:pStyle w:val="Body"/>
        <w:ind w:left="720"/>
        <w:rPr>
          <w:sz w:val="22"/>
          <w:szCs w:val="22"/>
        </w:rPr>
      </w:pPr>
    </w:p>
    <w:p w14:paraId="6F10C662" w14:textId="77777777" w:rsidR="00930FA0" w:rsidRDefault="00930FA0" w:rsidP="00930FA0">
      <w:pPr>
        <w:pStyle w:val="Body"/>
        <w:ind w:left="720"/>
        <w:rPr>
          <w:sz w:val="22"/>
          <w:szCs w:val="22"/>
        </w:rPr>
      </w:pPr>
    </w:p>
    <w:p w14:paraId="71978BD2" w14:textId="53953005" w:rsidR="00930FA0" w:rsidRPr="00B30F8E" w:rsidRDefault="00930FA0" w:rsidP="00930FA0">
      <w:pPr>
        <w:pStyle w:val="Body"/>
        <w:numPr>
          <w:ilvl w:val="0"/>
          <w:numId w:val="39"/>
        </w:numPr>
        <w:rPr>
          <w:sz w:val="22"/>
          <w:szCs w:val="22"/>
        </w:rPr>
      </w:pPr>
      <w:r>
        <w:rPr>
          <w:sz w:val="22"/>
          <w:szCs w:val="22"/>
        </w:rPr>
        <w:t xml:space="preserve">How can embedded technology affect requirements and design parameters? </w:t>
      </w:r>
      <w:r w:rsidR="009F21F5">
        <w:rPr>
          <w:sz w:val="22"/>
          <w:szCs w:val="22"/>
        </w:rPr>
        <w:t xml:space="preserve">(Give 2 examples)  </w:t>
      </w:r>
    </w:p>
    <w:p w14:paraId="561223CD" w14:textId="7554F4F0" w:rsidR="00930FA0"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574595EB" w14:textId="7BD5E6A4" w:rsidR="002B32A6"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57FE0DA0" w14:textId="77777777" w:rsidR="002B32A6"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10F459B9" w14:textId="77777777" w:rsidR="00930FA0" w:rsidRPr="00AC09FA"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0922D76A" w14:textId="77777777" w:rsidR="00930FA0" w:rsidRDefault="00930FA0" w:rsidP="00930FA0">
      <w:pPr>
        <w:pStyle w:val="Body"/>
        <w:tabs>
          <w:tab w:val="decimal" w:leader="underscore" w:pos="9070"/>
        </w:tabs>
        <w:spacing w:line="360" w:lineRule="auto"/>
      </w:pPr>
    </w:p>
    <w:p w14:paraId="18AEC2BF" w14:textId="77777777" w:rsidR="00930FA0" w:rsidRDefault="00930FA0" w:rsidP="00930FA0">
      <w:pPr>
        <w:pStyle w:val="Body"/>
        <w:tabs>
          <w:tab w:val="decimal" w:leader="underscore" w:pos="9070"/>
        </w:tabs>
        <w:spacing w:line="360" w:lineRule="auto"/>
      </w:pPr>
    </w:p>
    <w:p w14:paraId="0371C693" w14:textId="75209E47" w:rsidR="00930FA0" w:rsidRPr="00B30F8E" w:rsidRDefault="00930FA0" w:rsidP="00930FA0">
      <w:pPr>
        <w:pStyle w:val="Body"/>
        <w:numPr>
          <w:ilvl w:val="0"/>
          <w:numId w:val="39"/>
        </w:numPr>
        <w:rPr>
          <w:sz w:val="22"/>
          <w:szCs w:val="22"/>
        </w:rPr>
      </w:pPr>
      <w:r>
        <w:rPr>
          <w:sz w:val="22"/>
          <w:szCs w:val="22"/>
        </w:rPr>
        <w:t xml:space="preserve">Describe how the quality of the finish in the client's requirements can affect the design parameters. </w:t>
      </w:r>
      <w:r w:rsidR="00F677DD">
        <w:rPr>
          <w:sz w:val="22"/>
          <w:szCs w:val="22"/>
        </w:rPr>
        <w:t xml:space="preserve">(give 2 examples)  </w:t>
      </w:r>
    </w:p>
    <w:p w14:paraId="0935D095" w14:textId="18023E05" w:rsidR="00930FA0"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291213F8" w14:textId="69C39753" w:rsidR="002B32A6"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0F913F12" w14:textId="7B801D80" w:rsidR="002B32A6"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7CF8B873" w14:textId="77777777" w:rsidR="002B32A6" w:rsidRPr="00AC09FA"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708F92E2" w14:textId="77777777" w:rsidR="00930FA0" w:rsidRDefault="00930FA0" w:rsidP="00930FA0">
      <w:pPr>
        <w:pStyle w:val="Body"/>
        <w:ind w:left="720"/>
        <w:rPr>
          <w:sz w:val="22"/>
          <w:szCs w:val="22"/>
        </w:rPr>
      </w:pPr>
    </w:p>
    <w:p w14:paraId="4F02CF21" w14:textId="77777777" w:rsidR="00930FA0" w:rsidRDefault="00930FA0" w:rsidP="00930FA0">
      <w:pPr>
        <w:pStyle w:val="Body"/>
        <w:ind w:left="720"/>
        <w:rPr>
          <w:sz w:val="22"/>
          <w:szCs w:val="22"/>
        </w:rPr>
      </w:pPr>
    </w:p>
    <w:p w14:paraId="39D0F589" w14:textId="1D234329" w:rsidR="00930FA0" w:rsidRPr="00B30F8E" w:rsidRDefault="00930FA0" w:rsidP="00930FA0">
      <w:pPr>
        <w:pStyle w:val="Body"/>
        <w:numPr>
          <w:ilvl w:val="0"/>
          <w:numId w:val="39"/>
        </w:numPr>
        <w:rPr>
          <w:sz w:val="22"/>
          <w:szCs w:val="22"/>
        </w:rPr>
      </w:pPr>
      <w:r>
        <w:rPr>
          <w:sz w:val="22"/>
          <w:szCs w:val="22"/>
        </w:rPr>
        <w:t xml:space="preserve">Describe how a client's requirements and design parameters of a new cabinet is impacted by the relationship to other features of the room. </w:t>
      </w:r>
      <w:r w:rsidR="00EB6F6E">
        <w:rPr>
          <w:sz w:val="22"/>
          <w:szCs w:val="22"/>
        </w:rPr>
        <w:t>(give 2 examples)</w:t>
      </w:r>
    </w:p>
    <w:p w14:paraId="611FDAE2" w14:textId="0E72FC8D" w:rsidR="00930FA0" w:rsidRPr="00DF3485"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6C4F6857" w14:textId="5FEA002E" w:rsidR="002B32A6" w:rsidRPr="00DF3485"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2F15D8DA" w14:textId="5F972B18" w:rsidR="002B32A6" w:rsidRPr="00DF3485"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455D3260" w14:textId="77777777" w:rsidR="002B32A6" w:rsidRPr="00DF3485"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1E1CFC9A" w14:textId="77777777" w:rsidR="00930FA0" w:rsidRPr="00D764AC" w:rsidRDefault="00930FA0" w:rsidP="00930FA0">
      <w:pPr>
        <w:pStyle w:val="Body"/>
        <w:tabs>
          <w:tab w:val="decimal" w:leader="underscore" w:pos="9070"/>
        </w:tabs>
        <w:spacing w:line="360" w:lineRule="auto"/>
        <w:rPr>
          <w:sz w:val="22"/>
          <w:szCs w:val="22"/>
        </w:rPr>
      </w:pPr>
    </w:p>
    <w:p w14:paraId="59135405" w14:textId="77777777" w:rsidR="00930FA0" w:rsidRPr="00D764AC" w:rsidRDefault="00930FA0" w:rsidP="00930FA0">
      <w:pPr>
        <w:pStyle w:val="Body"/>
        <w:tabs>
          <w:tab w:val="decimal" w:leader="underscore" w:pos="9070"/>
        </w:tabs>
        <w:spacing w:line="360" w:lineRule="auto"/>
        <w:rPr>
          <w:sz w:val="22"/>
          <w:szCs w:val="22"/>
        </w:rPr>
      </w:pPr>
    </w:p>
    <w:p w14:paraId="558B26DF" w14:textId="5AF507F1" w:rsidR="00930FA0" w:rsidRPr="00B30F8E" w:rsidRDefault="00930FA0" w:rsidP="00930FA0">
      <w:pPr>
        <w:pStyle w:val="Body"/>
        <w:numPr>
          <w:ilvl w:val="0"/>
          <w:numId w:val="39"/>
        </w:numPr>
        <w:rPr>
          <w:sz w:val="22"/>
          <w:szCs w:val="22"/>
        </w:rPr>
      </w:pPr>
      <w:r>
        <w:rPr>
          <w:sz w:val="22"/>
          <w:szCs w:val="22"/>
        </w:rPr>
        <w:t xml:space="preserve">Explain how the client's design parameters and requirements can impact on the structural and functional requirements of a cabinet design. </w:t>
      </w:r>
      <w:r w:rsidR="00EB6F6E">
        <w:rPr>
          <w:sz w:val="22"/>
          <w:szCs w:val="22"/>
        </w:rPr>
        <w:t xml:space="preserve">(give 2 examples)  </w:t>
      </w:r>
      <w:r>
        <w:rPr>
          <w:sz w:val="22"/>
          <w:szCs w:val="22"/>
        </w:rPr>
        <w:t xml:space="preserve"> </w:t>
      </w:r>
    </w:p>
    <w:p w14:paraId="1920BE56" w14:textId="28C16148" w:rsidR="00930FA0"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1DBDC918" w14:textId="31D84E8F" w:rsidR="002B32A6"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524A8EBA" w14:textId="7EAFBF70" w:rsidR="002B32A6"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37502320" w14:textId="77777777" w:rsidR="002B32A6" w:rsidRPr="00AC09FA"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183298D3" w14:textId="77777777" w:rsidR="00930FA0" w:rsidRDefault="00930FA0" w:rsidP="00930FA0">
      <w:pPr>
        <w:pStyle w:val="Body"/>
        <w:tabs>
          <w:tab w:val="decimal" w:leader="underscore" w:pos="9070"/>
        </w:tabs>
        <w:spacing w:line="360" w:lineRule="auto"/>
      </w:pPr>
    </w:p>
    <w:p w14:paraId="681D973D" w14:textId="77777777" w:rsidR="00930FA0" w:rsidRDefault="00930FA0" w:rsidP="00930FA0">
      <w:pPr>
        <w:pStyle w:val="Body"/>
        <w:tabs>
          <w:tab w:val="decimal" w:leader="underscore" w:pos="9070"/>
        </w:tabs>
        <w:spacing w:line="360" w:lineRule="auto"/>
      </w:pPr>
    </w:p>
    <w:p w14:paraId="523FEF07" w14:textId="4E621CC2" w:rsidR="00930FA0" w:rsidRPr="00B30F8E" w:rsidRDefault="00930FA0" w:rsidP="00930FA0">
      <w:pPr>
        <w:pStyle w:val="Body"/>
        <w:numPr>
          <w:ilvl w:val="0"/>
          <w:numId w:val="39"/>
        </w:numPr>
        <w:rPr>
          <w:sz w:val="22"/>
          <w:szCs w:val="22"/>
        </w:rPr>
      </w:pPr>
      <w:r>
        <w:rPr>
          <w:sz w:val="22"/>
          <w:szCs w:val="22"/>
        </w:rPr>
        <w:t xml:space="preserve">What can the requirements and design parameters do to the time line of a project? </w:t>
      </w:r>
      <w:r w:rsidR="00A61230">
        <w:rPr>
          <w:sz w:val="22"/>
          <w:szCs w:val="22"/>
        </w:rPr>
        <w:t>(give 2 examples)</w:t>
      </w:r>
    </w:p>
    <w:p w14:paraId="190889BB" w14:textId="7B1C6BB9" w:rsidR="00930FA0"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0C5D847B" w14:textId="4A74C4B2" w:rsidR="002B32A6"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7CAAB375" w14:textId="2C038C93" w:rsidR="002B32A6"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1F34B48D" w14:textId="6C97E4C9" w:rsidR="002B32A6"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1A30D2EE" w14:textId="77777777" w:rsidR="002B32A6" w:rsidRPr="00AC09FA"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64523D19" w14:textId="2A3DC7D9" w:rsidR="00930FA0" w:rsidRDefault="00930FA0" w:rsidP="00930FA0">
      <w:pPr>
        <w:pStyle w:val="Body"/>
        <w:tabs>
          <w:tab w:val="decimal" w:leader="underscore" w:pos="9070"/>
        </w:tabs>
        <w:spacing w:line="360" w:lineRule="auto"/>
      </w:pPr>
    </w:p>
    <w:p w14:paraId="41FEC90A" w14:textId="77777777" w:rsidR="00930FA0" w:rsidRDefault="00930FA0" w:rsidP="00930FA0">
      <w:pPr>
        <w:pStyle w:val="Body"/>
        <w:tabs>
          <w:tab w:val="decimal" w:leader="underscore" w:pos="9070"/>
        </w:tabs>
        <w:spacing w:line="360" w:lineRule="auto"/>
      </w:pPr>
    </w:p>
    <w:p w14:paraId="6673601E" w14:textId="77777777" w:rsidR="00930FA0" w:rsidRDefault="00930FA0" w:rsidP="00930FA0">
      <w:pPr>
        <w:pStyle w:val="Body"/>
        <w:numPr>
          <w:ilvl w:val="0"/>
          <w:numId w:val="39"/>
        </w:numPr>
        <w:rPr>
          <w:sz w:val="22"/>
          <w:szCs w:val="22"/>
        </w:rPr>
        <w:sectPr w:rsidR="00930FA0" w:rsidSect="00D151C8">
          <w:pgSz w:w="11906" w:h="16838"/>
          <w:pgMar w:top="1418" w:right="1276" w:bottom="1418" w:left="1418" w:header="567" w:footer="454" w:gutter="0"/>
          <w:cols w:space="4253"/>
          <w:docGrid w:linePitch="360"/>
        </w:sectPr>
      </w:pPr>
    </w:p>
    <w:p w14:paraId="733B56C8" w14:textId="09E9A919" w:rsidR="00930FA0" w:rsidRDefault="00930FA0" w:rsidP="00930FA0">
      <w:pPr>
        <w:pStyle w:val="Body"/>
        <w:numPr>
          <w:ilvl w:val="0"/>
          <w:numId w:val="39"/>
        </w:numPr>
        <w:rPr>
          <w:sz w:val="22"/>
          <w:szCs w:val="22"/>
        </w:rPr>
      </w:pPr>
      <w:r>
        <w:rPr>
          <w:sz w:val="22"/>
          <w:szCs w:val="22"/>
        </w:rPr>
        <w:lastRenderedPageBreak/>
        <w:t>Using the table below identify options for cabinetry structure, materials and components suita</w:t>
      </w:r>
      <w:r w:rsidR="00913292">
        <w:rPr>
          <w:sz w:val="22"/>
          <w:szCs w:val="22"/>
        </w:rPr>
        <w:t>ble for different applications.</w:t>
      </w:r>
    </w:p>
    <w:p w14:paraId="32DF9484" w14:textId="0F888FF5" w:rsidR="00913292" w:rsidRPr="00FC6B42" w:rsidRDefault="00913292" w:rsidP="00913292">
      <w:pPr>
        <w:pStyle w:val="Caption"/>
      </w:pPr>
      <w:bookmarkStart w:id="3" w:name="_GoBack"/>
      <w:r w:rsidRPr="00FC6B42">
        <w:t xml:space="preserve">Table </w:t>
      </w:r>
      <w:r w:rsidRPr="00FC6B42">
        <w:fldChar w:fldCharType="begin"/>
      </w:r>
      <w:r w:rsidRPr="00FC6B42">
        <w:instrText xml:space="preserve"> SEQ Table \* ARABIC </w:instrText>
      </w:r>
      <w:r w:rsidRPr="00FC6B42">
        <w:fldChar w:fldCharType="separate"/>
      </w:r>
      <w:r>
        <w:rPr>
          <w:noProof/>
        </w:rPr>
        <w:t>8</w:t>
      </w:r>
      <w:r w:rsidRPr="00FC6B42">
        <w:fldChar w:fldCharType="end"/>
      </w:r>
      <w:r>
        <w:t xml:space="preserve"> Cabinet structure</w:t>
      </w:r>
    </w:p>
    <w:tbl>
      <w:tblPr>
        <w:tblStyle w:val="TableGrid"/>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2405"/>
        <w:gridCol w:w="2268"/>
        <w:gridCol w:w="2552"/>
        <w:gridCol w:w="2409"/>
      </w:tblGrid>
      <w:tr w:rsidR="00930FA0" w14:paraId="01CB65AB" w14:textId="77777777" w:rsidTr="004950E9">
        <w:trPr>
          <w:cnfStyle w:val="100000000000" w:firstRow="1" w:lastRow="0" w:firstColumn="0" w:lastColumn="0" w:oddVBand="0" w:evenVBand="0" w:oddHBand="0" w:evenHBand="0" w:firstRowFirstColumn="0" w:firstRowLastColumn="0" w:lastRowFirstColumn="0" w:lastRowLastColumn="0"/>
          <w:trHeight w:val="454"/>
        </w:trPr>
        <w:tc>
          <w:tcPr>
            <w:tcW w:w="2405" w:type="dxa"/>
          </w:tcPr>
          <w:bookmarkEnd w:id="3"/>
          <w:p w14:paraId="467D2879" w14:textId="77777777" w:rsidR="00930FA0" w:rsidRDefault="00930FA0" w:rsidP="004950E9">
            <w:pPr>
              <w:pStyle w:val="Body"/>
              <w:tabs>
                <w:tab w:val="decimal" w:leader="underscore" w:pos="9070"/>
              </w:tabs>
              <w:spacing w:line="360" w:lineRule="auto"/>
            </w:pPr>
            <w:r>
              <w:t>Cabinet Structure</w:t>
            </w:r>
          </w:p>
        </w:tc>
        <w:tc>
          <w:tcPr>
            <w:tcW w:w="2268" w:type="dxa"/>
          </w:tcPr>
          <w:p w14:paraId="4A868080" w14:textId="77777777" w:rsidR="00930FA0" w:rsidRDefault="00930FA0" w:rsidP="004950E9">
            <w:pPr>
              <w:pStyle w:val="Body"/>
              <w:tabs>
                <w:tab w:val="decimal" w:leader="underscore" w:pos="9070"/>
              </w:tabs>
              <w:spacing w:line="360" w:lineRule="auto"/>
            </w:pPr>
            <w:r>
              <w:t>Material</w:t>
            </w:r>
          </w:p>
        </w:tc>
        <w:tc>
          <w:tcPr>
            <w:tcW w:w="2552" w:type="dxa"/>
          </w:tcPr>
          <w:p w14:paraId="24FC8079" w14:textId="77777777" w:rsidR="00930FA0" w:rsidRDefault="00930FA0" w:rsidP="004950E9">
            <w:pPr>
              <w:pStyle w:val="Body"/>
              <w:tabs>
                <w:tab w:val="decimal" w:leader="underscore" w:pos="9070"/>
              </w:tabs>
              <w:spacing w:line="360" w:lineRule="auto"/>
            </w:pPr>
            <w:r>
              <w:t>Component</w:t>
            </w:r>
          </w:p>
        </w:tc>
        <w:tc>
          <w:tcPr>
            <w:tcW w:w="2409" w:type="dxa"/>
          </w:tcPr>
          <w:p w14:paraId="05D970DC" w14:textId="77777777" w:rsidR="00930FA0" w:rsidRDefault="00930FA0" w:rsidP="004950E9">
            <w:pPr>
              <w:pStyle w:val="Body"/>
              <w:tabs>
                <w:tab w:val="decimal" w:leader="underscore" w:pos="9070"/>
              </w:tabs>
              <w:spacing w:line="360" w:lineRule="auto"/>
            </w:pPr>
            <w:r>
              <w:t>Suitable for other Applications</w:t>
            </w:r>
          </w:p>
        </w:tc>
      </w:tr>
      <w:tr w:rsidR="00930FA0" w14:paraId="4E83AEF1" w14:textId="77777777" w:rsidTr="004950E9">
        <w:trPr>
          <w:trHeight w:val="454"/>
        </w:trPr>
        <w:tc>
          <w:tcPr>
            <w:tcW w:w="2405" w:type="dxa"/>
          </w:tcPr>
          <w:p w14:paraId="7307F802" w14:textId="77777777" w:rsidR="00930FA0" w:rsidRDefault="00930FA0" w:rsidP="004950E9">
            <w:pPr>
              <w:pStyle w:val="Body"/>
              <w:tabs>
                <w:tab w:val="decimal" w:leader="underscore" w:pos="9070"/>
              </w:tabs>
              <w:spacing w:line="360" w:lineRule="auto"/>
            </w:pPr>
            <w:r>
              <w:t>Biscuit Joint</w:t>
            </w:r>
          </w:p>
        </w:tc>
        <w:tc>
          <w:tcPr>
            <w:tcW w:w="2268" w:type="dxa"/>
          </w:tcPr>
          <w:p w14:paraId="13C248FC" w14:textId="4107AAC0" w:rsidR="00930FA0" w:rsidRPr="002B32A6" w:rsidRDefault="00930FA0" w:rsidP="004950E9">
            <w:pPr>
              <w:pStyle w:val="Body"/>
              <w:tabs>
                <w:tab w:val="decimal" w:leader="underscore" w:pos="9070"/>
              </w:tabs>
              <w:spacing w:line="360" w:lineRule="auto"/>
            </w:pPr>
          </w:p>
        </w:tc>
        <w:tc>
          <w:tcPr>
            <w:tcW w:w="2552" w:type="dxa"/>
          </w:tcPr>
          <w:p w14:paraId="1F76B774" w14:textId="15177C49" w:rsidR="00930FA0" w:rsidRPr="002B32A6" w:rsidRDefault="00930FA0" w:rsidP="004950E9">
            <w:pPr>
              <w:pStyle w:val="Body"/>
              <w:tabs>
                <w:tab w:val="decimal" w:leader="underscore" w:pos="9070"/>
              </w:tabs>
              <w:spacing w:line="360" w:lineRule="auto"/>
            </w:pPr>
          </w:p>
        </w:tc>
        <w:tc>
          <w:tcPr>
            <w:tcW w:w="2409" w:type="dxa"/>
          </w:tcPr>
          <w:p w14:paraId="286890B1" w14:textId="3E1DB78D" w:rsidR="00930FA0" w:rsidRPr="002B32A6" w:rsidRDefault="00930FA0" w:rsidP="004950E9">
            <w:pPr>
              <w:pStyle w:val="Body"/>
              <w:tabs>
                <w:tab w:val="decimal" w:leader="underscore" w:pos="9070"/>
              </w:tabs>
              <w:spacing w:line="360" w:lineRule="auto"/>
            </w:pPr>
          </w:p>
        </w:tc>
      </w:tr>
      <w:tr w:rsidR="00930FA0" w14:paraId="18B447D5" w14:textId="77777777" w:rsidTr="004950E9">
        <w:trPr>
          <w:trHeight w:val="454"/>
        </w:trPr>
        <w:tc>
          <w:tcPr>
            <w:tcW w:w="2405" w:type="dxa"/>
          </w:tcPr>
          <w:p w14:paraId="2CDB28D2" w14:textId="77777777" w:rsidR="00930FA0" w:rsidRDefault="00930FA0" w:rsidP="004950E9">
            <w:pPr>
              <w:pStyle w:val="Body"/>
              <w:tabs>
                <w:tab w:val="decimal" w:leader="underscore" w:pos="9070"/>
              </w:tabs>
              <w:spacing w:line="360" w:lineRule="auto"/>
            </w:pPr>
            <w:r>
              <w:t>Stopped Housing</w:t>
            </w:r>
          </w:p>
        </w:tc>
        <w:tc>
          <w:tcPr>
            <w:tcW w:w="2268" w:type="dxa"/>
          </w:tcPr>
          <w:p w14:paraId="6EB9CEE3" w14:textId="3921F563" w:rsidR="00930FA0" w:rsidRPr="002B32A6" w:rsidRDefault="00930FA0" w:rsidP="004950E9">
            <w:pPr>
              <w:pStyle w:val="Body"/>
              <w:tabs>
                <w:tab w:val="decimal" w:leader="underscore" w:pos="9070"/>
              </w:tabs>
              <w:spacing w:line="360" w:lineRule="auto"/>
            </w:pPr>
          </w:p>
        </w:tc>
        <w:tc>
          <w:tcPr>
            <w:tcW w:w="2552" w:type="dxa"/>
          </w:tcPr>
          <w:p w14:paraId="6942C90F" w14:textId="34CD0ABE" w:rsidR="00930FA0" w:rsidRPr="002B32A6" w:rsidRDefault="00930FA0" w:rsidP="004950E9">
            <w:pPr>
              <w:pStyle w:val="Body"/>
              <w:tabs>
                <w:tab w:val="decimal" w:leader="underscore" w:pos="9070"/>
              </w:tabs>
              <w:spacing w:line="360" w:lineRule="auto"/>
            </w:pPr>
          </w:p>
        </w:tc>
        <w:tc>
          <w:tcPr>
            <w:tcW w:w="2409" w:type="dxa"/>
          </w:tcPr>
          <w:p w14:paraId="4228222F" w14:textId="5E2E645C" w:rsidR="00930FA0" w:rsidRPr="002B32A6" w:rsidRDefault="00930FA0" w:rsidP="004950E9">
            <w:pPr>
              <w:pStyle w:val="Body"/>
              <w:tabs>
                <w:tab w:val="decimal" w:leader="underscore" w:pos="9070"/>
              </w:tabs>
              <w:spacing w:line="360" w:lineRule="auto"/>
            </w:pPr>
          </w:p>
        </w:tc>
      </w:tr>
      <w:tr w:rsidR="00930FA0" w14:paraId="6F0325A7" w14:textId="77777777" w:rsidTr="004950E9">
        <w:trPr>
          <w:trHeight w:val="454"/>
        </w:trPr>
        <w:tc>
          <w:tcPr>
            <w:tcW w:w="2405" w:type="dxa"/>
          </w:tcPr>
          <w:p w14:paraId="5734794A" w14:textId="77777777" w:rsidR="00930FA0" w:rsidRDefault="00930FA0" w:rsidP="004950E9">
            <w:pPr>
              <w:pStyle w:val="Body"/>
              <w:tabs>
                <w:tab w:val="decimal" w:leader="underscore" w:pos="9070"/>
              </w:tabs>
              <w:spacing w:line="360" w:lineRule="auto"/>
            </w:pPr>
            <w:r>
              <w:t>Dovetail housing</w:t>
            </w:r>
          </w:p>
        </w:tc>
        <w:tc>
          <w:tcPr>
            <w:tcW w:w="2268" w:type="dxa"/>
          </w:tcPr>
          <w:p w14:paraId="131DED98" w14:textId="4060DD56" w:rsidR="00930FA0" w:rsidRPr="002B32A6" w:rsidRDefault="00930FA0" w:rsidP="004950E9">
            <w:pPr>
              <w:pStyle w:val="Body"/>
              <w:tabs>
                <w:tab w:val="decimal" w:leader="underscore" w:pos="9070"/>
              </w:tabs>
              <w:spacing w:line="360" w:lineRule="auto"/>
            </w:pPr>
          </w:p>
        </w:tc>
        <w:tc>
          <w:tcPr>
            <w:tcW w:w="2552" w:type="dxa"/>
          </w:tcPr>
          <w:p w14:paraId="7E308E4C" w14:textId="4914DCA1" w:rsidR="00930FA0" w:rsidRPr="002B32A6" w:rsidRDefault="00930FA0" w:rsidP="004950E9">
            <w:pPr>
              <w:pStyle w:val="Body"/>
              <w:tabs>
                <w:tab w:val="decimal" w:leader="underscore" w:pos="9070"/>
              </w:tabs>
              <w:spacing w:line="360" w:lineRule="auto"/>
            </w:pPr>
          </w:p>
        </w:tc>
        <w:tc>
          <w:tcPr>
            <w:tcW w:w="2409" w:type="dxa"/>
          </w:tcPr>
          <w:p w14:paraId="27CFEEA6" w14:textId="66CFB30D" w:rsidR="00930FA0" w:rsidRPr="002B32A6" w:rsidRDefault="00930FA0" w:rsidP="004950E9">
            <w:pPr>
              <w:pStyle w:val="Body"/>
              <w:tabs>
                <w:tab w:val="decimal" w:leader="underscore" w:pos="9070"/>
              </w:tabs>
              <w:spacing w:line="360" w:lineRule="auto"/>
            </w:pPr>
          </w:p>
        </w:tc>
      </w:tr>
      <w:tr w:rsidR="00930FA0" w14:paraId="077CBCC4" w14:textId="77777777" w:rsidTr="004950E9">
        <w:trPr>
          <w:trHeight w:val="454"/>
        </w:trPr>
        <w:tc>
          <w:tcPr>
            <w:tcW w:w="2405" w:type="dxa"/>
          </w:tcPr>
          <w:p w14:paraId="66C85F38" w14:textId="77777777" w:rsidR="00930FA0" w:rsidRDefault="00930FA0" w:rsidP="004950E9">
            <w:pPr>
              <w:pStyle w:val="Body"/>
              <w:tabs>
                <w:tab w:val="decimal" w:leader="underscore" w:pos="9070"/>
              </w:tabs>
              <w:spacing w:line="360" w:lineRule="auto"/>
            </w:pPr>
            <w:r>
              <w:t>Screwed Butt jointed</w:t>
            </w:r>
          </w:p>
        </w:tc>
        <w:tc>
          <w:tcPr>
            <w:tcW w:w="2268" w:type="dxa"/>
          </w:tcPr>
          <w:p w14:paraId="2FF9C262" w14:textId="0779C2EA" w:rsidR="00930FA0" w:rsidRPr="002B32A6" w:rsidRDefault="00930FA0" w:rsidP="004950E9">
            <w:pPr>
              <w:pStyle w:val="Body"/>
              <w:tabs>
                <w:tab w:val="decimal" w:leader="underscore" w:pos="9070"/>
              </w:tabs>
              <w:spacing w:line="360" w:lineRule="auto"/>
            </w:pPr>
          </w:p>
        </w:tc>
        <w:tc>
          <w:tcPr>
            <w:tcW w:w="2552" w:type="dxa"/>
          </w:tcPr>
          <w:p w14:paraId="1BA2F7AE" w14:textId="379FC5F3" w:rsidR="00930FA0" w:rsidRPr="002B32A6" w:rsidRDefault="00930FA0" w:rsidP="004950E9">
            <w:pPr>
              <w:pStyle w:val="Body"/>
              <w:tabs>
                <w:tab w:val="decimal" w:leader="underscore" w:pos="9070"/>
              </w:tabs>
              <w:spacing w:line="360" w:lineRule="auto"/>
            </w:pPr>
          </w:p>
        </w:tc>
        <w:tc>
          <w:tcPr>
            <w:tcW w:w="2409" w:type="dxa"/>
          </w:tcPr>
          <w:p w14:paraId="56048C07" w14:textId="5F1805B4" w:rsidR="00930FA0" w:rsidRPr="002B32A6" w:rsidRDefault="00930FA0" w:rsidP="004950E9">
            <w:pPr>
              <w:pStyle w:val="Body"/>
              <w:tabs>
                <w:tab w:val="decimal" w:leader="underscore" w:pos="9070"/>
              </w:tabs>
              <w:spacing w:line="360" w:lineRule="auto"/>
            </w:pPr>
          </w:p>
        </w:tc>
      </w:tr>
    </w:tbl>
    <w:p w14:paraId="576264F9" w14:textId="77777777" w:rsidR="00930FA0" w:rsidRDefault="00930FA0" w:rsidP="00930FA0">
      <w:pPr>
        <w:pStyle w:val="Body"/>
        <w:tabs>
          <w:tab w:val="decimal" w:leader="underscore" w:pos="9070"/>
        </w:tabs>
        <w:spacing w:line="360" w:lineRule="auto"/>
      </w:pPr>
    </w:p>
    <w:p w14:paraId="74C88004" w14:textId="77777777" w:rsidR="00930FA0" w:rsidRDefault="00930FA0" w:rsidP="00930FA0">
      <w:pPr>
        <w:pStyle w:val="Body"/>
        <w:tabs>
          <w:tab w:val="decimal" w:leader="underscore" w:pos="9070"/>
        </w:tabs>
        <w:spacing w:line="360" w:lineRule="auto"/>
      </w:pPr>
    </w:p>
    <w:p w14:paraId="4AE4184E" w14:textId="5D53C28B" w:rsidR="00930FA0" w:rsidRPr="00B30F8E" w:rsidRDefault="00930FA0" w:rsidP="00930FA0">
      <w:pPr>
        <w:pStyle w:val="Body"/>
        <w:numPr>
          <w:ilvl w:val="0"/>
          <w:numId w:val="39"/>
        </w:numPr>
        <w:rPr>
          <w:sz w:val="22"/>
          <w:szCs w:val="22"/>
        </w:rPr>
      </w:pPr>
      <w:r>
        <w:rPr>
          <w:sz w:val="22"/>
          <w:szCs w:val="22"/>
        </w:rPr>
        <w:t xml:space="preserve">How can installation methods impact on the design selection of cabinet construction?   </w:t>
      </w:r>
    </w:p>
    <w:p w14:paraId="3545279F" w14:textId="3158B109" w:rsidR="00930FA0"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328C7E76" w14:textId="679AD41E" w:rsidR="002B32A6"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39C86534" w14:textId="423A7AF6" w:rsidR="002B32A6"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588BF6FF" w14:textId="77777777" w:rsidR="002B32A6" w:rsidRPr="00AC09FA"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390DC21F" w14:textId="77777777" w:rsidR="00930FA0" w:rsidRDefault="00930FA0" w:rsidP="00930FA0">
      <w:pPr>
        <w:pStyle w:val="Body"/>
        <w:tabs>
          <w:tab w:val="decimal" w:leader="underscore" w:pos="9070"/>
        </w:tabs>
        <w:spacing w:line="360" w:lineRule="auto"/>
      </w:pPr>
    </w:p>
    <w:p w14:paraId="5FDD046A" w14:textId="77777777" w:rsidR="00930FA0" w:rsidRDefault="00930FA0" w:rsidP="00930FA0">
      <w:pPr>
        <w:pStyle w:val="Body"/>
        <w:tabs>
          <w:tab w:val="decimal" w:leader="underscore" w:pos="9070"/>
        </w:tabs>
        <w:spacing w:line="360" w:lineRule="auto"/>
      </w:pPr>
    </w:p>
    <w:p w14:paraId="3CFF3897" w14:textId="7BEECAA1" w:rsidR="00930FA0" w:rsidRPr="00B30F8E" w:rsidRDefault="00930FA0" w:rsidP="00930FA0">
      <w:pPr>
        <w:pStyle w:val="Body"/>
        <w:numPr>
          <w:ilvl w:val="0"/>
          <w:numId w:val="39"/>
        </w:numPr>
        <w:rPr>
          <w:sz w:val="22"/>
          <w:szCs w:val="22"/>
        </w:rPr>
      </w:pPr>
      <w:r>
        <w:rPr>
          <w:sz w:val="22"/>
          <w:szCs w:val="22"/>
        </w:rPr>
        <w:t xml:space="preserve">Identify formats and required inclusions for design specifications.  </w:t>
      </w:r>
    </w:p>
    <w:p w14:paraId="2CA17A75" w14:textId="5A8DEFDC" w:rsidR="00930FA0" w:rsidRPr="00D764AC"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1237A211" w14:textId="5F556BCA" w:rsidR="002B32A6" w:rsidRPr="00D764AC"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6B1508B6" w14:textId="2DAB6630" w:rsidR="002B32A6" w:rsidRPr="00D764AC"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237C02BA" w14:textId="3BF36CDE" w:rsidR="002B32A6" w:rsidRPr="00D764AC"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04A4492F" w14:textId="545FF921" w:rsidR="002B32A6" w:rsidRPr="00D764AC"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00E55044" w14:textId="77777777" w:rsidR="002B32A6" w:rsidRPr="00D764AC"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4B14AFD7" w14:textId="7AAEA650" w:rsidR="002B32A6" w:rsidRDefault="002B32A6" w:rsidP="002B32A6">
      <w:pPr>
        <w:pStyle w:val="Body"/>
        <w:ind w:left="720"/>
        <w:rPr>
          <w:sz w:val="22"/>
          <w:szCs w:val="22"/>
        </w:rPr>
      </w:pPr>
    </w:p>
    <w:p w14:paraId="192F3936" w14:textId="72999D33" w:rsidR="00D764AC" w:rsidRDefault="00D764AC">
      <w:pPr>
        <w:tabs>
          <w:tab w:val="clear" w:pos="284"/>
        </w:tabs>
        <w:spacing w:before="0" w:after="200" w:line="276" w:lineRule="auto"/>
        <w:rPr>
          <w:sz w:val="22"/>
          <w:szCs w:val="22"/>
        </w:rPr>
      </w:pPr>
      <w:r>
        <w:rPr>
          <w:sz w:val="22"/>
          <w:szCs w:val="22"/>
        </w:rPr>
        <w:br w:type="page"/>
      </w:r>
    </w:p>
    <w:p w14:paraId="0A30A544" w14:textId="77777777" w:rsidR="001F22D2" w:rsidRDefault="001F22D2" w:rsidP="002B32A6">
      <w:pPr>
        <w:pStyle w:val="Body"/>
        <w:ind w:left="720"/>
        <w:rPr>
          <w:sz w:val="22"/>
          <w:szCs w:val="22"/>
        </w:rPr>
      </w:pPr>
    </w:p>
    <w:p w14:paraId="49E3A0DC" w14:textId="374210B2" w:rsidR="00930FA0" w:rsidRPr="00B30F8E" w:rsidRDefault="00930FA0" w:rsidP="00930FA0">
      <w:pPr>
        <w:pStyle w:val="Body"/>
        <w:numPr>
          <w:ilvl w:val="0"/>
          <w:numId w:val="39"/>
        </w:numPr>
        <w:rPr>
          <w:sz w:val="22"/>
          <w:szCs w:val="22"/>
        </w:rPr>
      </w:pPr>
      <w:r>
        <w:rPr>
          <w:sz w:val="22"/>
          <w:szCs w:val="22"/>
        </w:rPr>
        <w:t xml:space="preserve">Describe the process for calculating and documenting cabinetry cost. </w:t>
      </w:r>
    </w:p>
    <w:p w14:paraId="0744F798" w14:textId="622CDF53" w:rsidR="00930FA0" w:rsidRDefault="00930FA0"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6E805442" w14:textId="64887802" w:rsidR="002B32A6"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6270D2DF" w14:textId="62A3CA58" w:rsidR="002B32A6"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409676BF" w14:textId="2073320D" w:rsidR="002B32A6"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7E53DC1C" w14:textId="5EF1E6AA" w:rsidR="002B32A6"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012AF4EF" w14:textId="600B2EB8" w:rsidR="002B32A6"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280C3AA9" w14:textId="79D00EFF" w:rsidR="002B32A6"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3DDC54DB" w14:textId="77777777" w:rsidR="002B32A6" w:rsidRPr="00AC09FA" w:rsidRDefault="002B32A6" w:rsidP="00930FA0">
      <w:pPr>
        <w:pStyle w:val="Body"/>
        <w:pBdr>
          <w:top w:val="single" w:sz="4" w:space="1" w:color="2D739F"/>
          <w:left w:val="single" w:sz="4" w:space="4" w:color="2D739F"/>
          <w:bottom w:val="single" w:sz="4" w:space="1" w:color="2D739F"/>
          <w:right w:val="single" w:sz="4" w:space="4" w:color="2D739F"/>
        </w:pBdr>
        <w:ind w:left="360"/>
        <w:rPr>
          <w:sz w:val="22"/>
          <w:szCs w:val="22"/>
        </w:rPr>
      </w:pPr>
    </w:p>
    <w:p w14:paraId="7BDB3A30" w14:textId="75B73047" w:rsidR="00930FA0" w:rsidRPr="00D764AC" w:rsidRDefault="00930FA0" w:rsidP="00930FA0">
      <w:pPr>
        <w:pStyle w:val="Body"/>
        <w:tabs>
          <w:tab w:val="decimal" w:leader="underscore" w:pos="9070"/>
        </w:tabs>
        <w:spacing w:line="360" w:lineRule="auto"/>
        <w:rPr>
          <w:sz w:val="22"/>
          <w:szCs w:val="22"/>
        </w:rPr>
      </w:pPr>
    </w:p>
    <w:p w14:paraId="0B23F314" w14:textId="546D7942" w:rsidR="00E456BD" w:rsidRPr="00D764AC" w:rsidRDefault="00E456BD" w:rsidP="00E456BD">
      <w:pPr>
        <w:pStyle w:val="Body"/>
        <w:tabs>
          <w:tab w:val="decimal" w:leader="underscore" w:pos="9070"/>
        </w:tabs>
        <w:spacing w:line="360" w:lineRule="auto"/>
        <w:rPr>
          <w:sz w:val="22"/>
          <w:szCs w:val="22"/>
        </w:rPr>
      </w:pPr>
    </w:p>
    <w:p w14:paraId="7D30F817" w14:textId="19157492" w:rsidR="00E456BD" w:rsidRPr="00C37945" w:rsidRDefault="00E456BD" w:rsidP="00E456BD">
      <w:pPr>
        <w:pStyle w:val="Body"/>
        <w:numPr>
          <w:ilvl w:val="0"/>
          <w:numId w:val="39"/>
        </w:numPr>
        <w:rPr>
          <w:color w:val="FF0000"/>
          <w:sz w:val="22"/>
          <w:szCs w:val="22"/>
        </w:rPr>
      </w:pPr>
      <w:r>
        <w:rPr>
          <w:sz w:val="22"/>
          <w:szCs w:val="22"/>
        </w:rPr>
        <w:t xml:space="preserve">Calculate how many square meters of white HMR particle board is required for the carcass of a sink cabinet 1000mm wide x 720mm high x 560mm deep.     </w:t>
      </w:r>
    </w:p>
    <w:p w14:paraId="44735F68" w14:textId="1E0A9949" w:rsidR="00E456BD" w:rsidRDefault="00E456BD" w:rsidP="00E456BD">
      <w:pPr>
        <w:pStyle w:val="Body"/>
        <w:pBdr>
          <w:top w:val="single" w:sz="4" w:space="1" w:color="2D739F"/>
          <w:left w:val="single" w:sz="4" w:space="4" w:color="2D739F"/>
          <w:bottom w:val="single" w:sz="4" w:space="1" w:color="2D739F"/>
          <w:right w:val="single" w:sz="4" w:space="4" w:color="2D739F"/>
        </w:pBdr>
        <w:ind w:left="360"/>
        <w:rPr>
          <w:sz w:val="22"/>
          <w:szCs w:val="22"/>
        </w:rPr>
      </w:pPr>
    </w:p>
    <w:p w14:paraId="17A74476" w14:textId="3BB9007A" w:rsidR="00E456BD" w:rsidRDefault="00E456BD" w:rsidP="00E456BD">
      <w:pPr>
        <w:pStyle w:val="Body"/>
        <w:pBdr>
          <w:top w:val="single" w:sz="4" w:space="1" w:color="2D739F"/>
          <w:left w:val="single" w:sz="4" w:space="4" w:color="2D739F"/>
          <w:bottom w:val="single" w:sz="4" w:space="1" w:color="2D739F"/>
          <w:right w:val="single" w:sz="4" w:space="4" w:color="2D739F"/>
        </w:pBdr>
        <w:ind w:left="360"/>
        <w:rPr>
          <w:sz w:val="22"/>
          <w:szCs w:val="22"/>
        </w:rPr>
      </w:pPr>
    </w:p>
    <w:p w14:paraId="43542D40" w14:textId="30B24235" w:rsidR="00E456BD" w:rsidRDefault="00E456BD" w:rsidP="00E456BD">
      <w:pPr>
        <w:pStyle w:val="Body"/>
        <w:pBdr>
          <w:top w:val="single" w:sz="4" w:space="1" w:color="2D739F"/>
          <w:left w:val="single" w:sz="4" w:space="4" w:color="2D739F"/>
          <w:bottom w:val="single" w:sz="4" w:space="1" w:color="2D739F"/>
          <w:right w:val="single" w:sz="4" w:space="4" w:color="2D739F"/>
        </w:pBdr>
        <w:ind w:left="360"/>
        <w:rPr>
          <w:sz w:val="22"/>
          <w:szCs w:val="22"/>
        </w:rPr>
      </w:pPr>
    </w:p>
    <w:p w14:paraId="41A2A613" w14:textId="77777777" w:rsidR="00E456BD" w:rsidRPr="00AC09FA" w:rsidRDefault="00E456BD" w:rsidP="00E456BD">
      <w:pPr>
        <w:pStyle w:val="Body"/>
        <w:pBdr>
          <w:top w:val="single" w:sz="4" w:space="1" w:color="2D739F"/>
          <w:left w:val="single" w:sz="4" w:space="4" w:color="2D739F"/>
          <w:bottom w:val="single" w:sz="4" w:space="1" w:color="2D739F"/>
          <w:right w:val="single" w:sz="4" w:space="4" w:color="2D739F"/>
        </w:pBdr>
        <w:ind w:left="360"/>
        <w:rPr>
          <w:sz w:val="22"/>
          <w:szCs w:val="22"/>
        </w:rPr>
      </w:pPr>
    </w:p>
    <w:p w14:paraId="19D02BA5" w14:textId="77777777" w:rsidR="00D764AC" w:rsidRDefault="00D764AC" w:rsidP="00930FA0">
      <w:pPr>
        <w:pStyle w:val="Body"/>
        <w:tabs>
          <w:tab w:val="decimal" w:leader="underscore" w:pos="9070"/>
        </w:tabs>
        <w:spacing w:line="360" w:lineRule="auto"/>
        <w:rPr>
          <w:sz w:val="22"/>
          <w:szCs w:val="22"/>
        </w:rPr>
      </w:pPr>
    </w:p>
    <w:p w14:paraId="0E92DC5E" w14:textId="77777777" w:rsidR="00D764AC" w:rsidRDefault="00D764AC">
      <w:pPr>
        <w:tabs>
          <w:tab w:val="clear" w:pos="284"/>
        </w:tabs>
        <w:spacing w:before="0" w:after="200" w:line="276" w:lineRule="auto"/>
        <w:rPr>
          <w:sz w:val="22"/>
          <w:szCs w:val="22"/>
        </w:rPr>
      </w:pPr>
      <w:r>
        <w:rPr>
          <w:sz w:val="22"/>
          <w:szCs w:val="22"/>
        </w:rPr>
        <w:br w:type="page"/>
      </w:r>
    </w:p>
    <w:p w14:paraId="61AAD782" w14:textId="4E164348" w:rsidR="00D977EB" w:rsidRDefault="000412B1" w:rsidP="000412B1">
      <w:pPr>
        <w:pStyle w:val="Heading2"/>
      </w:pPr>
      <w:r w:rsidRPr="000412B1">
        <w:lastRenderedPageBreak/>
        <w:t xml:space="preserve">Part </w:t>
      </w:r>
      <w:r w:rsidR="00930FA0">
        <w:t>2</w:t>
      </w:r>
      <w:r w:rsidRPr="000412B1">
        <w:t xml:space="preserve">: </w:t>
      </w:r>
      <w:r w:rsidR="00D977EB" w:rsidRPr="000412B1">
        <w:t>Assessment Feedback</w:t>
      </w:r>
    </w:p>
    <w:p w14:paraId="3ACF436D" w14:textId="238C3142" w:rsidR="007365DF" w:rsidRPr="000A703D" w:rsidRDefault="007365DF" w:rsidP="007365DF">
      <w:pPr>
        <w:pStyle w:val="NormalWeb"/>
        <w:rPr>
          <w:rFonts w:ascii="Calibri" w:hAnsi="Calibri" w:cs="Calibri"/>
        </w:rPr>
      </w:pPr>
      <w:r w:rsidRPr="0020520F">
        <w:rPr>
          <w:rFonts w:ascii="Calibri" w:hAnsi="Calibri" w:cs="Calibri"/>
        </w:rPr>
        <w:t xml:space="preserve">If you study online, your assessment outcome, feedback and acknowledgement will be in your online platform on the Assessment/Results page or in your Course progress area so this page won’t be completed. </w:t>
      </w:r>
    </w:p>
    <w:p w14:paraId="309D1F82" w14:textId="77777777" w:rsidR="00A60C54" w:rsidRDefault="00A60C54" w:rsidP="00A60C54">
      <w:pPr>
        <w:pStyle w:val="Heading3"/>
      </w:pPr>
      <w:r>
        <w:t>Assessment outcome</w:t>
      </w:r>
    </w:p>
    <w:p w14:paraId="16CE9A2B" w14:textId="77777777" w:rsidR="00A60C54" w:rsidRDefault="00913292" w:rsidP="00A60C54">
      <w:sdt>
        <w:sdtPr>
          <w:id w:val="-231164987"/>
          <w14:checkbox>
            <w14:checked w14:val="0"/>
            <w14:checkedState w14:val="2612" w14:font="MS Gothic"/>
            <w14:uncheckedState w14:val="2610" w14:font="MS Gothic"/>
          </w14:checkbox>
        </w:sdtPr>
        <w:sdtEndPr/>
        <w:sdtContent>
          <w:r w:rsidR="00A60C54">
            <w:rPr>
              <w:rFonts w:ascii="MS Gothic" w:eastAsia="MS Gothic" w:hAnsi="MS Gothic" w:hint="eastAsia"/>
            </w:rPr>
            <w:t>☐</w:t>
          </w:r>
        </w:sdtContent>
      </w:sdt>
      <w:r w:rsidR="00A60C54">
        <w:t xml:space="preserve"> Satisfactory</w:t>
      </w:r>
    </w:p>
    <w:p w14:paraId="0EFD123B" w14:textId="77777777" w:rsidR="00A60C54" w:rsidRPr="00A7239E" w:rsidRDefault="00913292" w:rsidP="00A60C54">
      <w:pPr>
        <w:rPr>
          <w:lang w:eastAsia="en-AU"/>
        </w:rPr>
      </w:pPr>
      <w:sdt>
        <w:sdtPr>
          <w:id w:val="356084546"/>
          <w14:checkbox>
            <w14:checked w14:val="0"/>
            <w14:checkedState w14:val="2612" w14:font="MS Gothic"/>
            <w14:uncheckedState w14:val="2610" w14:font="MS Gothic"/>
          </w14:checkbox>
        </w:sdtPr>
        <w:sdtEndPr/>
        <w:sdtContent>
          <w:r w:rsidR="00A60C54">
            <w:rPr>
              <w:rFonts w:ascii="MS Gothic" w:eastAsia="MS Gothic" w:hAnsi="MS Gothic" w:hint="eastAsia"/>
            </w:rPr>
            <w:t>☐</w:t>
          </w:r>
        </w:sdtContent>
      </w:sdt>
      <w:r w:rsidR="00A60C54">
        <w:t xml:space="preserve"> Unsatisfactory</w:t>
      </w:r>
    </w:p>
    <w:p w14:paraId="1DB1142A" w14:textId="77777777" w:rsidR="00A60C54" w:rsidRDefault="00A60C54" w:rsidP="00A60C54">
      <w:pPr>
        <w:pStyle w:val="Heading3"/>
      </w:pPr>
      <w:r>
        <w:t>Assessor Feedback</w:t>
      </w:r>
    </w:p>
    <w:p w14:paraId="2D5F419C" w14:textId="119A9114" w:rsidR="00A60C54" w:rsidRDefault="00913292" w:rsidP="00A60C54">
      <w:sdt>
        <w:sdtPr>
          <w:id w:val="2141906576"/>
          <w14:checkbox>
            <w14:checked w14:val="0"/>
            <w14:checkedState w14:val="2612" w14:font="MS Gothic"/>
            <w14:uncheckedState w14:val="2610" w14:font="MS Gothic"/>
          </w14:checkbox>
        </w:sdtPr>
        <w:sdtEndPr/>
        <w:sdtContent>
          <w:r w:rsidR="00A60C54">
            <w:rPr>
              <w:rFonts w:ascii="MS Gothic" w:eastAsia="MS Gothic" w:hAnsi="MS Gothic" w:hint="eastAsia"/>
            </w:rPr>
            <w:t>☐</w:t>
          </w:r>
        </w:sdtContent>
      </w:sdt>
      <w:r w:rsidR="00A60C54">
        <w:t xml:space="preserve"> Was the assessment event successfully completed?</w:t>
      </w:r>
    </w:p>
    <w:p w14:paraId="3A64D9E9" w14:textId="77777777" w:rsidR="00A60C54" w:rsidRDefault="00913292" w:rsidP="00A60C54">
      <w:pPr>
        <w:rPr>
          <w:sz w:val="22"/>
          <w:szCs w:val="22"/>
        </w:rPr>
      </w:pPr>
      <w:sdt>
        <w:sdtPr>
          <w:id w:val="-1118449215"/>
          <w14:checkbox>
            <w14:checked w14:val="0"/>
            <w14:checkedState w14:val="2612" w14:font="MS Gothic"/>
            <w14:uncheckedState w14:val="2610" w14:font="MS Gothic"/>
          </w14:checkbox>
        </w:sdtPr>
        <w:sdtEndPr/>
        <w:sdtContent>
          <w:r w:rsidR="00A60C54">
            <w:rPr>
              <w:rFonts w:ascii="MS Gothic" w:eastAsia="MS Gothic" w:hAnsi="MS Gothic" w:hint="eastAsia"/>
            </w:rPr>
            <w:t>☐</w:t>
          </w:r>
        </w:sdtContent>
      </w:sdt>
      <w:r w:rsidR="00A60C54">
        <w:t xml:space="preserve"> If no, was the resubmission/re-assessment successfully completed?</w:t>
      </w:r>
    </w:p>
    <w:p w14:paraId="2E4F87D3" w14:textId="77777777" w:rsidR="0020520F" w:rsidRDefault="00913292" w:rsidP="00A60C54">
      <w:sdt>
        <w:sdtPr>
          <w:id w:val="284931228"/>
          <w14:checkbox>
            <w14:checked w14:val="0"/>
            <w14:checkedState w14:val="2612" w14:font="MS Gothic"/>
            <w14:uncheckedState w14:val="2610" w14:font="MS Gothic"/>
          </w14:checkbox>
        </w:sdtPr>
        <w:sdtEndPr/>
        <w:sdtContent>
          <w:r w:rsidR="00A60C54">
            <w:rPr>
              <w:rFonts w:ascii="MS Gothic" w:eastAsia="MS Gothic" w:hAnsi="MS Gothic" w:hint="eastAsia"/>
            </w:rPr>
            <w:t>☐</w:t>
          </w:r>
        </w:sdtContent>
      </w:sdt>
      <w:r w:rsidR="00A60C54">
        <w:t xml:space="preserve"> Was reasonable adjustment in place for this assessment event?</w:t>
      </w:r>
    </w:p>
    <w:p w14:paraId="0F35C1BF" w14:textId="77777777" w:rsidR="0020520F" w:rsidRPr="0020520F" w:rsidRDefault="0020520F" w:rsidP="0020520F">
      <w:pPr>
        <w:rPr>
          <w:rFonts w:cs="Calibri"/>
          <w:sz w:val="22"/>
        </w:rPr>
      </w:pPr>
      <w:r w:rsidRPr="0020520F">
        <w:rPr>
          <w:rFonts w:ascii="Segoe UI Symbol" w:hAnsi="Segoe UI Symbol"/>
        </w:rPr>
        <w:t>☐</w:t>
      </w:r>
      <w:r w:rsidRPr="0020520F">
        <w:t xml:space="preserve"> Has the Assessment Declaration on page 1 of the assessment been signed and dated by the student?</w:t>
      </w:r>
    </w:p>
    <w:p w14:paraId="1C56866B" w14:textId="77777777" w:rsidR="0020520F" w:rsidRPr="00656507" w:rsidRDefault="0020520F" w:rsidP="0020520F">
      <w:r w:rsidRPr="0020520F">
        <w:rPr>
          <w:rFonts w:ascii="Segoe UI Symbol" w:hAnsi="Segoe UI Symbol"/>
        </w:rPr>
        <w:t>☐</w:t>
      </w:r>
      <w:r w:rsidRPr="0020520F">
        <w:t xml:space="preserve"> Are you assured that the evidence presented for assessment is the student’s own work?</w:t>
      </w:r>
    </w:p>
    <w:p w14:paraId="4A088A1F" w14:textId="1B442323" w:rsidR="00A60C54" w:rsidRPr="00A7239E" w:rsidRDefault="00A60C54" w:rsidP="00A60C54">
      <w:r>
        <w:rPr>
          <w:i/>
          <w:color w:val="A6A6A6" w:themeColor="background1" w:themeShade="A6"/>
        </w:rPr>
        <w:t>If yes, ensure it is detailed on the assessment document.</w:t>
      </w:r>
    </w:p>
    <w:p w14:paraId="44A7B63B" w14:textId="77777777" w:rsidR="00A60C54" w:rsidRDefault="00A60C54" w:rsidP="00A60C54">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7106CFA5" w14:textId="77777777" w:rsidR="00A60C54" w:rsidRPr="00A7239E" w:rsidRDefault="00A60C54"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2D58E175" w14:textId="77777777" w:rsidR="00A60C54" w:rsidRDefault="00A60C54" w:rsidP="00A60C54">
      <w:pPr>
        <w:pStyle w:val="Heading3"/>
        <w:rPr>
          <w:i/>
          <w:color w:val="808080" w:themeColor="background1" w:themeShade="80"/>
        </w:rPr>
      </w:pPr>
      <w:r>
        <w:t>Assessor name, signature and date:</w:t>
      </w:r>
    </w:p>
    <w:p w14:paraId="45CE0A5D" w14:textId="77777777" w:rsidR="00A60C54" w:rsidRDefault="00A60C54"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0C7068DB" w14:textId="77777777" w:rsidR="00A60C54" w:rsidRPr="00A7239E" w:rsidRDefault="00A60C54"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4F734F95" w14:textId="77777777" w:rsidR="00A60C54" w:rsidRDefault="00A60C54" w:rsidP="00A60C54">
      <w:pPr>
        <w:pStyle w:val="Heading3"/>
        <w:rPr>
          <w:i/>
          <w:color w:val="808080" w:themeColor="background1" w:themeShade="80"/>
        </w:rPr>
      </w:pPr>
      <w:r w:rsidRPr="00492E16">
        <w:t>Student acknowledgement of assessment outcome</w:t>
      </w:r>
    </w:p>
    <w:p w14:paraId="15C0DF8C" w14:textId="77777777" w:rsidR="00A60C54" w:rsidRDefault="00A60C54" w:rsidP="00A60C54">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234CBE3A" w14:textId="77777777" w:rsidR="00A60C54" w:rsidRPr="00A7239E" w:rsidRDefault="00A60C54"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522A6BAB" w14:textId="77777777" w:rsidR="00A60C54" w:rsidRDefault="00A60C54" w:rsidP="00A60C54">
      <w:pPr>
        <w:pStyle w:val="Heading3"/>
        <w:rPr>
          <w:i/>
          <w:color w:val="808080" w:themeColor="background1" w:themeShade="80"/>
        </w:rPr>
      </w:pPr>
      <w:r w:rsidRPr="00492E16">
        <w:t>Student name, signature and date</w:t>
      </w:r>
    </w:p>
    <w:p w14:paraId="5A5FC528" w14:textId="77777777" w:rsidR="00A60C54" w:rsidRPr="00A7239E" w:rsidRDefault="00A60C54"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537A4209" w14:textId="4EB20D8D" w:rsidR="00593196" w:rsidRPr="00593196" w:rsidRDefault="00A60C54" w:rsidP="00930FA0">
      <w:pPr>
        <w:jc w:val="cente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593196" w:rsidRPr="00593196" w:rsidSect="000412B1">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02C62F" w14:textId="77777777" w:rsidR="00071968" w:rsidRDefault="00071968" w:rsidP="00EE3A11">
      <w:r>
        <w:separator/>
      </w:r>
    </w:p>
    <w:p w14:paraId="4579DF6D" w14:textId="77777777" w:rsidR="00071968" w:rsidRDefault="00071968" w:rsidP="00EE3A11"/>
  </w:endnote>
  <w:endnote w:type="continuationSeparator" w:id="0">
    <w:p w14:paraId="31B6FC58" w14:textId="77777777" w:rsidR="00071968" w:rsidRDefault="00071968" w:rsidP="00EE3A11">
      <w:r>
        <w:continuationSeparator/>
      </w:r>
    </w:p>
    <w:p w14:paraId="53FB7C08" w14:textId="77777777" w:rsidR="00071968" w:rsidRDefault="00071968" w:rsidP="00EE3A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CFE21" w14:textId="22048446" w:rsidR="00CC4677" w:rsidRPr="004820C4" w:rsidRDefault="00CC4677" w:rsidP="0002323C">
    <w:pPr>
      <w:pStyle w:val="Footer-DocumentTitleLeft"/>
    </w:pPr>
  </w:p>
  <w:p w14:paraId="5D8E29E1" w14:textId="68D88AEF" w:rsidR="00CC4677" w:rsidRDefault="00CC4677" w:rsidP="0002323C">
    <w:pPr>
      <w:pStyle w:val="Footer-DocumentTitleLeft"/>
    </w:pPr>
    <w:r w:rsidRPr="00A1234A">
      <w:t>© 2011 Department of Education and Communities</w:t>
    </w:r>
    <w:r>
      <w:t>, TAFE NSW eLearning Hub</w:t>
    </w:r>
    <w:r w:rsidRPr="00A1234A">
      <w:t xml:space="preserve"> | </w:t>
    </w:r>
    <w:r w:rsidRPr="00A1234A">
      <w:rPr>
        <w:b/>
      </w:rPr>
      <w:t>Version: 0.0</w:t>
    </w:r>
    <w:r w:rsidR="002D170C">
      <w:t xml:space="preserve"> </w:t>
    </w:r>
    <w:r w:rsidRPr="00A1234A">
      <w:t xml:space="preserve">| </w:t>
    </w:r>
    <w:r w:rsidRPr="00A1234A">
      <w:rPr>
        <w:b/>
      </w:rPr>
      <w:t>Created: dd/mm/2011</w:t>
    </w:r>
  </w:p>
  <w:p w14:paraId="31E97A2D" w14:textId="77777777" w:rsidR="00CC4677" w:rsidRPr="0006452B" w:rsidRDefault="00CC4677" w:rsidP="00EE3A11"/>
  <w:p w14:paraId="6500D73A" w14:textId="77777777" w:rsidR="00BA0812" w:rsidRDefault="00BA0812"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B3638" w14:textId="57ABEDF1" w:rsidR="00BA0812" w:rsidRDefault="008948B1" w:rsidP="00BD7E36">
    <w:pPr>
      <w:pStyle w:val="Bodyfooter"/>
      <w:rPr>
        <w:noProof/>
      </w:rPr>
    </w:pPr>
    <w:r w:rsidRPr="008D467A">
      <w:t>Document title</w:t>
    </w:r>
    <w:r w:rsidR="00A3522D">
      <w:t>:</w:t>
    </w:r>
    <w:r w:rsidR="00577A18">
      <w:t xml:space="preserve"> </w:t>
    </w:r>
    <w:r w:rsidR="00913292">
      <w:fldChar w:fldCharType="begin"/>
    </w:r>
    <w:r w:rsidR="00913292">
      <w:instrText xml:space="preserve"> FILENAME   \* MERGEFORMAT </w:instrText>
    </w:r>
    <w:r w:rsidR="00913292">
      <w:fldChar w:fldCharType="separate"/>
    </w:r>
    <w:r w:rsidR="00DF3485">
      <w:rPr>
        <w:noProof/>
      </w:rPr>
      <w:t>Cl_Design Cabinets_AE_Kn_1of2</w:t>
    </w:r>
    <w:r w:rsidR="00913292">
      <w:rPr>
        <w:noProof/>
      </w:rPr>
      <w:fldChar w:fldCharType="end"/>
    </w:r>
    <w:r w:rsidR="001F771D">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913292">
      <w:rPr>
        <w:noProof/>
      </w:rPr>
      <w:t>24</w:t>
    </w:r>
    <w:r w:rsidRPr="008D467A">
      <w:fldChar w:fldCharType="end"/>
    </w:r>
    <w:r w:rsidRPr="008D467A">
      <w:t xml:space="preserve"> of </w:t>
    </w:r>
    <w:r w:rsidR="00373AC7">
      <w:rPr>
        <w:noProof/>
      </w:rPr>
      <w:fldChar w:fldCharType="begin"/>
    </w:r>
    <w:r w:rsidR="00373AC7">
      <w:rPr>
        <w:noProof/>
      </w:rPr>
      <w:instrText xml:space="preserve"> NUMPAGES  \* Arabic  \* MERGEFORMAT </w:instrText>
    </w:r>
    <w:r w:rsidR="00373AC7">
      <w:rPr>
        <w:noProof/>
      </w:rPr>
      <w:fldChar w:fldCharType="separate"/>
    </w:r>
    <w:r w:rsidR="00913292">
      <w:rPr>
        <w:noProof/>
      </w:rPr>
      <w:t>24</w:t>
    </w:r>
    <w:r w:rsidR="00373AC7">
      <w:rPr>
        <w:noProof/>
      </w:rPr>
      <w:fldChar w:fldCharType="end"/>
    </w:r>
  </w:p>
  <w:p w14:paraId="094C0B3E" w14:textId="101E0263" w:rsidR="009A0ED8" w:rsidRDefault="00810F43" w:rsidP="00BD7E36">
    <w:pPr>
      <w:pStyle w:val="Bodyfooter"/>
    </w:pPr>
    <w:r>
      <w:t>Resource ID:</w:t>
    </w:r>
    <w:r w:rsidR="00577A18">
      <w:t xml:space="preserve"> MRS_18_14_</w:t>
    </w:r>
    <w:r w:rsidR="00577A18">
      <w:rPr>
        <w:noProof/>
      </w:rPr>
      <w:t>Cl_Design Cabinets_AE_Kn_1of2</w:t>
    </w:r>
    <w:r>
      <w:t xml:space="preserve">                                       </w:t>
    </w:r>
    <w:r w:rsidR="00577A18">
      <w:t xml:space="preserve">     </w:t>
    </w:r>
    <w:r>
      <w:t xml:space="preserve">       </w:t>
    </w:r>
    <w:r w:rsidR="00C04E0B" w:rsidRPr="00C04E0B">
      <w:t>STUDENT NAME:</w:t>
    </w:r>
    <w:r w:rsidR="00150FCD">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84921" w14:textId="77777777" w:rsidR="00AA3155" w:rsidRPr="008D467A" w:rsidRDefault="00AA3155" w:rsidP="00BD7E36">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sidR="00373AC7">
      <w:rPr>
        <w:noProof/>
      </w:rPr>
      <w:fldChar w:fldCharType="begin"/>
    </w:r>
    <w:r w:rsidR="00373AC7">
      <w:rPr>
        <w:noProof/>
      </w:rPr>
      <w:instrText xml:space="preserve"> NUMPAGES  \* Arabic  \* MERGEFORMAT </w:instrText>
    </w:r>
    <w:r w:rsidR="00373AC7">
      <w:rPr>
        <w:noProof/>
      </w:rPr>
      <w:fldChar w:fldCharType="separate"/>
    </w:r>
    <w:r w:rsidR="0095090A">
      <w:rPr>
        <w:noProof/>
      </w:rPr>
      <w:t>3</w:t>
    </w:r>
    <w:r w:rsidR="00373AC7">
      <w:rPr>
        <w:noProof/>
      </w:rPr>
      <w:fldChar w:fldCharType="end"/>
    </w:r>
  </w:p>
  <w:p w14:paraId="46DA5CBE" w14:textId="06CE3EA8" w:rsidR="00AA3155" w:rsidRPr="008948B1" w:rsidRDefault="00AA3155" w:rsidP="00BD7E36">
    <w:pPr>
      <w:pStyle w:val="Bodyfooter"/>
    </w:pPr>
    <w:r w:rsidRPr="008D467A">
      <w:t>Disclaimer:</w:t>
    </w:r>
    <w:r w:rsidR="002D170C">
      <w:t xml:space="preserve"> </w:t>
    </w:r>
    <w:r w:rsidRPr="008D467A">
      <w:t>Printed copies of this document are regarded as uncontrolled.</w:t>
    </w:r>
    <w:r>
      <w:t xml:space="preserve"> </w:t>
    </w:r>
    <w:r w:rsidRPr="008D467A">
      <w:t>Please check to ensure this is the latest version.</w:t>
    </w:r>
  </w:p>
  <w:p w14:paraId="4224B220" w14:textId="77777777" w:rsidR="00CC4677" w:rsidRPr="00AA3155" w:rsidRDefault="00CC4677" w:rsidP="00EE3A11">
    <w:pPr>
      <w:pStyle w:val="Footer"/>
    </w:pPr>
  </w:p>
  <w:p w14:paraId="14D24BF2" w14:textId="77777777" w:rsidR="00BA0812" w:rsidRDefault="00BA0812"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3BECA" w14:textId="77777777" w:rsidR="00071968" w:rsidRDefault="00071968" w:rsidP="00EE3A11">
      <w:r>
        <w:separator/>
      </w:r>
    </w:p>
    <w:p w14:paraId="003B241A" w14:textId="77777777" w:rsidR="00071968" w:rsidRDefault="00071968" w:rsidP="00EE3A11"/>
  </w:footnote>
  <w:footnote w:type="continuationSeparator" w:id="0">
    <w:p w14:paraId="1B26A746" w14:textId="77777777" w:rsidR="00071968" w:rsidRDefault="00071968" w:rsidP="00EE3A11">
      <w:r>
        <w:continuationSeparator/>
      </w:r>
    </w:p>
    <w:p w14:paraId="34EBD90F" w14:textId="77777777" w:rsidR="00071968" w:rsidRDefault="00071968" w:rsidP="00EE3A1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0D985" w14:textId="5C21209B" w:rsidR="00CC4677" w:rsidRDefault="00CC4677" w:rsidP="00EE3A11"/>
  <w:p w14:paraId="5275A94B" w14:textId="77777777" w:rsidR="00BA0812" w:rsidRDefault="00BA0812"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A7B91" w14:textId="7DECB771" w:rsidR="00BA0812" w:rsidRDefault="00CC4677" w:rsidP="00EE3A11">
    <w:pPr>
      <w:pStyle w:val="Header-SectionTitle"/>
    </w:pPr>
    <w:r>
      <w:rPr>
        <w:noProof/>
        <w:lang w:eastAsia="en-AU"/>
      </w:rPr>
      <w:tab/>
    </w:r>
    <w:r w:rsidR="00AA3155">
      <w:rPr>
        <w:noProof/>
        <w:lang w:eastAsia="en-AU"/>
      </w:rPr>
      <w:drawing>
        <wp:inline distT="0" distB="0" distL="0" distR="0" wp14:anchorId="7855ABC7" wp14:editId="0E5A5D13">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2C3FB" w14:textId="0BD3EC69" w:rsidR="004238CB" w:rsidRDefault="004238CB" w:rsidP="00EE3A11">
    <w:pPr>
      <w:pStyle w:val="Header"/>
    </w:pPr>
  </w:p>
  <w:p w14:paraId="7CE569BE" w14:textId="77777777" w:rsidR="00BA0812" w:rsidRDefault="00BA0812"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A668A"/>
    <w:multiLevelType w:val="hybridMultilevel"/>
    <w:tmpl w:val="029423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2F1101D"/>
    <w:multiLevelType w:val="hybridMultilevel"/>
    <w:tmpl w:val="CA6C23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FE1692C"/>
    <w:multiLevelType w:val="hybridMultilevel"/>
    <w:tmpl w:val="A8AA0420"/>
    <w:lvl w:ilvl="0" w:tplc="0F06CAF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FEB509D"/>
    <w:multiLevelType w:val="hybridMultilevel"/>
    <w:tmpl w:val="C7D6E560"/>
    <w:lvl w:ilvl="0" w:tplc="44A4D8E2">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8176621"/>
    <w:multiLevelType w:val="hybridMultilevel"/>
    <w:tmpl w:val="74B816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9F4843"/>
    <w:multiLevelType w:val="hybridMultilevel"/>
    <w:tmpl w:val="6B0C15A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BE54E2C"/>
    <w:multiLevelType w:val="hybridMultilevel"/>
    <w:tmpl w:val="5440AD76"/>
    <w:lvl w:ilvl="0" w:tplc="9AECD03A">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E8F009B"/>
    <w:multiLevelType w:val="hybridMultilevel"/>
    <w:tmpl w:val="58DEBE3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ECD4FA2"/>
    <w:multiLevelType w:val="hybridMultilevel"/>
    <w:tmpl w:val="7500F3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63F0183"/>
    <w:multiLevelType w:val="hybridMultilevel"/>
    <w:tmpl w:val="3AE60CFA"/>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2BB615FA"/>
    <w:multiLevelType w:val="hybridMultilevel"/>
    <w:tmpl w:val="F2DA347E"/>
    <w:lvl w:ilvl="0" w:tplc="29E236AA">
      <w:start w:val="1"/>
      <w:numFmt w:val="decimal"/>
      <w:pStyle w:val="ListNumber"/>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C7C5150"/>
    <w:multiLevelType w:val="hybridMultilevel"/>
    <w:tmpl w:val="D1BE209E"/>
    <w:lvl w:ilvl="0" w:tplc="C49ADD74">
      <w:start w:val="1"/>
      <w:numFmt w:val="decimal"/>
      <w:lvlText w:val="%1."/>
      <w:lvlJc w:val="left"/>
      <w:pPr>
        <w:ind w:left="823" w:hanging="361"/>
      </w:pPr>
      <w:rPr>
        <w:rFonts w:ascii="Calibri" w:eastAsia="Calibri" w:hAnsi="Calibri" w:cs="Calibri" w:hint="default"/>
        <w:i/>
        <w:color w:val="000000" w:themeColor="text1"/>
        <w:w w:val="99"/>
        <w:sz w:val="22"/>
        <w:szCs w:val="22"/>
      </w:rPr>
    </w:lvl>
    <w:lvl w:ilvl="1" w:tplc="F4F02868">
      <w:start w:val="1"/>
      <w:numFmt w:val="bullet"/>
      <w:lvlText w:val="•"/>
      <w:lvlJc w:val="left"/>
      <w:pPr>
        <w:ind w:left="1444" w:hanging="361"/>
      </w:pPr>
      <w:rPr>
        <w:rFonts w:hint="default"/>
      </w:rPr>
    </w:lvl>
    <w:lvl w:ilvl="2" w:tplc="689C9458">
      <w:start w:val="1"/>
      <w:numFmt w:val="bullet"/>
      <w:lvlText w:val="•"/>
      <w:lvlJc w:val="left"/>
      <w:pPr>
        <w:ind w:left="2069" w:hanging="361"/>
      </w:pPr>
      <w:rPr>
        <w:rFonts w:hint="default"/>
      </w:rPr>
    </w:lvl>
    <w:lvl w:ilvl="3" w:tplc="91085136">
      <w:start w:val="1"/>
      <w:numFmt w:val="bullet"/>
      <w:lvlText w:val="•"/>
      <w:lvlJc w:val="left"/>
      <w:pPr>
        <w:ind w:left="2694" w:hanging="361"/>
      </w:pPr>
      <w:rPr>
        <w:rFonts w:hint="default"/>
      </w:rPr>
    </w:lvl>
    <w:lvl w:ilvl="4" w:tplc="1214E05C">
      <w:start w:val="1"/>
      <w:numFmt w:val="bullet"/>
      <w:lvlText w:val="•"/>
      <w:lvlJc w:val="left"/>
      <w:pPr>
        <w:ind w:left="3319" w:hanging="361"/>
      </w:pPr>
      <w:rPr>
        <w:rFonts w:hint="default"/>
      </w:rPr>
    </w:lvl>
    <w:lvl w:ilvl="5" w:tplc="C28E74DE">
      <w:start w:val="1"/>
      <w:numFmt w:val="bullet"/>
      <w:lvlText w:val="•"/>
      <w:lvlJc w:val="left"/>
      <w:pPr>
        <w:ind w:left="3944" w:hanging="361"/>
      </w:pPr>
      <w:rPr>
        <w:rFonts w:hint="default"/>
      </w:rPr>
    </w:lvl>
    <w:lvl w:ilvl="6" w:tplc="04D2446E">
      <w:start w:val="1"/>
      <w:numFmt w:val="bullet"/>
      <w:lvlText w:val="•"/>
      <w:lvlJc w:val="left"/>
      <w:pPr>
        <w:ind w:left="4569" w:hanging="361"/>
      </w:pPr>
      <w:rPr>
        <w:rFonts w:hint="default"/>
      </w:rPr>
    </w:lvl>
    <w:lvl w:ilvl="7" w:tplc="B9EE673C">
      <w:start w:val="1"/>
      <w:numFmt w:val="bullet"/>
      <w:lvlText w:val="•"/>
      <w:lvlJc w:val="left"/>
      <w:pPr>
        <w:ind w:left="5194" w:hanging="361"/>
      </w:pPr>
      <w:rPr>
        <w:rFonts w:hint="default"/>
      </w:rPr>
    </w:lvl>
    <w:lvl w:ilvl="8" w:tplc="BFF0EB8A">
      <w:start w:val="1"/>
      <w:numFmt w:val="bullet"/>
      <w:lvlText w:val="•"/>
      <w:lvlJc w:val="left"/>
      <w:pPr>
        <w:ind w:left="5819" w:hanging="361"/>
      </w:pPr>
      <w:rPr>
        <w:rFonts w:hint="default"/>
      </w:rPr>
    </w:lvl>
  </w:abstractNum>
  <w:abstractNum w:abstractNumId="13" w15:restartNumberingAfterBreak="0">
    <w:nsid w:val="2CA746E4"/>
    <w:multiLevelType w:val="hybridMultilevel"/>
    <w:tmpl w:val="1C4CF6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5" w15:restartNumberingAfterBreak="0">
    <w:nsid w:val="33AD3DEC"/>
    <w:multiLevelType w:val="hybridMultilevel"/>
    <w:tmpl w:val="37A0660C"/>
    <w:lvl w:ilvl="0" w:tplc="556446B6">
      <w:start w:val="1"/>
      <w:numFmt w:val="bullet"/>
      <w:pStyle w:val="Bulletslist"/>
      <w:lvlText w:val=""/>
      <w:lvlJc w:val="left"/>
      <w:pPr>
        <w:ind w:left="717"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44E4481"/>
    <w:multiLevelType w:val="hybridMultilevel"/>
    <w:tmpl w:val="79CAB5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79D3AFE"/>
    <w:multiLevelType w:val="hybridMultilevel"/>
    <w:tmpl w:val="C49E9C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8195877"/>
    <w:multiLevelType w:val="hybridMultilevel"/>
    <w:tmpl w:val="171AC9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BAB4039"/>
    <w:multiLevelType w:val="hybridMultilevel"/>
    <w:tmpl w:val="488E0178"/>
    <w:lvl w:ilvl="0" w:tplc="9AECD03A">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0F40714"/>
    <w:multiLevelType w:val="hybridMultilevel"/>
    <w:tmpl w:val="6B0C15A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3CA5358"/>
    <w:multiLevelType w:val="hybridMultilevel"/>
    <w:tmpl w:val="366E9E8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2" w15:restartNumberingAfterBreak="0">
    <w:nsid w:val="49D0754E"/>
    <w:multiLevelType w:val="hybridMultilevel"/>
    <w:tmpl w:val="1ADE0A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ACE077C"/>
    <w:multiLevelType w:val="hybridMultilevel"/>
    <w:tmpl w:val="306E3938"/>
    <w:lvl w:ilvl="0" w:tplc="7D989DE6">
      <w:start w:val="25"/>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AD47BDB"/>
    <w:multiLevelType w:val="hybridMultilevel"/>
    <w:tmpl w:val="CD4088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E0E3D92"/>
    <w:multiLevelType w:val="hybridMultilevel"/>
    <w:tmpl w:val="DDEAD6C0"/>
    <w:lvl w:ilvl="0" w:tplc="16AE943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ED16329"/>
    <w:multiLevelType w:val="hybridMultilevel"/>
    <w:tmpl w:val="CB0AEB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20F509A"/>
    <w:multiLevelType w:val="hybridMultilevel"/>
    <w:tmpl w:val="84727A1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8" w15:restartNumberingAfterBreak="0">
    <w:nsid w:val="527402EE"/>
    <w:multiLevelType w:val="hybridMultilevel"/>
    <w:tmpl w:val="1184421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3331697"/>
    <w:multiLevelType w:val="hybridMultilevel"/>
    <w:tmpl w:val="A46651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42843D5"/>
    <w:multiLevelType w:val="hybridMultilevel"/>
    <w:tmpl w:val="863AE502"/>
    <w:lvl w:ilvl="0" w:tplc="0F06CAF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82B3FAE"/>
    <w:multiLevelType w:val="hybridMultilevel"/>
    <w:tmpl w:val="A89618B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856185E"/>
    <w:multiLevelType w:val="hybridMultilevel"/>
    <w:tmpl w:val="FFDC393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DF67775"/>
    <w:multiLevelType w:val="hybridMultilevel"/>
    <w:tmpl w:val="AA24BC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FF03E5D"/>
    <w:multiLevelType w:val="hybridMultilevel"/>
    <w:tmpl w:val="84D0C7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3B85EF0"/>
    <w:multiLevelType w:val="hybridMultilevel"/>
    <w:tmpl w:val="CD6C1E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4167E9D"/>
    <w:multiLevelType w:val="hybridMultilevel"/>
    <w:tmpl w:val="F17A9AE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7" w15:restartNumberingAfterBreak="0">
    <w:nsid w:val="66575E8D"/>
    <w:multiLevelType w:val="hybridMultilevel"/>
    <w:tmpl w:val="AB8EDA04"/>
    <w:lvl w:ilvl="0" w:tplc="7562B5A2">
      <w:start w:val="1"/>
      <w:numFmt w:val="decimal"/>
      <w:lvlText w:val="%1."/>
      <w:lvlJc w:val="left"/>
      <w:pPr>
        <w:ind w:left="720" w:hanging="360"/>
      </w:pPr>
      <w:rPr>
        <w:rFonts w:hint="default"/>
        <w:color w:val="FF000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6AE6133"/>
    <w:multiLevelType w:val="hybridMultilevel"/>
    <w:tmpl w:val="6D84E28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6C320FDB"/>
    <w:multiLevelType w:val="hybridMultilevel"/>
    <w:tmpl w:val="CA7CB0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F2E14B6"/>
    <w:multiLevelType w:val="hybridMultilevel"/>
    <w:tmpl w:val="4232E46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719B1A58"/>
    <w:multiLevelType w:val="hybridMultilevel"/>
    <w:tmpl w:val="CA1AC8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D2015E0"/>
    <w:multiLevelType w:val="hybridMultilevel"/>
    <w:tmpl w:val="EA2C374C"/>
    <w:lvl w:ilvl="0" w:tplc="16AE943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7FA7750D"/>
    <w:multiLevelType w:val="hybridMultilevel"/>
    <w:tmpl w:val="7E7A8C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11"/>
  </w:num>
  <w:num w:numId="4">
    <w:abstractNumId w:val="15"/>
  </w:num>
  <w:num w:numId="5">
    <w:abstractNumId w:val="5"/>
  </w:num>
  <w:num w:numId="6">
    <w:abstractNumId w:val="38"/>
  </w:num>
  <w:num w:numId="7">
    <w:abstractNumId w:val="41"/>
  </w:num>
  <w:num w:numId="8">
    <w:abstractNumId w:val="9"/>
  </w:num>
  <w:num w:numId="9">
    <w:abstractNumId w:val="28"/>
  </w:num>
  <w:num w:numId="10">
    <w:abstractNumId w:val="29"/>
  </w:num>
  <w:num w:numId="11">
    <w:abstractNumId w:val="22"/>
  </w:num>
  <w:num w:numId="12">
    <w:abstractNumId w:val="26"/>
  </w:num>
  <w:num w:numId="13">
    <w:abstractNumId w:val="24"/>
  </w:num>
  <w:num w:numId="14">
    <w:abstractNumId w:val="36"/>
  </w:num>
  <w:num w:numId="15">
    <w:abstractNumId w:val="32"/>
  </w:num>
  <w:num w:numId="16">
    <w:abstractNumId w:val="16"/>
  </w:num>
  <w:num w:numId="17">
    <w:abstractNumId w:val="10"/>
  </w:num>
  <w:num w:numId="18">
    <w:abstractNumId w:val="1"/>
  </w:num>
  <w:num w:numId="19">
    <w:abstractNumId w:val="13"/>
  </w:num>
  <w:num w:numId="20">
    <w:abstractNumId w:val="39"/>
  </w:num>
  <w:num w:numId="21">
    <w:abstractNumId w:val="35"/>
  </w:num>
  <w:num w:numId="22">
    <w:abstractNumId w:val="43"/>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27"/>
  </w:num>
  <w:num w:numId="26">
    <w:abstractNumId w:val="18"/>
  </w:num>
  <w:num w:numId="27">
    <w:abstractNumId w:val="2"/>
  </w:num>
  <w:num w:numId="28">
    <w:abstractNumId w:val="17"/>
  </w:num>
  <w:num w:numId="29">
    <w:abstractNumId w:val="19"/>
  </w:num>
  <w:num w:numId="30">
    <w:abstractNumId w:val="7"/>
  </w:num>
  <w:num w:numId="31">
    <w:abstractNumId w:val="40"/>
  </w:num>
  <w:num w:numId="32">
    <w:abstractNumId w:val="42"/>
  </w:num>
  <w:num w:numId="33">
    <w:abstractNumId w:val="20"/>
  </w:num>
  <w:num w:numId="34">
    <w:abstractNumId w:val="31"/>
  </w:num>
  <w:num w:numId="35">
    <w:abstractNumId w:val="6"/>
  </w:num>
  <w:num w:numId="36">
    <w:abstractNumId w:val="34"/>
  </w:num>
  <w:num w:numId="37">
    <w:abstractNumId w:val="12"/>
  </w:num>
  <w:num w:numId="38">
    <w:abstractNumId w:val="33"/>
  </w:num>
  <w:num w:numId="39">
    <w:abstractNumId w:val="23"/>
  </w:num>
  <w:num w:numId="40">
    <w:abstractNumId w:val="30"/>
  </w:num>
  <w:num w:numId="41">
    <w:abstractNumId w:val="3"/>
  </w:num>
  <w:num w:numId="42">
    <w:abstractNumId w:val="8"/>
  </w:num>
  <w:num w:numId="43">
    <w:abstractNumId w:val="37"/>
  </w:num>
  <w:num w:numId="44">
    <w:abstractNumId w:val="25"/>
  </w:num>
  <w:num w:numId="45">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90A"/>
    <w:rsid w:val="00001724"/>
    <w:rsid w:val="00001772"/>
    <w:rsid w:val="00003F7E"/>
    <w:rsid w:val="00004240"/>
    <w:rsid w:val="000120CF"/>
    <w:rsid w:val="0001488B"/>
    <w:rsid w:val="0002323C"/>
    <w:rsid w:val="00024A06"/>
    <w:rsid w:val="000345D7"/>
    <w:rsid w:val="00035438"/>
    <w:rsid w:val="000412B1"/>
    <w:rsid w:val="000533A7"/>
    <w:rsid w:val="000555D0"/>
    <w:rsid w:val="000605B8"/>
    <w:rsid w:val="00060CC5"/>
    <w:rsid w:val="00063680"/>
    <w:rsid w:val="00064BF3"/>
    <w:rsid w:val="00071968"/>
    <w:rsid w:val="0007312C"/>
    <w:rsid w:val="00074B39"/>
    <w:rsid w:val="00083062"/>
    <w:rsid w:val="00083265"/>
    <w:rsid w:val="00084567"/>
    <w:rsid w:val="00084771"/>
    <w:rsid w:val="00085C24"/>
    <w:rsid w:val="000865D5"/>
    <w:rsid w:val="00090344"/>
    <w:rsid w:val="00091C02"/>
    <w:rsid w:val="0009535C"/>
    <w:rsid w:val="000953D5"/>
    <w:rsid w:val="000976EE"/>
    <w:rsid w:val="00097CA1"/>
    <w:rsid w:val="000A08F6"/>
    <w:rsid w:val="000A11A3"/>
    <w:rsid w:val="000A340D"/>
    <w:rsid w:val="000A4F32"/>
    <w:rsid w:val="000A60F5"/>
    <w:rsid w:val="000B1395"/>
    <w:rsid w:val="000B14FD"/>
    <w:rsid w:val="000C2985"/>
    <w:rsid w:val="000D074B"/>
    <w:rsid w:val="000E5239"/>
    <w:rsid w:val="000E76A8"/>
    <w:rsid w:val="000F15A1"/>
    <w:rsid w:val="000F5982"/>
    <w:rsid w:val="001040FC"/>
    <w:rsid w:val="001055D0"/>
    <w:rsid w:val="00106FDA"/>
    <w:rsid w:val="00114A24"/>
    <w:rsid w:val="00120F99"/>
    <w:rsid w:val="00125ABE"/>
    <w:rsid w:val="001264EE"/>
    <w:rsid w:val="001301DF"/>
    <w:rsid w:val="0013572C"/>
    <w:rsid w:val="001411B0"/>
    <w:rsid w:val="00142ADE"/>
    <w:rsid w:val="00143DEB"/>
    <w:rsid w:val="001479FF"/>
    <w:rsid w:val="00150FCD"/>
    <w:rsid w:val="00151656"/>
    <w:rsid w:val="00152F10"/>
    <w:rsid w:val="001558DD"/>
    <w:rsid w:val="0015747C"/>
    <w:rsid w:val="0015779E"/>
    <w:rsid w:val="0016422F"/>
    <w:rsid w:val="00164F5E"/>
    <w:rsid w:val="00167276"/>
    <w:rsid w:val="00171399"/>
    <w:rsid w:val="001760E6"/>
    <w:rsid w:val="00176402"/>
    <w:rsid w:val="00180BE8"/>
    <w:rsid w:val="00180F80"/>
    <w:rsid w:val="00182D13"/>
    <w:rsid w:val="001843BC"/>
    <w:rsid w:val="0019299C"/>
    <w:rsid w:val="001A0486"/>
    <w:rsid w:val="001A38C5"/>
    <w:rsid w:val="001B0C35"/>
    <w:rsid w:val="001C3671"/>
    <w:rsid w:val="001C5D98"/>
    <w:rsid w:val="001C6AD8"/>
    <w:rsid w:val="001D405E"/>
    <w:rsid w:val="001D5C6C"/>
    <w:rsid w:val="001D653F"/>
    <w:rsid w:val="001E3BF2"/>
    <w:rsid w:val="001F22D2"/>
    <w:rsid w:val="001F7030"/>
    <w:rsid w:val="001F771D"/>
    <w:rsid w:val="00200E96"/>
    <w:rsid w:val="00202BC1"/>
    <w:rsid w:val="00204B65"/>
    <w:rsid w:val="0020520F"/>
    <w:rsid w:val="002067A7"/>
    <w:rsid w:val="00214286"/>
    <w:rsid w:val="00223807"/>
    <w:rsid w:val="00225312"/>
    <w:rsid w:val="00226289"/>
    <w:rsid w:val="0023031D"/>
    <w:rsid w:val="002303B8"/>
    <w:rsid w:val="00230450"/>
    <w:rsid w:val="0023196E"/>
    <w:rsid w:val="002431C7"/>
    <w:rsid w:val="00243E8B"/>
    <w:rsid w:val="00247F4B"/>
    <w:rsid w:val="00254FC7"/>
    <w:rsid w:val="00261C48"/>
    <w:rsid w:val="00262485"/>
    <w:rsid w:val="00263F16"/>
    <w:rsid w:val="002644DD"/>
    <w:rsid w:val="0026687F"/>
    <w:rsid w:val="00275ECD"/>
    <w:rsid w:val="002767E6"/>
    <w:rsid w:val="0027689F"/>
    <w:rsid w:val="002770ED"/>
    <w:rsid w:val="00287388"/>
    <w:rsid w:val="00291A31"/>
    <w:rsid w:val="0029236B"/>
    <w:rsid w:val="0029333E"/>
    <w:rsid w:val="00293D3F"/>
    <w:rsid w:val="0029595B"/>
    <w:rsid w:val="00296244"/>
    <w:rsid w:val="00297D1A"/>
    <w:rsid w:val="002A29D5"/>
    <w:rsid w:val="002A5D07"/>
    <w:rsid w:val="002A6286"/>
    <w:rsid w:val="002A6839"/>
    <w:rsid w:val="002B32A6"/>
    <w:rsid w:val="002C4E04"/>
    <w:rsid w:val="002C501C"/>
    <w:rsid w:val="002C768F"/>
    <w:rsid w:val="002C7CD5"/>
    <w:rsid w:val="002D10F6"/>
    <w:rsid w:val="002D170C"/>
    <w:rsid w:val="002D1CAF"/>
    <w:rsid w:val="002D2547"/>
    <w:rsid w:val="002E6942"/>
    <w:rsid w:val="002F422D"/>
    <w:rsid w:val="002F4559"/>
    <w:rsid w:val="002F7F93"/>
    <w:rsid w:val="00306A32"/>
    <w:rsid w:val="003077C4"/>
    <w:rsid w:val="003127E4"/>
    <w:rsid w:val="003134C7"/>
    <w:rsid w:val="003224A8"/>
    <w:rsid w:val="00322EF1"/>
    <w:rsid w:val="00326D08"/>
    <w:rsid w:val="00333854"/>
    <w:rsid w:val="003441EE"/>
    <w:rsid w:val="00373AC7"/>
    <w:rsid w:val="003767C8"/>
    <w:rsid w:val="00376F84"/>
    <w:rsid w:val="003926C7"/>
    <w:rsid w:val="00393D00"/>
    <w:rsid w:val="003B63FF"/>
    <w:rsid w:val="003C0972"/>
    <w:rsid w:val="003C4C4F"/>
    <w:rsid w:val="003C4CA2"/>
    <w:rsid w:val="003C61DE"/>
    <w:rsid w:val="003C7843"/>
    <w:rsid w:val="003D3CA3"/>
    <w:rsid w:val="003E55C2"/>
    <w:rsid w:val="003E5787"/>
    <w:rsid w:val="003E798C"/>
    <w:rsid w:val="003F0717"/>
    <w:rsid w:val="003F736A"/>
    <w:rsid w:val="00401305"/>
    <w:rsid w:val="00404C35"/>
    <w:rsid w:val="00413C95"/>
    <w:rsid w:val="0041692A"/>
    <w:rsid w:val="004238CB"/>
    <w:rsid w:val="00423D70"/>
    <w:rsid w:val="00425542"/>
    <w:rsid w:val="00431032"/>
    <w:rsid w:val="0043226A"/>
    <w:rsid w:val="00434E47"/>
    <w:rsid w:val="00447158"/>
    <w:rsid w:val="00452C97"/>
    <w:rsid w:val="00454FB7"/>
    <w:rsid w:val="00475FDD"/>
    <w:rsid w:val="00477518"/>
    <w:rsid w:val="00484985"/>
    <w:rsid w:val="00484D9C"/>
    <w:rsid w:val="00494A2B"/>
    <w:rsid w:val="00494D52"/>
    <w:rsid w:val="004A0054"/>
    <w:rsid w:val="004A077E"/>
    <w:rsid w:val="004A2599"/>
    <w:rsid w:val="004A4854"/>
    <w:rsid w:val="004B64B7"/>
    <w:rsid w:val="004C0DC5"/>
    <w:rsid w:val="004C0DE3"/>
    <w:rsid w:val="004C30D1"/>
    <w:rsid w:val="004C649C"/>
    <w:rsid w:val="004D2CA6"/>
    <w:rsid w:val="004F0644"/>
    <w:rsid w:val="004F1663"/>
    <w:rsid w:val="004F6959"/>
    <w:rsid w:val="0050408C"/>
    <w:rsid w:val="00506619"/>
    <w:rsid w:val="0051262A"/>
    <w:rsid w:val="00513706"/>
    <w:rsid w:val="00517079"/>
    <w:rsid w:val="00521DA6"/>
    <w:rsid w:val="00530092"/>
    <w:rsid w:val="005319C2"/>
    <w:rsid w:val="005319F2"/>
    <w:rsid w:val="00540D04"/>
    <w:rsid w:val="00563F2B"/>
    <w:rsid w:val="00565227"/>
    <w:rsid w:val="00565A11"/>
    <w:rsid w:val="00577A18"/>
    <w:rsid w:val="0059051F"/>
    <w:rsid w:val="00591798"/>
    <w:rsid w:val="00592037"/>
    <w:rsid w:val="00593196"/>
    <w:rsid w:val="005948A0"/>
    <w:rsid w:val="00594935"/>
    <w:rsid w:val="0059669B"/>
    <w:rsid w:val="005975C2"/>
    <w:rsid w:val="005A22AC"/>
    <w:rsid w:val="005A2FFA"/>
    <w:rsid w:val="005A33C4"/>
    <w:rsid w:val="005B4246"/>
    <w:rsid w:val="005B4FF9"/>
    <w:rsid w:val="005B51AF"/>
    <w:rsid w:val="005C5DA1"/>
    <w:rsid w:val="005C7915"/>
    <w:rsid w:val="005D1215"/>
    <w:rsid w:val="005D268B"/>
    <w:rsid w:val="005D3BDD"/>
    <w:rsid w:val="005D43E9"/>
    <w:rsid w:val="005F0730"/>
    <w:rsid w:val="006019FF"/>
    <w:rsid w:val="00601DBD"/>
    <w:rsid w:val="00623781"/>
    <w:rsid w:val="00632DDD"/>
    <w:rsid w:val="0063453E"/>
    <w:rsid w:val="00637C17"/>
    <w:rsid w:val="00645E36"/>
    <w:rsid w:val="00650D15"/>
    <w:rsid w:val="006523E1"/>
    <w:rsid w:val="006536C4"/>
    <w:rsid w:val="0065672E"/>
    <w:rsid w:val="00657107"/>
    <w:rsid w:val="00660D69"/>
    <w:rsid w:val="00662576"/>
    <w:rsid w:val="00664079"/>
    <w:rsid w:val="00664DFC"/>
    <w:rsid w:val="00666808"/>
    <w:rsid w:val="00682A05"/>
    <w:rsid w:val="00683A51"/>
    <w:rsid w:val="006862CE"/>
    <w:rsid w:val="00691E4B"/>
    <w:rsid w:val="00694848"/>
    <w:rsid w:val="00695838"/>
    <w:rsid w:val="00695FC9"/>
    <w:rsid w:val="006A0DC9"/>
    <w:rsid w:val="006A4C07"/>
    <w:rsid w:val="006B36F7"/>
    <w:rsid w:val="006C65FE"/>
    <w:rsid w:val="006E25B8"/>
    <w:rsid w:val="006E4C39"/>
    <w:rsid w:val="006E61A6"/>
    <w:rsid w:val="006E70F9"/>
    <w:rsid w:val="006F02DF"/>
    <w:rsid w:val="006F2F77"/>
    <w:rsid w:val="006F7613"/>
    <w:rsid w:val="007011D1"/>
    <w:rsid w:val="00703BF8"/>
    <w:rsid w:val="00704070"/>
    <w:rsid w:val="007103F5"/>
    <w:rsid w:val="0071390F"/>
    <w:rsid w:val="00713C9A"/>
    <w:rsid w:val="00716998"/>
    <w:rsid w:val="00717EC7"/>
    <w:rsid w:val="00722307"/>
    <w:rsid w:val="00723C95"/>
    <w:rsid w:val="0073312B"/>
    <w:rsid w:val="00735668"/>
    <w:rsid w:val="007365DF"/>
    <w:rsid w:val="007465EE"/>
    <w:rsid w:val="00752A25"/>
    <w:rsid w:val="00757252"/>
    <w:rsid w:val="007605FA"/>
    <w:rsid w:val="00761A9A"/>
    <w:rsid w:val="00761BD8"/>
    <w:rsid w:val="00764D3A"/>
    <w:rsid w:val="00765A60"/>
    <w:rsid w:val="00766832"/>
    <w:rsid w:val="00767C20"/>
    <w:rsid w:val="0077599D"/>
    <w:rsid w:val="0078014E"/>
    <w:rsid w:val="007817FA"/>
    <w:rsid w:val="00786D53"/>
    <w:rsid w:val="007926F8"/>
    <w:rsid w:val="00792BB9"/>
    <w:rsid w:val="007A7615"/>
    <w:rsid w:val="007B10F4"/>
    <w:rsid w:val="007B21F0"/>
    <w:rsid w:val="007B420B"/>
    <w:rsid w:val="007B614A"/>
    <w:rsid w:val="007B6EB2"/>
    <w:rsid w:val="007D28BE"/>
    <w:rsid w:val="007D40AA"/>
    <w:rsid w:val="007D5E2B"/>
    <w:rsid w:val="007D6B2A"/>
    <w:rsid w:val="007E018E"/>
    <w:rsid w:val="007F1901"/>
    <w:rsid w:val="008018A3"/>
    <w:rsid w:val="00810F43"/>
    <w:rsid w:val="0081374E"/>
    <w:rsid w:val="0081496E"/>
    <w:rsid w:val="00827436"/>
    <w:rsid w:val="0082790D"/>
    <w:rsid w:val="008339E8"/>
    <w:rsid w:val="00840418"/>
    <w:rsid w:val="00841239"/>
    <w:rsid w:val="00851DEA"/>
    <w:rsid w:val="00853B81"/>
    <w:rsid w:val="008574AE"/>
    <w:rsid w:val="00863CEE"/>
    <w:rsid w:val="00864021"/>
    <w:rsid w:val="00867768"/>
    <w:rsid w:val="00872CB4"/>
    <w:rsid w:val="008736DD"/>
    <w:rsid w:val="00876D7E"/>
    <w:rsid w:val="008837AA"/>
    <w:rsid w:val="00886864"/>
    <w:rsid w:val="00890D4B"/>
    <w:rsid w:val="0089381D"/>
    <w:rsid w:val="008948B1"/>
    <w:rsid w:val="008A1BF8"/>
    <w:rsid w:val="008A4500"/>
    <w:rsid w:val="008A5B08"/>
    <w:rsid w:val="008A679F"/>
    <w:rsid w:val="008A6997"/>
    <w:rsid w:val="008A769F"/>
    <w:rsid w:val="008B1462"/>
    <w:rsid w:val="008B5A61"/>
    <w:rsid w:val="008D2ACF"/>
    <w:rsid w:val="008E079D"/>
    <w:rsid w:val="008E161B"/>
    <w:rsid w:val="008E20F3"/>
    <w:rsid w:val="008E5C63"/>
    <w:rsid w:val="008E61FC"/>
    <w:rsid w:val="008F3E0C"/>
    <w:rsid w:val="008F6145"/>
    <w:rsid w:val="00901984"/>
    <w:rsid w:val="00902190"/>
    <w:rsid w:val="0090224D"/>
    <w:rsid w:val="00903223"/>
    <w:rsid w:val="0090704D"/>
    <w:rsid w:val="00907709"/>
    <w:rsid w:val="00913292"/>
    <w:rsid w:val="00914383"/>
    <w:rsid w:val="00914C64"/>
    <w:rsid w:val="00921DCE"/>
    <w:rsid w:val="00922952"/>
    <w:rsid w:val="009234A3"/>
    <w:rsid w:val="009238B3"/>
    <w:rsid w:val="0092433D"/>
    <w:rsid w:val="00924E70"/>
    <w:rsid w:val="00926168"/>
    <w:rsid w:val="00927086"/>
    <w:rsid w:val="00930FA0"/>
    <w:rsid w:val="00933C8C"/>
    <w:rsid w:val="00943001"/>
    <w:rsid w:val="00943948"/>
    <w:rsid w:val="0095011A"/>
    <w:rsid w:val="0095090A"/>
    <w:rsid w:val="00950B87"/>
    <w:rsid w:val="00950F21"/>
    <w:rsid w:val="009540E1"/>
    <w:rsid w:val="00954C78"/>
    <w:rsid w:val="00957DA0"/>
    <w:rsid w:val="00971223"/>
    <w:rsid w:val="009733C0"/>
    <w:rsid w:val="00983E69"/>
    <w:rsid w:val="00987D2F"/>
    <w:rsid w:val="00990847"/>
    <w:rsid w:val="00992EED"/>
    <w:rsid w:val="00993432"/>
    <w:rsid w:val="00993751"/>
    <w:rsid w:val="00993A2B"/>
    <w:rsid w:val="00996C34"/>
    <w:rsid w:val="009A00B6"/>
    <w:rsid w:val="009A0ED8"/>
    <w:rsid w:val="009A2961"/>
    <w:rsid w:val="009A4A68"/>
    <w:rsid w:val="009A55AA"/>
    <w:rsid w:val="009A7983"/>
    <w:rsid w:val="009B4002"/>
    <w:rsid w:val="009B665E"/>
    <w:rsid w:val="009B68DE"/>
    <w:rsid w:val="009D2C6A"/>
    <w:rsid w:val="009D4F41"/>
    <w:rsid w:val="009D757C"/>
    <w:rsid w:val="009F21F5"/>
    <w:rsid w:val="009F2D64"/>
    <w:rsid w:val="009F477D"/>
    <w:rsid w:val="009F6348"/>
    <w:rsid w:val="009F76D0"/>
    <w:rsid w:val="00A0739D"/>
    <w:rsid w:val="00A1105F"/>
    <w:rsid w:val="00A1318C"/>
    <w:rsid w:val="00A305EB"/>
    <w:rsid w:val="00A3522D"/>
    <w:rsid w:val="00A36A6D"/>
    <w:rsid w:val="00A41DB9"/>
    <w:rsid w:val="00A42A11"/>
    <w:rsid w:val="00A4365D"/>
    <w:rsid w:val="00A50545"/>
    <w:rsid w:val="00A52A37"/>
    <w:rsid w:val="00A55BC0"/>
    <w:rsid w:val="00A577D5"/>
    <w:rsid w:val="00A60C54"/>
    <w:rsid w:val="00A61230"/>
    <w:rsid w:val="00A628BC"/>
    <w:rsid w:val="00A654DC"/>
    <w:rsid w:val="00A6672C"/>
    <w:rsid w:val="00A75F20"/>
    <w:rsid w:val="00A80B72"/>
    <w:rsid w:val="00A845AB"/>
    <w:rsid w:val="00A848C5"/>
    <w:rsid w:val="00A84CDA"/>
    <w:rsid w:val="00A86F85"/>
    <w:rsid w:val="00A90289"/>
    <w:rsid w:val="00A92A94"/>
    <w:rsid w:val="00A965B0"/>
    <w:rsid w:val="00AA278D"/>
    <w:rsid w:val="00AA3155"/>
    <w:rsid w:val="00AA43F1"/>
    <w:rsid w:val="00AA6867"/>
    <w:rsid w:val="00AC0C84"/>
    <w:rsid w:val="00AC28C1"/>
    <w:rsid w:val="00AC6469"/>
    <w:rsid w:val="00AC6A49"/>
    <w:rsid w:val="00AD56B6"/>
    <w:rsid w:val="00AD6C67"/>
    <w:rsid w:val="00AE1DEA"/>
    <w:rsid w:val="00AE6676"/>
    <w:rsid w:val="00AE7584"/>
    <w:rsid w:val="00AF0AA2"/>
    <w:rsid w:val="00AF1525"/>
    <w:rsid w:val="00AF38AC"/>
    <w:rsid w:val="00AF7F7F"/>
    <w:rsid w:val="00B044BE"/>
    <w:rsid w:val="00B07F4D"/>
    <w:rsid w:val="00B1735C"/>
    <w:rsid w:val="00B26755"/>
    <w:rsid w:val="00B3275B"/>
    <w:rsid w:val="00B37DBF"/>
    <w:rsid w:val="00B450B8"/>
    <w:rsid w:val="00B538AD"/>
    <w:rsid w:val="00B71A2C"/>
    <w:rsid w:val="00B9442B"/>
    <w:rsid w:val="00B96CBE"/>
    <w:rsid w:val="00BA0812"/>
    <w:rsid w:val="00BA1D72"/>
    <w:rsid w:val="00BB045C"/>
    <w:rsid w:val="00BB1188"/>
    <w:rsid w:val="00BB505F"/>
    <w:rsid w:val="00BB64D9"/>
    <w:rsid w:val="00BC0FFD"/>
    <w:rsid w:val="00BC582A"/>
    <w:rsid w:val="00BD2AD8"/>
    <w:rsid w:val="00BD6F4D"/>
    <w:rsid w:val="00BD7E36"/>
    <w:rsid w:val="00BE24BB"/>
    <w:rsid w:val="00BE4771"/>
    <w:rsid w:val="00BF3524"/>
    <w:rsid w:val="00BF7BA3"/>
    <w:rsid w:val="00C0158B"/>
    <w:rsid w:val="00C020CE"/>
    <w:rsid w:val="00C03F55"/>
    <w:rsid w:val="00C04E0B"/>
    <w:rsid w:val="00C1084C"/>
    <w:rsid w:val="00C12AFB"/>
    <w:rsid w:val="00C142BF"/>
    <w:rsid w:val="00C14A60"/>
    <w:rsid w:val="00C35347"/>
    <w:rsid w:val="00C355AA"/>
    <w:rsid w:val="00C36B36"/>
    <w:rsid w:val="00C37CA1"/>
    <w:rsid w:val="00C43C25"/>
    <w:rsid w:val="00C46B9F"/>
    <w:rsid w:val="00C47CBB"/>
    <w:rsid w:val="00C47EDE"/>
    <w:rsid w:val="00C5057F"/>
    <w:rsid w:val="00C543B2"/>
    <w:rsid w:val="00C66762"/>
    <w:rsid w:val="00C74DE5"/>
    <w:rsid w:val="00C80EC4"/>
    <w:rsid w:val="00C86D38"/>
    <w:rsid w:val="00CA1057"/>
    <w:rsid w:val="00CC4548"/>
    <w:rsid w:val="00CC4677"/>
    <w:rsid w:val="00CC5867"/>
    <w:rsid w:val="00CC65E1"/>
    <w:rsid w:val="00CD2841"/>
    <w:rsid w:val="00CD30F1"/>
    <w:rsid w:val="00CD567D"/>
    <w:rsid w:val="00CD5ECD"/>
    <w:rsid w:val="00CD671D"/>
    <w:rsid w:val="00CE7670"/>
    <w:rsid w:val="00D0032D"/>
    <w:rsid w:val="00D008DC"/>
    <w:rsid w:val="00D14C3C"/>
    <w:rsid w:val="00D16305"/>
    <w:rsid w:val="00D230E6"/>
    <w:rsid w:val="00D30FED"/>
    <w:rsid w:val="00D32B0B"/>
    <w:rsid w:val="00D47148"/>
    <w:rsid w:val="00D52097"/>
    <w:rsid w:val="00D601B3"/>
    <w:rsid w:val="00D61C8F"/>
    <w:rsid w:val="00D63D05"/>
    <w:rsid w:val="00D73C7D"/>
    <w:rsid w:val="00D75C4B"/>
    <w:rsid w:val="00D764AC"/>
    <w:rsid w:val="00D7688F"/>
    <w:rsid w:val="00D8232C"/>
    <w:rsid w:val="00D82F4D"/>
    <w:rsid w:val="00D85073"/>
    <w:rsid w:val="00D86E90"/>
    <w:rsid w:val="00D87E55"/>
    <w:rsid w:val="00D91FD7"/>
    <w:rsid w:val="00D9210D"/>
    <w:rsid w:val="00D92D2E"/>
    <w:rsid w:val="00D92FA7"/>
    <w:rsid w:val="00D9320D"/>
    <w:rsid w:val="00D94F80"/>
    <w:rsid w:val="00D977EB"/>
    <w:rsid w:val="00D97AC3"/>
    <w:rsid w:val="00DA1ADE"/>
    <w:rsid w:val="00DA2486"/>
    <w:rsid w:val="00DA65A7"/>
    <w:rsid w:val="00DC4854"/>
    <w:rsid w:val="00DC7DC4"/>
    <w:rsid w:val="00DD0BBE"/>
    <w:rsid w:val="00DD543A"/>
    <w:rsid w:val="00DD5D6C"/>
    <w:rsid w:val="00DF2AB9"/>
    <w:rsid w:val="00DF3485"/>
    <w:rsid w:val="00E0424A"/>
    <w:rsid w:val="00E04976"/>
    <w:rsid w:val="00E058B0"/>
    <w:rsid w:val="00E12AA6"/>
    <w:rsid w:val="00E1569A"/>
    <w:rsid w:val="00E20949"/>
    <w:rsid w:val="00E23A6F"/>
    <w:rsid w:val="00E2658C"/>
    <w:rsid w:val="00E27DFD"/>
    <w:rsid w:val="00E45188"/>
    <w:rsid w:val="00E456BD"/>
    <w:rsid w:val="00E46AD2"/>
    <w:rsid w:val="00E50600"/>
    <w:rsid w:val="00E548EC"/>
    <w:rsid w:val="00E55C2E"/>
    <w:rsid w:val="00E60CB0"/>
    <w:rsid w:val="00E623D1"/>
    <w:rsid w:val="00E6443E"/>
    <w:rsid w:val="00E66E91"/>
    <w:rsid w:val="00E774D5"/>
    <w:rsid w:val="00E77DE6"/>
    <w:rsid w:val="00E81811"/>
    <w:rsid w:val="00E8225E"/>
    <w:rsid w:val="00E865EB"/>
    <w:rsid w:val="00E91BE2"/>
    <w:rsid w:val="00E92663"/>
    <w:rsid w:val="00E9416F"/>
    <w:rsid w:val="00E96CC2"/>
    <w:rsid w:val="00EA23A3"/>
    <w:rsid w:val="00EA68F5"/>
    <w:rsid w:val="00EB631D"/>
    <w:rsid w:val="00EB6D5D"/>
    <w:rsid w:val="00EB6F6E"/>
    <w:rsid w:val="00EC06F4"/>
    <w:rsid w:val="00EC0B91"/>
    <w:rsid w:val="00EC5433"/>
    <w:rsid w:val="00EC624B"/>
    <w:rsid w:val="00EC6ED2"/>
    <w:rsid w:val="00ED7279"/>
    <w:rsid w:val="00EE2256"/>
    <w:rsid w:val="00EE3A11"/>
    <w:rsid w:val="00EF36B2"/>
    <w:rsid w:val="00F029E0"/>
    <w:rsid w:val="00F0486D"/>
    <w:rsid w:val="00F07639"/>
    <w:rsid w:val="00F10908"/>
    <w:rsid w:val="00F2128A"/>
    <w:rsid w:val="00F23C17"/>
    <w:rsid w:val="00F2537C"/>
    <w:rsid w:val="00F3021D"/>
    <w:rsid w:val="00F31331"/>
    <w:rsid w:val="00F32EC5"/>
    <w:rsid w:val="00F37D27"/>
    <w:rsid w:val="00F437A5"/>
    <w:rsid w:val="00F47016"/>
    <w:rsid w:val="00F51FF2"/>
    <w:rsid w:val="00F54E2D"/>
    <w:rsid w:val="00F5598B"/>
    <w:rsid w:val="00F56F93"/>
    <w:rsid w:val="00F577E0"/>
    <w:rsid w:val="00F647C0"/>
    <w:rsid w:val="00F677DD"/>
    <w:rsid w:val="00F6786A"/>
    <w:rsid w:val="00F706F0"/>
    <w:rsid w:val="00F731D6"/>
    <w:rsid w:val="00F80B24"/>
    <w:rsid w:val="00F85252"/>
    <w:rsid w:val="00F87FCE"/>
    <w:rsid w:val="00F91CF5"/>
    <w:rsid w:val="00FA6477"/>
    <w:rsid w:val="00FC48B2"/>
    <w:rsid w:val="00FC4B52"/>
    <w:rsid w:val="00FC5245"/>
    <w:rsid w:val="00FC63D9"/>
    <w:rsid w:val="00FC68FE"/>
    <w:rsid w:val="00FE6872"/>
    <w:rsid w:val="00FF0228"/>
    <w:rsid w:val="00FF1B97"/>
    <w:rsid w:val="00FF5701"/>
    <w:rsid w:val="00FF6FB1"/>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o:shapelayout v:ext="edit">
      <o:idmap v:ext="edit" data="1"/>
    </o:shapelayout>
  </w:shapeDefaults>
  <w:decimalSymbol w:val="."/>
  <w:listSeparator w:val=","/>
  <w14:docId w14:val="06D0E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950F21"/>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120F99"/>
    <w:pPr>
      <w:keepNext/>
      <w:spacing w:before="0"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D7E36"/>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120F99"/>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styleId="GridTable1Light">
    <w:name w:val="Grid Table 1 Light"/>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styleId="TableGridLight">
    <w:name w:val="Grid Table Light"/>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paragraph" w:customStyle="1" w:styleId="TableParagraph">
    <w:name w:val="Table Paragraph"/>
    <w:basedOn w:val="Normal"/>
    <w:uiPriority w:val="1"/>
    <w:qFormat/>
    <w:rsid w:val="00A1318C"/>
    <w:pPr>
      <w:widowControl w:val="0"/>
      <w:tabs>
        <w:tab w:val="clear" w:pos="284"/>
      </w:tabs>
      <w:spacing w:after="0" w:line="240" w:lineRule="auto"/>
      <w:ind w:left="103"/>
    </w:pPr>
    <w:rPr>
      <w:rFonts w:ascii="Calibri" w:eastAsia="Calibri" w:hAnsi="Calibri" w:cs="Calibri"/>
      <w:sz w:val="22"/>
      <w:szCs w:val="22"/>
      <w:lang w:val="en-US"/>
    </w:rPr>
  </w:style>
  <w:style w:type="paragraph" w:styleId="NormalWeb">
    <w:name w:val="Normal (Web)"/>
    <w:basedOn w:val="Normal"/>
    <w:uiPriority w:val="99"/>
    <w:unhideWhenUsed/>
    <w:rsid w:val="007365DF"/>
    <w:pPr>
      <w:tabs>
        <w:tab w:val="clear" w:pos="284"/>
      </w:tabs>
      <w:spacing w:before="100" w:beforeAutospacing="1" w:after="100" w:afterAutospacing="1" w:line="240" w:lineRule="auto"/>
    </w:pPr>
    <w:rPr>
      <w:rFonts w:ascii="Times New Roman" w:eastAsia="Times New Roman" w:hAnsi="Times New Roman" w:cs="Times New Roman"/>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410641">
      <w:bodyDiv w:val="1"/>
      <w:marLeft w:val="0"/>
      <w:marRight w:val="0"/>
      <w:marTop w:val="0"/>
      <w:marBottom w:val="0"/>
      <w:divBdr>
        <w:top w:val="none" w:sz="0" w:space="0" w:color="auto"/>
        <w:left w:val="none" w:sz="0" w:space="0" w:color="auto"/>
        <w:bottom w:val="none" w:sz="0" w:space="0" w:color="auto"/>
        <w:right w:val="none" w:sz="0" w:space="0" w:color="auto"/>
      </w:divBdr>
    </w:div>
    <w:div w:id="1007711255">
      <w:bodyDiv w:val="1"/>
      <w:marLeft w:val="0"/>
      <w:marRight w:val="0"/>
      <w:marTop w:val="0"/>
      <w:marBottom w:val="0"/>
      <w:divBdr>
        <w:top w:val="none" w:sz="0" w:space="0" w:color="auto"/>
        <w:left w:val="none" w:sz="0" w:space="0" w:color="auto"/>
        <w:bottom w:val="none" w:sz="0" w:space="0" w:color="auto"/>
        <w:right w:val="none" w:sz="0" w:space="0" w:color="auto"/>
      </w:divBdr>
    </w:div>
    <w:div w:id="1454982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google.com/url?sa=i&amp;rct=j&amp;q=&amp;esrc=s&amp;source=images&amp;cd=&amp;ved=2ahUKEwjukqOFnPLiAhUbT30KHastApkQjRx6BAgBEAU&amp;url=https://www.pinterest.com/hans8820/north-point/&amp;psig=AOvVaw1wdJ7EA73w-rdAj_6GrlZA&amp;ust=1560919346158654" TargetMode="External"/><Relationship Id="rId26" Type="http://schemas.openxmlformats.org/officeDocument/2006/relationships/image" Target="media/image7.gif"/><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image" Target="media/image6.gi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google.com/url?sa=i&amp;rct=j&amp;q=&amp;esrc=s&amp;source=images&amp;cd=&amp;ved=2ahUKEwi58Lu-o_LiAhWYWX0KHcYqBA4QjRx6BAgBEAU&amp;url=https://commons.wikimedia.org/wiki/File:Dimension_Lines.png&amp;psig=AOvVaw3EzyAoRPa-Eao_gzE-wEvY&amp;ust=156092135967965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5.gif"/><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4.pn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google.com/url?sa=i&amp;rct=j&amp;q=&amp;esrc=s&amp;source=images&amp;cd=&amp;ved=2ahUKEwjQ0-mut_LiAhVJf30KHSmfCVYQjRx6BAgBEAU&amp;url=http://www.clker.com/clipart-28489.html&amp;psig=AOvVaw2An3ZGYDmqVT-BdNY1XJNt&amp;ust=1560926714441556" TargetMode="External"/><Relationship Id="rId27" Type="http://schemas.openxmlformats.org/officeDocument/2006/relationships/image" Target="media/image8.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C582D-3C5E-4259-B784-DE6132CB9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CCF58D16-A835-4BDB-A50F-CD88A88BBFEB}">
  <ds:schemaRefs>
    <ds:schemaRef ds:uri="http://schemas.microsoft.com/office/2006/documentManagement/types"/>
    <ds:schemaRef ds:uri="http://purl.org/dc/terms/"/>
    <ds:schemaRef ds:uri="http://schemas.openxmlformats.org/package/2006/metadata/core-properties"/>
    <ds:schemaRef ds:uri="http://purl.org/dc/dcmitype/"/>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39F75A98-59CA-48E7-98F4-4E3E8F586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24</Pages>
  <Words>1811</Words>
  <Characters>10328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Knowledge Assessment</vt:lpstr>
    </vt:vector>
  </TitlesOfParts>
  <LinksUpToDate>false</LinksUpToDate>
  <CharactersWithSpaces>12115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Knowledge Assessment</dc:title>
  <dc:creator/>
  <cp:lastModifiedBy/>
  <cp:revision>1</cp:revision>
  <dcterms:created xsi:type="dcterms:W3CDTF">2019-07-25T05:59:00Z</dcterms:created>
  <dcterms:modified xsi:type="dcterms:W3CDTF">2019-12-17T01:00:00Z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